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035DB43F"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977FB5">
                <w:rPr>
                  <w:rStyle w:val="Otsikko1Char"/>
                </w:rPr>
                <w:t>Potilastietovaranto</w:t>
              </w:r>
              <w:r w:rsidR="00977FB5" w:rsidRPr="00015889">
                <w:rPr>
                  <w:rStyle w:val="Otsikko1Char"/>
                </w:rPr>
                <w:t xml:space="preserve">: rajapintakäyttötapaukset </w:t>
              </w:r>
              <w:r w:rsidR="00977FB5">
                <w:rPr>
                  <w:rStyle w:val="Otsikko1Char"/>
                </w:rPr>
                <w:t>tietovarannon</w:t>
              </w:r>
              <w:r w:rsidR="00977FB5" w:rsidRPr="00015889">
                <w:rPr>
                  <w:rStyle w:val="Otsikko1Char"/>
                </w:rPr>
                <w:t xml:space="preserve"> ja liittyvän järjestelmän välillä</w:t>
              </w:r>
            </w:sdtContent>
          </w:sdt>
        </w:p>
        <w:p w14:paraId="7728D720" w14:textId="7DBA3A9F" w:rsidR="007126BB" w:rsidRDefault="00015889" w:rsidP="007959BE">
          <w:pPr>
            <w:tabs>
              <w:tab w:val="center" w:pos="4819"/>
            </w:tabs>
            <w:spacing w:line="360" w:lineRule="auto"/>
          </w:pPr>
          <w:r>
            <w:rPr>
              <w:rStyle w:val="LeiptekstiChar"/>
            </w:rPr>
            <w:t>v</w:t>
          </w:r>
          <w:r w:rsidR="004616CF">
            <w:rPr>
              <w:rStyle w:val="LeiptekstiChar"/>
            </w:rPr>
            <w:t>2.</w:t>
          </w:r>
          <w:r w:rsidR="00CC5B0C">
            <w:rPr>
              <w:rStyle w:val="LeiptekstiChar"/>
            </w:rPr>
            <w:t>5</w:t>
          </w:r>
          <w:r w:rsidR="005C75CF">
            <w:rPr>
              <w:rStyle w:val="LeiptekstiChar"/>
            </w:rPr>
            <w:tab/>
          </w:r>
          <w:r w:rsidR="009A4BBC">
            <w:rPr>
              <w:rStyle w:val="Otsikko2Char"/>
            </w:rPr>
            <w:br/>
          </w:r>
        </w:p>
        <w:p w14:paraId="74D1EFBE" w14:textId="39685911" w:rsidR="007126BB" w:rsidRDefault="003821A7" w:rsidP="00C72F25">
          <w:pPr>
            <w:pStyle w:val="Kommentinteksti"/>
            <w:tabs>
              <w:tab w:val="left" w:pos="1304"/>
              <w:tab w:val="left" w:pos="7695"/>
            </w:tabs>
          </w:pPr>
          <w:r>
            <w:tab/>
          </w:r>
          <w:r w:rsidR="00C72F25">
            <w:tab/>
          </w:r>
        </w:p>
        <w:p w14:paraId="4629B9BC" w14:textId="5FF25C55" w:rsidR="009A4BBC" w:rsidRDefault="00015889" w:rsidP="0016637F">
          <w:pPr>
            <w:spacing w:line="360" w:lineRule="auto"/>
          </w:pPr>
          <w:r>
            <w:br/>
            <w:t>Kela, Kanta-palvelut</w:t>
          </w:r>
        </w:p>
        <w:p w14:paraId="6EC980F6" w14:textId="3607DC57" w:rsidR="009A4BBC" w:rsidRDefault="00040080" w:rsidP="0016637F">
          <w:pPr>
            <w:spacing w:line="360" w:lineRule="auto"/>
          </w:pPr>
          <w:r>
            <w:t>1</w:t>
          </w:r>
          <w:r w:rsidR="00493B53">
            <w:t>6</w:t>
          </w:r>
          <w:r w:rsidR="00735C21">
            <w:t>.12.2025</w:t>
          </w:r>
        </w:p>
        <w:p w14:paraId="535953ED" w14:textId="2881A0BA"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033E3D58" w:rsidR="009A4BBC" w:rsidRDefault="0033059E">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3BA2D72F" w:rsidR="00C149F8" w:rsidRDefault="00C149F8" w:rsidP="006023B6">
          <w:pPr>
            <w:pStyle w:val="Sisllysluettelonotsikko"/>
            <w:tabs>
              <w:tab w:val="left" w:pos="5580"/>
            </w:tabs>
          </w:pPr>
          <w:r>
            <w:t>Sisällys</w:t>
          </w:r>
          <w:r w:rsidR="006023B6">
            <w:tab/>
          </w:r>
        </w:p>
        <w:p w14:paraId="69F1D388" w14:textId="4C1D0A7D" w:rsidR="00493B53"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216782547" w:history="1">
            <w:r w:rsidR="00493B53" w:rsidRPr="00827520">
              <w:rPr>
                <w:rStyle w:val="Hyperlinkki"/>
              </w:rPr>
              <w:t>1</w:t>
            </w:r>
            <w:r w:rsidR="00493B53">
              <w:rPr>
                <w:rFonts w:asciiTheme="minorHAnsi" w:eastAsiaTheme="minorEastAsia" w:hAnsiTheme="minorHAnsi" w:cstheme="minorBidi"/>
                <w:sz w:val="22"/>
                <w:lang w:eastAsia="fi-FI"/>
              </w:rPr>
              <w:tab/>
            </w:r>
            <w:r w:rsidR="00493B53" w:rsidRPr="00827520">
              <w:rPr>
                <w:rStyle w:val="Hyperlinkki"/>
              </w:rPr>
              <w:t>Johdanto</w:t>
            </w:r>
            <w:r w:rsidR="00493B53">
              <w:rPr>
                <w:webHidden/>
              </w:rPr>
              <w:tab/>
            </w:r>
            <w:r w:rsidR="00493B53">
              <w:rPr>
                <w:webHidden/>
              </w:rPr>
              <w:fldChar w:fldCharType="begin"/>
            </w:r>
            <w:r w:rsidR="00493B53">
              <w:rPr>
                <w:webHidden/>
              </w:rPr>
              <w:instrText xml:space="preserve"> PAGEREF _Toc216782547 \h </w:instrText>
            </w:r>
            <w:r w:rsidR="00493B53">
              <w:rPr>
                <w:webHidden/>
              </w:rPr>
            </w:r>
            <w:r w:rsidR="00493B53">
              <w:rPr>
                <w:webHidden/>
              </w:rPr>
              <w:fldChar w:fldCharType="separate"/>
            </w:r>
            <w:r w:rsidR="0033059E">
              <w:rPr>
                <w:webHidden/>
              </w:rPr>
              <w:t>4</w:t>
            </w:r>
            <w:r w:rsidR="00493B53">
              <w:rPr>
                <w:webHidden/>
              </w:rPr>
              <w:fldChar w:fldCharType="end"/>
            </w:r>
          </w:hyperlink>
        </w:p>
        <w:p w14:paraId="7D4D0130" w14:textId="1DB26CDF" w:rsidR="00493B53" w:rsidRDefault="0033059E">
          <w:pPr>
            <w:pStyle w:val="Sisluet1"/>
            <w:rPr>
              <w:rFonts w:asciiTheme="minorHAnsi" w:eastAsiaTheme="minorEastAsia" w:hAnsiTheme="minorHAnsi" w:cstheme="minorBidi"/>
              <w:sz w:val="22"/>
              <w:lang w:eastAsia="fi-FI"/>
            </w:rPr>
          </w:pPr>
          <w:hyperlink w:anchor="_Toc216782548" w:history="1">
            <w:r w:rsidR="00493B53" w:rsidRPr="00827520">
              <w:rPr>
                <w:rStyle w:val="Hyperlinkki"/>
              </w:rPr>
              <w:t>2</w:t>
            </w:r>
            <w:r w:rsidR="00493B53">
              <w:rPr>
                <w:rFonts w:asciiTheme="minorHAnsi" w:eastAsiaTheme="minorEastAsia" w:hAnsiTheme="minorHAnsi" w:cstheme="minorBidi"/>
                <w:sz w:val="22"/>
                <w:lang w:eastAsia="fi-FI"/>
              </w:rPr>
              <w:tab/>
            </w:r>
            <w:r w:rsidR="00493B53" w:rsidRPr="00827520">
              <w:rPr>
                <w:rStyle w:val="Hyperlinkki"/>
              </w:rPr>
              <w:t>Potilastietovarannon palvelupyynnöt</w:t>
            </w:r>
            <w:r w:rsidR="00493B53">
              <w:rPr>
                <w:webHidden/>
              </w:rPr>
              <w:tab/>
            </w:r>
            <w:r w:rsidR="00493B53">
              <w:rPr>
                <w:webHidden/>
              </w:rPr>
              <w:fldChar w:fldCharType="begin"/>
            </w:r>
            <w:r w:rsidR="00493B53">
              <w:rPr>
                <w:webHidden/>
              </w:rPr>
              <w:instrText xml:space="preserve"> PAGEREF _Toc216782548 \h </w:instrText>
            </w:r>
            <w:r w:rsidR="00493B53">
              <w:rPr>
                <w:webHidden/>
              </w:rPr>
            </w:r>
            <w:r w:rsidR="00493B53">
              <w:rPr>
                <w:webHidden/>
              </w:rPr>
              <w:fldChar w:fldCharType="separate"/>
            </w:r>
            <w:r>
              <w:rPr>
                <w:webHidden/>
              </w:rPr>
              <w:t>5</w:t>
            </w:r>
            <w:r w:rsidR="00493B53">
              <w:rPr>
                <w:webHidden/>
              </w:rPr>
              <w:fldChar w:fldCharType="end"/>
            </w:r>
          </w:hyperlink>
        </w:p>
        <w:p w14:paraId="0E338726" w14:textId="739CEE44" w:rsidR="00493B53" w:rsidRDefault="0033059E">
          <w:pPr>
            <w:pStyle w:val="Sisluet1"/>
            <w:rPr>
              <w:rFonts w:asciiTheme="minorHAnsi" w:eastAsiaTheme="minorEastAsia" w:hAnsiTheme="minorHAnsi" w:cstheme="minorBidi"/>
              <w:sz w:val="22"/>
              <w:lang w:eastAsia="fi-FI"/>
            </w:rPr>
          </w:pPr>
          <w:hyperlink w:anchor="_Toc216782549" w:history="1">
            <w:r w:rsidR="00493B53" w:rsidRPr="00827520">
              <w:rPr>
                <w:rStyle w:val="Hyperlinkki"/>
              </w:rPr>
              <w:t>3</w:t>
            </w:r>
            <w:r w:rsidR="00493B53">
              <w:rPr>
                <w:rFonts w:asciiTheme="minorHAnsi" w:eastAsiaTheme="minorEastAsia" w:hAnsiTheme="minorHAnsi" w:cstheme="minorBidi"/>
                <w:sz w:val="22"/>
                <w:lang w:eastAsia="fi-FI"/>
              </w:rPr>
              <w:tab/>
            </w:r>
            <w:r w:rsidR="00493B53" w:rsidRPr="00827520">
              <w:rPr>
                <w:rStyle w:val="Hyperlinkki"/>
              </w:rPr>
              <w:t>Potilastietovarannon asiakirjatyypit</w:t>
            </w:r>
            <w:r w:rsidR="00493B53">
              <w:rPr>
                <w:webHidden/>
              </w:rPr>
              <w:tab/>
            </w:r>
            <w:r w:rsidR="00493B53">
              <w:rPr>
                <w:webHidden/>
              </w:rPr>
              <w:fldChar w:fldCharType="begin"/>
            </w:r>
            <w:r w:rsidR="00493B53">
              <w:rPr>
                <w:webHidden/>
              </w:rPr>
              <w:instrText xml:space="preserve"> PAGEREF _Toc216782549 \h </w:instrText>
            </w:r>
            <w:r w:rsidR="00493B53">
              <w:rPr>
                <w:webHidden/>
              </w:rPr>
            </w:r>
            <w:r w:rsidR="00493B53">
              <w:rPr>
                <w:webHidden/>
              </w:rPr>
              <w:fldChar w:fldCharType="separate"/>
            </w:r>
            <w:r>
              <w:rPr>
                <w:webHidden/>
              </w:rPr>
              <w:t>10</w:t>
            </w:r>
            <w:r w:rsidR="00493B53">
              <w:rPr>
                <w:webHidden/>
              </w:rPr>
              <w:fldChar w:fldCharType="end"/>
            </w:r>
          </w:hyperlink>
        </w:p>
        <w:p w14:paraId="69D48841" w14:textId="17CB627B" w:rsidR="00493B53" w:rsidRDefault="0033059E">
          <w:pPr>
            <w:pStyle w:val="Sisluet1"/>
            <w:rPr>
              <w:rFonts w:asciiTheme="minorHAnsi" w:eastAsiaTheme="minorEastAsia" w:hAnsiTheme="minorHAnsi" w:cstheme="minorBidi"/>
              <w:sz w:val="22"/>
              <w:lang w:eastAsia="fi-FI"/>
            </w:rPr>
          </w:pPr>
          <w:hyperlink w:anchor="_Toc216782550" w:history="1">
            <w:r w:rsidR="00493B53" w:rsidRPr="00827520">
              <w:rPr>
                <w:rStyle w:val="Hyperlinkki"/>
              </w:rPr>
              <w:t>4</w:t>
            </w:r>
            <w:r w:rsidR="00493B53">
              <w:rPr>
                <w:rFonts w:asciiTheme="minorHAnsi" w:eastAsiaTheme="minorEastAsia" w:hAnsiTheme="minorHAnsi" w:cstheme="minorBidi"/>
                <w:sz w:val="22"/>
                <w:lang w:eastAsia="fi-FI"/>
              </w:rPr>
              <w:tab/>
            </w:r>
            <w:r w:rsidR="00493B53" w:rsidRPr="00827520">
              <w:rPr>
                <w:rStyle w:val="Hyperlinkki"/>
              </w:rPr>
              <w:t>Tallenna palvelutapahtuma-asiakirja (PPA, PPA11)</w:t>
            </w:r>
            <w:r w:rsidR="00493B53">
              <w:rPr>
                <w:webHidden/>
              </w:rPr>
              <w:tab/>
            </w:r>
            <w:r w:rsidR="00493B53">
              <w:rPr>
                <w:webHidden/>
              </w:rPr>
              <w:fldChar w:fldCharType="begin"/>
            </w:r>
            <w:r w:rsidR="00493B53">
              <w:rPr>
                <w:webHidden/>
              </w:rPr>
              <w:instrText xml:space="preserve"> PAGEREF _Toc216782550 \h </w:instrText>
            </w:r>
            <w:r w:rsidR="00493B53">
              <w:rPr>
                <w:webHidden/>
              </w:rPr>
            </w:r>
            <w:r w:rsidR="00493B53">
              <w:rPr>
                <w:webHidden/>
              </w:rPr>
              <w:fldChar w:fldCharType="separate"/>
            </w:r>
            <w:r>
              <w:rPr>
                <w:webHidden/>
              </w:rPr>
              <w:t>12</w:t>
            </w:r>
            <w:r w:rsidR="00493B53">
              <w:rPr>
                <w:webHidden/>
              </w:rPr>
              <w:fldChar w:fldCharType="end"/>
            </w:r>
          </w:hyperlink>
        </w:p>
        <w:p w14:paraId="197C2272" w14:textId="07C8EA76" w:rsidR="00493B53" w:rsidRDefault="0033059E">
          <w:pPr>
            <w:pStyle w:val="Sisluet1"/>
            <w:rPr>
              <w:rFonts w:asciiTheme="minorHAnsi" w:eastAsiaTheme="minorEastAsia" w:hAnsiTheme="minorHAnsi" w:cstheme="minorBidi"/>
              <w:sz w:val="22"/>
              <w:lang w:eastAsia="fi-FI"/>
            </w:rPr>
          </w:pPr>
          <w:hyperlink w:anchor="_Toc216782551" w:history="1">
            <w:r w:rsidR="00493B53" w:rsidRPr="00827520">
              <w:rPr>
                <w:rStyle w:val="Hyperlinkki"/>
              </w:rPr>
              <w:t>5</w:t>
            </w:r>
            <w:r w:rsidR="00493B53">
              <w:rPr>
                <w:rFonts w:asciiTheme="minorHAnsi" w:eastAsiaTheme="minorEastAsia" w:hAnsiTheme="minorHAnsi" w:cstheme="minorBidi"/>
                <w:sz w:val="22"/>
                <w:lang w:eastAsia="fi-FI"/>
              </w:rPr>
              <w:tab/>
            </w:r>
            <w:r w:rsidR="00493B53" w:rsidRPr="00827520">
              <w:rPr>
                <w:rStyle w:val="Hyperlinkki"/>
              </w:rPr>
              <w:t>Tallenna palvelutapahtuma-asiakirja</w:t>
            </w:r>
            <w:r w:rsidR="00493B53">
              <w:rPr>
                <w:webHidden/>
              </w:rPr>
              <w:tab/>
            </w:r>
            <w:r w:rsidR="00493B53">
              <w:rPr>
                <w:webHidden/>
              </w:rPr>
              <w:fldChar w:fldCharType="begin"/>
            </w:r>
            <w:r w:rsidR="00493B53">
              <w:rPr>
                <w:webHidden/>
              </w:rPr>
              <w:instrText xml:space="preserve"> PAGEREF _Toc216782551 \h </w:instrText>
            </w:r>
            <w:r w:rsidR="00493B53">
              <w:rPr>
                <w:webHidden/>
              </w:rPr>
            </w:r>
            <w:r w:rsidR="00493B53">
              <w:rPr>
                <w:webHidden/>
              </w:rPr>
              <w:fldChar w:fldCharType="separate"/>
            </w:r>
            <w:r>
              <w:rPr>
                <w:webHidden/>
              </w:rPr>
              <w:t>17</w:t>
            </w:r>
            <w:r w:rsidR="00493B53">
              <w:rPr>
                <w:webHidden/>
              </w:rPr>
              <w:fldChar w:fldCharType="end"/>
            </w:r>
          </w:hyperlink>
        </w:p>
        <w:p w14:paraId="4A423A6B" w14:textId="7C90B3E6" w:rsidR="00493B53" w:rsidRDefault="0033059E">
          <w:pPr>
            <w:pStyle w:val="Sisluet1"/>
            <w:rPr>
              <w:rFonts w:asciiTheme="minorHAnsi" w:eastAsiaTheme="minorEastAsia" w:hAnsiTheme="minorHAnsi" w:cstheme="minorBidi"/>
              <w:sz w:val="22"/>
              <w:lang w:eastAsia="fi-FI"/>
            </w:rPr>
          </w:pPr>
          <w:hyperlink w:anchor="_Toc216782552" w:history="1">
            <w:r w:rsidR="00493B53" w:rsidRPr="00827520">
              <w:rPr>
                <w:rStyle w:val="Hyperlinkki"/>
              </w:rPr>
              <w:t>6</w:t>
            </w:r>
            <w:r w:rsidR="00493B53">
              <w:rPr>
                <w:rFonts w:asciiTheme="minorHAnsi" w:eastAsiaTheme="minorEastAsia" w:hAnsiTheme="minorHAnsi" w:cstheme="minorBidi"/>
                <w:sz w:val="22"/>
                <w:lang w:eastAsia="fi-FI"/>
              </w:rPr>
              <w:tab/>
            </w:r>
            <w:r w:rsidR="00493B53" w:rsidRPr="00827520">
              <w:rPr>
                <w:rStyle w:val="Hyperlinkki"/>
              </w:rPr>
              <w:t>Tallenna hoitoasiakirja (PPA, PPA11)</w:t>
            </w:r>
            <w:r w:rsidR="00493B53">
              <w:rPr>
                <w:webHidden/>
              </w:rPr>
              <w:tab/>
            </w:r>
            <w:r w:rsidR="00493B53">
              <w:rPr>
                <w:webHidden/>
              </w:rPr>
              <w:fldChar w:fldCharType="begin"/>
            </w:r>
            <w:r w:rsidR="00493B53">
              <w:rPr>
                <w:webHidden/>
              </w:rPr>
              <w:instrText xml:space="preserve"> PAGEREF _Toc216782552 \h </w:instrText>
            </w:r>
            <w:r w:rsidR="00493B53">
              <w:rPr>
                <w:webHidden/>
              </w:rPr>
            </w:r>
            <w:r w:rsidR="00493B53">
              <w:rPr>
                <w:webHidden/>
              </w:rPr>
              <w:fldChar w:fldCharType="separate"/>
            </w:r>
            <w:r>
              <w:rPr>
                <w:webHidden/>
              </w:rPr>
              <w:t>22</w:t>
            </w:r>
            <w:r w:rsidR="00493B53">
              <w:rPr>
                <w:webHidden/>
              </w:rPr>
              <w:fldChar w:fldCharType="end"/>
            </w:r>
          </w:hyperlink>
        </w:p>
        <w:p w14:paraId="69C7EDE4" w14:textId="368DA1F3" w:rsidR="00493B53" w:rsidRDefault="0033059E">
          <w:pPr>
            <w:pStyle w:val="Sisluet1"/>
            <w:rPr>
              <w:rFonts w:asciiTheme="minorHAnsi" w:eastAsiaTheme="minorEastAsia" w:hAnsiTheme="minorHAnsi" w:cstheme="minorBidi"/>
              <w:sz w:val="22"/>
              <w:lang w:eastAsia="fi-FI"/>
            </w:rPr>
          </w:pPr>
          <w:hyperlink w:anchor="_Toc216782553" w:history="1">
            <w:r w:rsidR="00493B53" w:rsidRPr="00827520">
              <w:rPr>
                <w:rStyle w:val="Hyperlinkki"/>
              </w:rPr>
              <w:t>7</w:t>
            </w:r>
            <w:r w:rsidR="00493B53">
              <w:rPr>
                <w:rFonts w:asciiTheme="minorHAnsi" w:eastAsiaTheme="minorEastAsia" w:hAnsiTheme="minorHAnsi" w:cstheme="minorBidi"/>
                <w:sz w:val="22"/>
                <w:lang w:eastAsia="fi-FI"/>
              </w:rPr>
              <w:tab/>
            </w:r>
            <w:r w:rsidR="00493B53" w:rsidRPr="00827520">
              <w:rPr>
                <w:rStyle w:val="Hyperlinkki"/>
              </w:rPr>
              <w:t>Tallenna hoitoasiakirja</w:t>
            </w:r>
            <w:r w:rsidR="00493B53">
              <w:rPr>
                <w:webHidden/>
              </w:rPr>
              <w:tab/>
            </w:r>
            <w:r w:rsidR="00493B53">
              <w:rPr>
                <w:webHidden/>
              </w:rPr>
              <w:fldChar w:fldCharType="begin"/>
            </w:r>
            <w:r w:rsidR="00493B53">
              <w:rPr>
                <w:webHidden/>
              </w:rPr>
              <w:instrText xml:space="preserve"> PAGEREF _Toc216782553 \h </w:instrText>
            </w:r>
            <w:r w:rsidR="00493B53">
              <w:rPr>
                <w:webHidden/>
              </w:rPr>
            </w:r>
            <w:r w:rsidR="00493B53">
              <w:rPr>
                <w:webHidden/>
              </w:rPr>
              <w:fldChar w:fldCharType="separate"/>
            </w:r>
            <w:r>
              <w:rPr>
                <w:webHidden/>
              </w:rPr>
              <w:t>27</w:t>
            </w:r>
            <w:r w:rsidR="00493B53">
              <w:rPr>
                <w:webHidden/>
              </w:rPr>
              <w:fldChar w:fldCharType="end"/>
            </w:r>
          </w:hyperlink>
        </w:p>
        <w:p w14:paraId="35FE278F" w14:textId="4C11BC42" w:rsidR="00493B53" w:rsidRDefault="0033059E">
          <w:pPr>
            <w:pStyle w:val="Sisluet1"/>
            <w:rPr>
              <w:rFonts w:asciiTheme="minorHAnsi" w:eastAsiaTheme="minorEastAsia" w:hAnsiTheme="minorHAnsi" w:cstheme="minorBidi"/>
              <w:sz w:val="22"/>
              <w:lang w:eastAsia="fi-FI"/>
            </w:rPr>
          </w:pPr>
          <w:hyperlink w:anchor="_Toc216782554" w:history="1">
            <w:r w:rsidR="00493B53" w:rsidRPr="00827520">
              <w:rPr>
                <w:rStyle w:val="Hyperlinkki"/>
              </w:rPr>
              <w:t>8</w:t>
            </w:r>
            <w:r w:rsidR="00493B53">
              <w:rPr>
                <w:rFonts w:asciiTheme="minorHAnsi" w:eastAsiaTheme="minorEastAsia" w:hAnsiTheme="minorHAnsi" w:cstheme="minorBidi"/>
                <w:sz w:val="22"/>
                <w:lang w:eastAsia="fi-FI"/>
              </w:rPr>
              <w:tab/>
            </w:r>
            <w:r w:rsidR="00493B53" w:rsidRPr="00827520">
              <w:rPr>
                <w:rStyle w:val="Hyperlinkki"/>
              </w:rPr>
              <w:t>Tallenna asiakirja Tahdonilmaisupalveluun</w:t>
            </w:r>
            <w:r w:rsidR="00493B53">
              <w:rPr>
                <w:webHidden/>
              </w:rPr>
              <w:tab/>
            </w:r>
            <w:r w:rsidR="00493B53">
              <w:rPr>
                <w:webHidden/>
              </w:rPr>
              <w:fldChar w:fldCharType="begin"/>
            </w:r>
            <w:r w:rsidR="00493B53">
              <w:rPr>
                <w:webHidden/>
              </w:rPr>
              <w:instrText xml:space="preserve"> PAGEREF _Toc216782554 \h </w:instrText>
            </w:r>
            <w:r w:rsidR="00493B53">
              <w:rPr>
                <w:webHidden/>
              </w:rPr>
            </w:r>
            <w:r w:rsidR="00493B53">
              <w:rPr>
                <w:webHidden/>
              </w:rPr>
              <w:fldChar w:fldCharType="separate"/>
            </w:r>
            <w:r>
              <w:rPr>
                <w:webHidden/>
              </w:rPr>
              <w:t>34</w:t>
            </w:r>
            <w:r w:rsidR="00493B53">
              <w:rPr>
                <w:webHidden/>
              </w:rPr>
              <w:fldChar w:fldCharType="end"/>
            </w:r>
          </w:hyperlink>
        </w:p>
        <w:p w14:paraId="724069B8" w14:textId="66E237DB" w:rsidR="00493B53" w:rsidRDefault="0033059E">
          <w:pPr>
            <w:pStyle w:val="Sisluet1"/>
            <w:rPr>
              <w:rFonts w:asciiTheme="minorHAnsi" w:eastAsiaTheme="minorEastAsia" w:hAnsiTheme="minorHAnsi" w:cstheme="minorBidi"/>
              <w:sz w:val="22"/>
              <w:lang w:eastAsia="fi-FI"/>
            </w:rPr>
          </w:pPr>
          <w:hyperlink w:anchor="_Toc216782555" w:history="1">
            <w:r w:rsidR="00493B53" w:rsidRPr="00827520">
              <w:rPr>
                <w:rStyle w:val="Hyperlinkki"/>
              </w:rPr>
              <w:t>9</w:t>
            </w:r>
            <w:r w:rsidR="00493B53">
              <w:rPr>
                <w:rFonts w:asciiTheme="minorHAnsi" w:eastAsiaTheme="minorEastAsia" w:hAnsiTheme="minorHAnsi" w:cstheme="minorBidi"/>
                <w:sz w:val="22"/>
                <w:lang w:eastAsia="fi-FI"/>
              </w:rPr>
              <w:tab/>
            </w:r>
            <w:r w:rsidR="00493B53" w:rsidRPr="00827520">
              <w:rPr>
                <w:rStyle w:val="Hyperlinkki"/>
              </w:rPr>
              <w:t>Tallenna arkistoasiakirja</w:t>
            </w:r>
            <w:r w:rsidR="00493B53">
              <w:rPr>
                <w:webHidden/>
              </w:rPr>
              <w:tab/>
            </w:r>
            <w:r w:rsidR="00493B53">
              <w:rPr>
                <w:webHidden/>
              </w:rPr>
              <w:fldChar w:fldCharType="begin"/>
            </w:r>
            <w:r w:rsidR="00493B53">
              <w:rPr>
                <w:webHidden/>
              </w:rPr>
              <w:instrText xml:space="preserve"> PAGEREF _Toc216782555 \h </w:instrText>
            </w:r>
            <w:r w:rsidR="00493B53">
              <w:rPr>
                <w:webHidden/>
              </w:rPr>
            </w:r>
            <w:r w:rsidR="00493B53">
              <w:rPr>
                <w:webHidden/>
              </w:rPr>
              <w:fldChar w:fldCharType="separate"/>
            </w:r>
            <w:r>
              <w:rPr>
                <w:webHidden/>
              </w:rPr>
              <w:t>40</w:t>
            </w:r>
            <w:r w:rsidR="00493B53">
              <w:rPr>
                <w:webHidden/>
              </w:rPr>
              <w:fldChar w:fldCharType="end"/>
            </w:r>
          </w:hyperlink>
        </w:p>
        <w:p w14:paraId="2C24B0B4" w14:textId="191EBCC2" w:rsidR="00493B53" w:rsidRDefault="0033059E">
          <w:pPr>
            <w:pStyle w:val="Sisluet1"/>
            <w:rPr>
              <w:rFonts w:asciiTheme="minorHAnsi" w:eastAsiaTheme="minorEastAsia" w:hAnsiTheme="minorHAnsi" w:cstheme="minorBidi"/>
              <w:sz w:val="22"/>
              <w:lang w:eastAsia="fi-FI"/>
            </w:rPr>
          </w:pPr>
          <w:hyperlink w:anchor="_Toc216782556" w:history="1">
            <w:r w:rsidR="00493B53" w:rsidRPr="00827520">
              <w:rPr>
                <w:rStyle w:val="Hyperlinkki"/>
              </w:rPr>
              <w:t>10</w:t>
            </w:r>
            <w:r w:rsidR="00493B53">
              <w:rPr>
                <w:rFonts w:asciiTheme="minorHAnsi" w:eastAsiaTheme="minorEastAsia" w:hAnsiTheme="minorHAnsi" w:cstheme="minorBidi"/>
                <w:sz w:val="22"/>
                <w:lang w:eastAsia="fi-FI"/>
              </w:rPr>
              <w:tab/>
            </w:r>
            <w:r w:rsidR="00493B53" w:rsidRPr="00827520">
              <w:rPr>
                <w:rStyle w:val="Hyperlinkki"/>
              </w:rPr>
              <w:t>Tallenna luovutusilmoitus</w:t>
            </w:r>
            <w:r w:rsidR="00493B53">
              <w:rPr>
                <w:webHidden/>
              </w:rPr>
              <w:tab/>
            </w:r>
            <w:r w:rsidR="00493B53">
              <w:rPr>
                <w:webHidden/>
              </w:rPr>
              <w:fldChar w:fldCharType="begin"/>
            </w:r>
            <w:r w:rsidR="00493B53">
              <w:rPr>
                <w:webHidden/>
              </w:rPr>
              <w:instrText xml:space="preserve"> PAGEREF _Toc216782556 \h </w:instrText>
            </w:r>
            <w:r w:rsidR="00493B53">
              <w:rPr>
                <w:webHidden/>
              </w:rPr>
            </w:r>
            <w:r w:rsidR="00493B53">
              <w:rPr>
                <w:webHidden/>
              </w:rPr>
              <w:fldChar w:fldCharType="separate"/>
            </w:r>
            <w:r>
              <w:rPr>
                <w:webHidden/>
              </w:rPr>
              <w:t>43</w:t>
            </w:r>
            <w:r w:rsidR="00493B53">
              <w:rPr>
                <w:webHidden/>
              </w:rPr>
              <w:fldChar w:fldCharType="end"/>
            </w:r>
          </w:hyperlink>
        </w:p>
        <w:p w14:paraId="169BC2C8" w14:textId="5D35B088" w:rsidR="00493B53" w:rsidRDefault="0033059E">
          <w:pPr>
            <w:pStyle w:val="Sisluet1"/>
            <w:rPr>
              <w:rFonts w:asciiTheme="minorHAnsi" w:eastAsiaTheme="minorEastAsia" w:hAnsiTheme="minorHAnsi" w:cstheme="minorBidi"/>
              <w:sz w:val="22"/>
              <w:lang w:eastAsia="fi-FI"/>
            </w:rPr>
          </w:pPr>
          <w:hyperlink w:anchor="_Toc216782557" w:history="1">
            <w:r w:rsidR="00493B53" w:rsidRPr="00827520">
              <w:rPr>
                <w:rStyle w:val="Hyperlinkki"/>
              </w:rPr>
              <w:t>11</w:t>
            </w:r>
            <w:r w:rsidR="00493B53">
              <w:rPr>
                <w:rFonts w:asciiTheme="minorHAnsi" w:eastAsiaTheme="minorEastAsia" w:hAnsiTheme="minorHAnsi" w:cstheme="minorBidi"/>
                <w:sz w:val="22"/>
                <w:lang w:eastAsia="fi-FI"/>
              </w:rPr>
              <w:tab/>
            </w:r>
            <w:r w:rsidR="00493B53" w:rsidRPr="00827520">
              <w:rPr>
                <w:rStyle w:val="Hyperlinkki"/>
              </w:rPr>
              <w:t>Korvaa palvelutapahtuma-asiakirja (PPA, PPA11)</w:t>
            </w:r>
            <w:r w:rsidR="00493B53">
              <w:rPr>
                <w:webHidden/>
              </w:rPr>
              <w:tab/>
            </w:r>
            <w:r w:rsidR="00493B53">
              <w:rPr>
                <w:webHidden/>
              </w:rPr>
              <w:fldChar w:fldCharType="begin"/>
            </w:r>
            <w:r w:rsidR="00493B53">
              <w:rPr>
                <w:webHidden/>
              </w:rPr>
              <w:instrText xml:space="preserve"> PAGEREF _Toc216782557 \h </w:instrText>
            </w:r>
            <w:r w:rsidR="00493B53">
              <w:rPr>
                <w:webHidden/>
              </w:rPr>
            </w:r>
            <w:r w:rsidR="00493B53">
              <w:rPr>
                <w:webHidden/>
              </w:rPr>
              <w:fldChar w:fldCharType="separate"/>
            </w:r>
            <w:r>
              <w:rPr>
                <w:webHidden/>
              </w:rPr>
              <w:t>46</w:t>
            </w:r>
            <w:r w:rsidR="00493B53">
              <w:rPr>
                <w:webHidden/>
              </w:rPr>
              <w:fldChar w:fldCharType="end"/>
            </w:r>
          </w:hyperlink>
        </w:p>
        <w:p w14:paraId="708C40E1" w14:textId="096EC5A1" w:rsidR="00493B53" w:rsidRDefault="0033059E">
          <w:pPr>
            <w:pStyle w:val="Sisluet1"/>
            <w:rPr>
              <w:rFonts w:asciiTheme="minorHAnsi" w:eastAsiaTheme="minorEastAsia" w:hAnsiTheme="minorHAnsi" w:cstheme="minorBidi"/>
              <w:sz w:val="22"/>
              <w:lang w:eastAsia="fi-FI"/>
            </w:rPr>
          </w:pPr>
          <w:hyperlink w:anchor="_Toc216782558" w:history="1">
            <w:r w:rsidR="00493B53" w:rsidRPr="00827520">
              <w:rPr>
                <w:rStyle w:val="Hyperlinkki"/>
              </w:rPr>
              <w:t>12</w:t>
            </w:r>
            <w:r w:rsidR="00493B53">
              <w:rPr>
                <w:rFonts w:asciiTheme="minorHAnsi" w:eastAsiaTheme="minorEastAsia" w:hAnsiTheme="minorHAnsi" w:cstheme="minorBidi"/>
                <w:sz w:val="22"/>
                <w:lang w:eastAsia="fi-FI"/>
              </w:rPr>
              <w:tab/>
            </w:r>
            <w:r w:rsidR="00493B53" w:rsidRPr="00827520">
              <w:rPr>
                <w:rStyle w:val="Hyperlinkki"/>
              </w:rPr>
              <w:t>Korvaa palvelutapahtuma-asiakirja</w:t>
            </w:r>
            <w:r w:rsidR="00493B53">
              <w:rPr>
                <w:webHidden/>
              </w:rPr>
              <w:tab/>
            </w:r>
            <w:r w:rsidR="00493B53">
              <w:rPr>
                <w:webHidden/>
              </w:rPr>
              <w:fldChar w:fldCharType="begin"/>
            </w:r>
            <w:r w:rsidR="00493B53">
              <w:rPr>
                <w:webHidden/>
              </w:rPr>
              <w:instrText xml:space="preserve"> PAGEREF _Toc216782558 \h </w:instrText>
            </w:r>
            <w:r w:rsidR="00493B53">
              <w:rPr>
                <w:webHidden/>
              </w:rPr>
            </w:r>
            <w:r w:rsidR="00493B53">
              <w:rPr>
                <w:webHidden/>
              </w:rPr>
              <w:fldChar w:fldCharType="separate"/>
            </w:r>
            <w:r>
              <w:rPr>
                <w:webHidden/>
              </w:rPr>
              <w:t>49</w:t>
            </w:r>
            <w:r w:rsidR="00493B53">
              <w:rPr>
                <w:webHidden/>
              </w:rPr>
              <w:fldChar w:fldCharType="end"/>
            </w:r>
          </w:hyperlink>
        </w:p>
        <w:p w14:paraId="4FA1E9DA" w14:textId="1817B75F" w:rsidR="00493B53" w:rsidRDefault="0033059E">
          <w:pPr>
            <w:pStyle w:val="Sisluet1"/>
            <w:rPr>
              <w:rFonts w:asciiTheme="minorHAnsi" w:eastAsiaTheme="minorEastAsia" w:hAnsiTheme="minorHAnsi" w:cstheme="minorBidi"/>
              <w:sz w:val="22"/>
              <w:lang w:eastAsia="fi-FI"/>
            </w:rPr>
          </w:pPr>
          <w:hyperlink w:anchor="_Toc216782559" w:history="1">
            <w:r w:rsidR="00493B53" w:rsidRPr="00827520">
              <w:rPr>
                <w:rStyle w:val="Hyperlinkki"/>
              </w:rPr>
              <w:t>13</w:t>
            </w:r>
            <w:r w:rsidR="00493B53">
              <w:rPr>
                <w:rFonts w:asciiTheme="minorHAnsi" w:eastAsiaTheme="minorEastAsia" w:hAnsiTheme="minorHAnsi" w:cstheme="minorBidi"/>
                <w:sz w:val="22"/>
                <w:lang w:eastAsia="fi-FI"/>
              </w:rPr>
              <w:tab/>
            </w:r>
            <w:r w:rsidR="00493B53" w:rsidRPr="00827520">
              <w:rPr>
                <w:rStyle w:val="Hyperlinkki"/>
              </w:rPr>
              <w:t>Korvaa hoitoasiakirja (PPA, PPA11)</w:t>
            </w:r>
            <w:r w:rsidR="00493B53">
              <w:rPr>
                <w:webHidden/>
              </w:rPr>
              <w:tab/>
            </w:r>
            <w:r w:rsidR="00493B53">
              <w:rPr>
                <w:webHidden/>
              </w:rPr>
              <w:fldChar w:fldCharType="begin"/>
            </w:r>
            <w:r w:rsidR="00493B53">
              <w:rPr>
                <w:webHidden/>
              </w:rPr>
              <w:instrText xml:space="preserve"> PAGEREF _Toc216782559 \h </w:instrText>
            </w:r>
            <w:r w:rsidR="00493B53">
              <w:rPr>
                <w:webHidden/>
              </w:rPr>
            </w:r>
            <w:r w:rsidR="00493B53">
              <w:rPr>
                <w:webHidden/>
              </w:rPr>
              <w:fldChar w:fldCharType="separate"/>
            </w:r>
            <w:r>
              <w:rPr>
                <w:webHidden/>
              </w:rPr>
              <w:t>55</w:t>
            </w:r>
            <w:r w:rsidR="00493B53">
              <w:rPr>
                <w:webHidden/>
              </w:rPr>
              <w:fldChar w:fldCharType="end"/>
            </w:r>
          </w:hyperlink>
        </w:p>
        <w:p w14:paraId="1195429D" w14:textId="6C991644" w:rsidR="00493B53" w:rsidRDefault="0033059E">
          <w:pPr>
            <w:pStyle w:val="Sisluet1"/>
            <w:rPr>
              <w:rFonts w:asciiTheme="minorHAnsi" w:eastAsiaTheme="minorEastAsia" w:hAnsiTheme="minorHAnsi" w:cstheme="minorBidi"/>
              <w:sz w:val="22"/>
              <w:lang w:eastAsia="fi-FI"/>
            </w:rPr>
          </w:pPr>
          <w:hyperlink w:anchor="_Toc216782560" w:history="1">
            <w:r w:rsidR="00493B53" w:rsidRPr="00827520">
              <w:rPr>
                <w:rStyle w:val="Hyperlinkki"/>
              </w:rPr>
              <w:t>14</w:t>
            </w:r>
            <w:r w:rsidR="00493B53">
              <w:rPr>
                <w:rFonts w:asciiTheme="minorHAnsi" w:eastAsiaTheme="minorEastAsia" w:hAnsiTheme="minorHAnsi" w:cstheme="minorBidi"/>
                <w:sz w:val="22"/>
                <w:lang w:eastAsia="fi-FI"/>
              </w:rPr>
              <w:tab/>
            </w:r>
            <w:r w:rsidR="00493B53" w:rsidRPr="00827520">
              <w:rPr>
                <w:rStyle w:val="Hyperlinkki"/>
              </w:rPr>
              <w:t>Korvaa hoitoasiakirja</w:t>
            </w:r>
            <w:r w:rsidR="00493B53">
              <w:rPr>
                <w:webHidden/>
              </w:rPr>
              <w:tab/>
            </w:r>
            <w:r w:rsidR="00493B53">
              <w:rPr>
                <w:webHidden/>
              </w:rPr>
              <w:fldChar w:fldCharType="begin"/>
            </w:r>
            <w:r w:rsidR="00493B53">
              <w:rPr>
                <w:webHidden/>
              </w:rPr>
              <w:instrText xml:space="preserve"> PAGEREF _Toc216782560 \h </w:instrText>
            </w:r>
            <w:r w:rsidR="00493B53">
              <w:rPr>
                <w:webHidden/>
              </w:rPr>
            </w:r>
            <w:r w:rsidR="00493B53">
              <w:rPr>
                <w:webHidden/>
              </w:rPr>
              <w:fldChar w:fldCharType="separate"/>
            </w:r>
            <w:r>
              <w:rPr>
                <w:webHidden/>
              </w:rPr>
              <w:t>61</w:t>
            </w:r>
            <w:r w:rsidR="00493B53">
              <w:rPr>
                <w:webHidden/>
              </w:rPr>
              <w:fldChar w:fldCharType="end"/>
            </w:r>
          </w:hyperlink>
        </w:p>
        <w:p w14:paraId="26294286" w14:textId="13553843" w:rsidR="00493B53" w:rsidRDefault="0033059E">
          <w:pPr>
            <w:pStyle w:val="Sisluet1"/>
            <w:rPr>
              <w:rFonts w:asciiTheme="minorHAnsi" w:eastAsiaTheme="minorEastAsia" w:hAnsiTheme="minorHAnsi" w:cstheme="minorBidi"/>
              <w:sz w:val="22"/>
              <w:lang w:eastAsia="fi-FI"/>
            </w:rPr>
          </w:pPr>
          <w:hyperlink w:anchor="_Toc216782561" w:history="1">
            <w:r w:rsidR="00493B53" w:rsidRPr="00827520">
              <w:rPr>
                <w:rStyle w:val="Hyperlinkki"/>
              </w:rPr>
              <w:t>15</w:t>
            </w:r>
            <w:r w:rsidR="00493B53">
              <w:rPr>
                <w:rFonts w:asciiTheme="minorHAnsi" w:eastAsiaTheme="minorEastAsia" w:hAnsiTheme="minorHAnsi" w:cstheme="minorBidi"/>
                <w:sz w:val="22"/>
                <w:lang w:eastAsia="fi-FI"/>
              </w:rPr>
              <w:tab/>
            </w:r>
            <w:r w:rsidR="00493B53" w:rsidRPr="00827520">
              <w:rPr>
                <w:rStyle w:val="Hyperlinkki"/>
              </w:rPr>
              <w:t>Korvaa Tahdonilmaisupalvelun asiakirja</w:t>
            </w:r>
            <w:r w:rsidR="00493B53">
              <w:rPr>
                <w:webHidden/>
              </w:rPr>
              <w:tab/>
            </w:r>
            <w:r w:rsidR="00493B53">
              <w:rPr>
                <w:webHidden/>
              </w:rPr>
              <w:fldChar w:fldCharType="begin"/>
            </w:r>
            <w:r w:rsidR="00493B53">
              <w:rPr>
                <w:webHidden/>
              </w:rPr>
              <w:instrText xml:space="preserve"> PAGEREF _Toc216782561 \h </w:instrText>
            </w:r>
            <w:r w:rsidR="00493B53">
              <w:rPr>
                <w:webHidden/>
              </w:rPr>
            </w:r>
            <w:r w:rsidR="00493B53">
              <w:rPr>
                <w:webHidden/>
              </w:rPr>
              <w:fldChar w:fldCharType="separate"/>
            </w:r>
            <w:r>
              <w:rPr>
                <w:webHidden/>
              </w:rPr>
              <w:t>68</w:t>
            </w:r>
            <w:r w:rsidR="00493B53">
              <w:rPr>
                <w:webHidden/>
              </w:rPr>
              <w:fldChar w:fldCharType="end"/>
            </w:r>
          </w:hyperlink>
        </w:p>
        <w:p w14:paraId="17E9DF15" w14:textId="3236AAAD" w:rsidR="00493B53" w:rsidRDefault="0033059E">
          <w:pPr>
            <w:pStyle w:val="Sisluet1"/>
            <w:rPr>
              <w:rFonts w:asciiTheme="minorHAnsi" w:eastAsiaTheme="minorEastAsia" w:hAnsiTheme="minorHAnsi" w:cstheme="minorBidi"/>
              <w:sz w:val="22"/>
              <w:lang w:eastAsia="fi-FI"/>
            </w:rPr>
          </w:pPr>
          <w:hyperlink w:anchor="_Toc216782562" w:history="1">
            <w:r w:rsidR="00493B53" w:rsidRPr="00827520">
              <w:rPr>
                <w:rStyle w:val="Hyperlinkki"/>
              </w:rPr>
              <w:t>16</w:t>
            </w:r>
            <w:r w:rsidR="00493B53">
              <w:rPr>
                <w:rFonts w:asciiTheme="minorHAnsi" w:eastAsiaTheme="minorEastAsia" w:hAnsiTheme="minorHAnsi" w:cstheme="minorBidi"/>
                <w:sz w:val="22"/>
                <w:lang w:eastAsia="fi-FI"/>
              </w:rPr>
              <w:tab/>
            </w:r>
            <w:r w:rsidR="00493B53" w:rsidRPr="00827520">
              <w:rPr>
                <w:rStyle w:val="Hyperlinkki"/>
              </w:rPr>
              <w:t>Korvaa arkistoasiakirja</w:t>
            </w:r>
            <w:r w:rsidR="00493B53">
              <w:rPr>
                <w:webHidden/>
              </w:rPr>
              <w:tab/>
            </w:r>
            <w:r w:rsidR="00493B53">
              <w:rPr>
                <w:webHidden/>
              </w:rPr>
              <w:fldChar w:fldCharType="begin"/>
            </w:r>
            <w:r w:rsidR="00493B53">
              <w:rPr>
                <w:webHidden/>
              </w:rPr>
              <w:instrText xml:space="preserve"> PAGEREF _Toc216782562 \h </w:instrText>
            </w:r>
            <w:r w:rsidR="00493B53">
              <w:rPr>
                <w:webHidden/>
              </w:rPr>
            </w:r>
            <w:r w:rsidR="00493B53">
              <w:rPr>
                <w:webHidden/>
              </w:rPr>
              <w:fldChar w:fldCharType="separate"/>
            </w:r>
            <w:r>
              <w:rPr>
                <w:webHidden/>
              </w:rPr>
              <w:t>73</w:t>
            </w:r>
            <w:r w:rsidR="00493B53">
              <w:rPr>
                <w:webHidden/>
              </w:rPr>
              <w:fldChar w:fldCharType="end"/>
            </w:r>
          </w:hyperlink>
        </w:p>
        <w:p w14:paraId="021FD84A" w14:textId="58453727" w:rsidR="00493B53" w:rsidRDefault="0033059E">
          <w:pPr>
            <w:pStyle w:val="Sisluet1"/>
            <w:rPr>
              <w:rFonts w:asciiTheme="minorHAnsi" w:eastAsiaTheme="minorEastAsia" w:hAnsiTheme="minorHAnsi" w:cstheme="minorBidi"/>
              <w:sz w:val="22"/>
              <w:lang w:eastAsia="fi-FI"/>
            </w:rPr>
          </w:pPr>
          <w:hyperlink w:anchor="_Toc216782563" w:history="1">
            <w:r w:rsidR="00493B53" w:rsidRPr="00827520">
              <w:rPr>
                <w:rStyle w:val="Hyperlinkki"/>
              </w:rPr>
              <w:t>17</w:t>
            </w:r>
            <w:r w:rsidR="00493B53">
              <w:rPr>
                <w:rFonts w:asciiTheme="minorHAnsi" w:eastAsiaTheme="minorEastAsia" w:hAnsiTheme="minorHAnsi" w:cstheme="minorBidi"/>
                <w:sz w:val="22"/>
                <w:lang w:eastAsia="fi-FI"/>
              </w:rPr>
              <w:tab/>
            </w:r>
            <w:r w:rsidR="00493B53" w:rsidRPr="00827520">
              <w:rPr>
                <w:rStyle w:val="Hyperlinkki"/>
              </w:rPr>
              <w:t>Hae potilasasiakirjoja (PPB, PPB11)</w:t>
            </w:r>
            <w:r w:rsidR="00493B53">
              <w:rPr>
                <w:webHidden/>
              </w:rPr>
              <w:tab/>
            </w:r>
            <w:r w:rsidR="00493B53">
              <w:rPr>
                <w:webHidden/>
              </w:rPr>
              <w:fldChar w:fldCharType="begin"/>
            </w:r>
            <w:r w:rsidR="00493B53">
              <w:rPr>
                <w:webHidden/>
              </w:rPr>
              <w:instrText xml:space="preserve"> PAGEREF _Toc216782563 \h </w:instrText>
            </w:r>
            <w:r w:rsidR="00493B53">
              <w:rPr>
                <w:webHidden/>
              </w:rPr>
            </w:r>
            <w:r w:rsidR="00493B53">
              <w:rPr>
                <w:webHidden/>
              </w:rPr>
              <w:fldChar w:fldCharType="separate"/>
            </w:r>
            <w:r>
              <w:rPr>
                <w:webHidden/>
              </w:rPr>
              <w:t>76</w:t>
            </w:r>
            <w:r w:rsidR="00493B53">
              <w:rPr>
                <w:webHidden/>
              </w:rPr>
              <w:fldChar w:fldCharType="end"/>
            </w:r>
          </w:hyperlink>
        </w:p>
        <w:p w14:paraId="1AB93014" w14:textId="27EC3AC3" w:rsidR="00493B53" w:rsidRDefault="0033059E">
          <w:pPr>
            <w:pStyle w:val="Sisluet1"/>
            <w:rPr>
              <w:rFonts w:asciiTheme="minorHAnsi" w:eastAsiaTheme="minorEastAsia" w:hAnsiTheme="minorHAnsi" w:cstheme="minorBidi"/>
              <w:sz w:val="22"/>
              <w:lang w:eastAsia="fi-FI"/>
            </w:rPr>
          </w:pPr>
          <w:hyperlink w:anchor="_Toc216782564" w:history="1">
            <w:r w:rsidR="00493B53" w:rsidRPr="00827520">
              <w:rPr>
                <w:rStyle w:val="Hyperlinkki"/>
              </w:rPr>
              <w:t>18</w:t>
            </w:r>
            <w:r w:rsidR="00493B53">
              <w:rPr>
                <w:rFonts w:asciiTheme="minorHAnsi" w:eastAsiaTheme="minorEastAsia" w:hAnsiTheme="minorHAnsi" w:cstheme="minorBidi"/>
                <w:sz w:val="22"/>
                <w:lang w:eastAsia="fi-FI"/>
              </w:rPr>
              <w:tab/>
            </w:r>
            <w:r w:rsidR="00493B53" w:rsidRPr="00827520">
              <w:rPr>
                <w:rStyle w:val="Hyperlinkki"/>
              </w:rPr>
              <w:t>Hae oman rekisterin asiakirjoja</w:t>
            </w:r>
            <w:r w:rsidR="00493B53">
              <w:rPr>
                <w:webHidden/>
              </w:rPr>
              <w:tab/>
            </w:r>
            <w:r w:rsidR="00493B53">
              <w:rPr>
                <w:webHidden/>
              </w:rPr>
              <w:fldChar w:fldCharType="begin"/>
            </w:r>
            <w:r w:rsidR="00493B53">
              <w:rPr>
                <w:webHidden/>
              </w:rPr>
              <w:instrText xml:space="preserve"> PAGEREF _Toc216782564 \h </w:instrText>
            </w:r>
            <w:r w:rsidR="00493B53">
              <w:rPr>
                <w:webHidden/>
              </w:rPr>
            </w:r>
            <w:r w:rsidR="00493B53">
              <w:rPr>
                <w:webHidden/>
              </w:rPr>
              <w:fldChar w:fldCharType="separate"/>
            </w:r>
            <w:r>
              <w:rPr>
                <w:webHidden/>
              </w:rPr>
              <w:t>84</w:t>
            </w:r>
            <w:r w:rsidR="00493B53">
              <w:rPr>
                <w:webHidden/>
              </w:rPr>
              <w:fldChar w:fldCharType="end"/>
            </w:r>
          </w:hyperlink>
        </w:p>
        <w:p w14:paraId="4D7634A7" w14:textId="3C25075E" w:rsidR="00493B53" w:rsidRDefault="0033059E">
          <w:pPr>
            <w:pStyle w:val="Sisluet1"/>
            <w:rPr>
              <w:rFonts w:asciiTheme="minorHAnsi" w:eastAsiaTheme="minorEastAsia" w:hAnsiTheme="minorHAnsi" w:cstheme="minorBidi"/>
              <w:sz w:val="22"/>
              <w:lang w:eastAsia="fi-FI"/>
            </w:rPr>
          </w:pPr>
          <w:hyperlink w:anchor="_Toc216782565" w:history="1">
            <w:r w:rsidR="00493B53" w:rsidRPr="00827520">
              <w:rPr>
                <w:rStyle w:val="Hyperlinkki"/>
              </w:rPr>
              <w:t>19</w:t>
            </w:r>
            <w:r w:rsidR="00493B53">
              <w:rPr>
                <w:rFonts w:asciiTheme="minorHAnsi" w:eastAsiaTheme="minorEastAsia" w:hAnsiTheme="minorHAnsi" w:cstheme="minorBidi"/>
                <w:sz w:val="22"/>
                <w:lang w:eastAsia="fi-FI"/>
              </w:rPr>
              <w:tab/>
            </w:r>
            <w:r w:rsidR="00493B53" w:rsidRPr="00827520">
              <w:rPr>
                <w:rStyle w:val="Hyperlinkki"/>
              </w:rPr>
              <w:t>Hae asiakirjoja luovutuksena</w:t>
            </w:r>
            <w:r w:rsidR="00493B53">
              <w:rPr>
                <w:webHidden/>
              </w:rPr>
              <w:tab/>
            </w:r>
            <w:r w:rsidR="00493B53">
              <w:rPr>
                <w:webHidden/>
              </w:rPr>
              <w:fldChar w:fldCharType="begin"/>
            </w:r>
            <w:r w:rsidR="00493B53">
              <w:rPr>
                <w:webHidden/>
              </w:rPr>
              <w:instrText xml:space="preserve"> PAGEREF _Toc216782565 \h </w:instrText>
            </w:r>
            <w:r w:rsidR="00493B53">
              <w:rPr>
                <w:webHidden/>
              </w:rPr>
            </w:r>
            <w:r w:rsidR="00493B53">
              <w:rPr>
                <w:webHidden/>
              </w:rPr>
              <w:fldChar w:fldCharType="separate"/>
            </w:r>
            <w:r>
              <w:rPr>
                <w:webHidden/>
              </w:rPr>
              <w:t>89</w:t>
            </w:r>
            <w:r w:rsidR="00493B53">
              <w:rPr>
                <w:webHidden/>
              </w:rPr>
              <w:fldChar w:fldCharType="end"/>
            </w:r>
          </w:hyperlink>
        </w:p>
        <w:p w14:paraId="4ACEBCCA" w14:textId="3BCFCC4A" w:rsidR="00493B53" w:rsidRDefault="0033059E">
          <w:pPr>
            <w:pStyle w:val="Sisluet1"/>
            <w:rPr>
              <w:rFonts w:asciiTheme="minorHAnsi" w:eastAsiaTheme="minorEastAsia" w:hAnsiTheme="minorHAnsi" w:cstheme="minorBidi"/>
              <w:sz w:val="22"/>
              <w:lang w:eastAsia="fi-FI"/>
            </w:rPr>
          </w:pPr>
          <w:hyperlink w:anchor="_Toc216782566" w:history="1">
            <w:r w:rsidR="00493B53" w:rsidRPr="00827520">
              <w:rPr>
                <w:rStyle w:val="Hyperlinkki"/>
              </w:rPr>
              <w:t>20</w:t>
            </w:r>
            <w:r w:rsidR="00493B53">
              <w:rPr>
                <w:rFonts w:asciiTheme="minorHAnsi" w:eastAsiaTheme="minorEastAsia" w:hAnsiTheme="minorHAnsi" w:cstheme="minorBidi"/>
                <w:sz w:val="22"/>
                <w:lang w:eastAsia="fi-FI"/>
              </w:rPr>
              <w:tab/>
            </w:r>
            <w:r w:rsidR="00493B53" w:rsidRPr="00827520">
              <w:rPr>
                <w:rStyle w:val="Hyperlinkki"/>
              </w:rPr>
              <w:t>Hae asiakirjoja ostopalvelutilanteessa</w:t>
            </w:r>
            <w:r w:rsidR="00493B53">
              <w:rPr>
                <w:webHidden/>
              </w:rPr>
              <w:tab/>
            </w:r>
            <w:r w:rsidR="00493B53">
              <w:rPr>
                <w:webHidden/>
              </w:rPr>
              <w:fldChar w:fldCharType="begin"/>
            </w:r>
            <w:r w:rsidR="00493B53">
              <w:rPr>
                <w:webHidden/>
              </w:rPr>
              <w:instrText xml:space="preserve"> PAGEREF _Toc216782566 \h </w:instrText>
            </w:r>
            <w:r w:rsidR="00493B53">
              <w:rPr>
                <w:webHidden/>
              </w:rPr>
            </w:r>
            <w:r w:rsidR="00493B53">
              <w:rPr>
                <w:webHidden/>
              </w:rPr>
              <w:fldChar w:fldCharType="separate"/>
            </w:r>
            <w:r>
              <w:rPr>
                <w:webHidden/>
              </w:rPr>
              <w:t>93</w:t>
            </w:r>
            <w:r w:rsidR="00493B53">
              <w:rPr>
                <w:webHidden/>
              </w:rPr>
              <w:fldChar w:fldCharType="end"/>
            </w:r>
          </w:hyperlink>
        </w:p>
        <w:p w14:paraId="782D6E37" w14:textId="13BF6C92" w:rsidR="00493B53" w:rsidRDefault="0033059E">
          <w:pPr>
            <w:pStyle w:val="Sisluet1"/>
            <w:rPr>
              <w:rFonts w:asciiTheme="minorHAnsi" w:eastAsiaTheme="minorEastAsia" w:hAnsiTheme="minorHAnsi" w:cstheme="minorBidi"/>
              <w:sz w:val="22"/>
              <w:lang w:eastAsia="fi-FI"/>
            </w:rPr>
          </w:pPr>
          <w:hyperlink w:anchor="_Toc216782567" w:history="1">
            <w:r w:rsidR="00493B53" w:rsidRPr="00827520">
              <w:rPr>
                <w:rStyle w:val="Hyperlinkki"/>
              </w:rPr>
              <w:t>21</w:t>
            </w:r>
            <w:r w:rsidR="00493B53">
              <w:rPr>
                <w:rFonts w:asciiTheme="minorHAnsi" w:eastAsiaTheme="minorEastAsia" w:hAnsiTheme="minorHAnsi" w:cstheme="minorBidi"/>
                <w:sz w:val="22"/>
                <w:lang w:eastAsia="fi-FI"/>
              </w:rPr>
              <w:tab/>
            </w:r>
            <w:r w:rsidR="00493B53" w:rsidRPr="00827520">
              <w:rPr>
                <w:rStyle w:val="Hyperlinkki"/>
              </w:rPr>
              <w:t>Hae Tahdonilmaisupalvelun asiakirjoja</w:t>
            </w:r>
            <w:r w:rsidR="00493B53">
              <w:rPr>
                <w:webHidden/>
              </w:rPr>
              <w:tab/>
            </w:r>
            <w:r w:rsidR="00493B53">
              <w:rPr>
                <w:webHidden/>
              </w:rPr>
              <w:fldChar w:fldCharType="begin"/>
            </w:r>
            <w:r w:rsidR="00493B53">
              <w:rPr>
                <w:webHidden/>
              </w:rPr>
              <w:instrText xml:space="preserve"> PAGEREF _Toc216782567 \h </w:instrText>
            </w:r>
            <w:r w:rsidR="00493B53">
              <w:rPr>
                <w:webHidden/>
              </w:rPr>
            </w:r>
            <w:r w:rsidR="00493B53">
              <w:rPr>
                <w:webHidden/>
              </w:rPr>
              <w:fldChar w:fldCharType="separate"/>
            </w:r>
            <w:r>
              <w:rPr>
                <w:webHidden/>
              </w:rPr>
              <w:t>97</w:t>
            </w:r>
            <w:r w:rsidR="00493B53">
              <w:rPr>
                <w:webHidden/>
              </w:rPr>
              <w:fldChar w:fldCharType="end"/>
            </w:r>
          </w:hyperlink>
        </w:p>
        <w:p w14:paraId="01EA3636" w14:textId="04CC3A4C" w:rsidR="00493B53" w:rsidRDefault="0033059E">
          <w:pPr>
            <w:pStyle w:val="Sisluet1"/>
            <w:rPr>
              <w:rFonts w:asciiTheme="minorHAnsi" w:eastAsiaTheme="minorEastAsia" w:hAnsiTheme="minorHAnsi" w:cstheme="minorBidi"/>
              <w:sz w:val="22"/>
              <w:lang w:eastAsia="fi-FI"/>
            </w:rPr>
          </w:pPr>
          <w:hyperlink w:anchor="_Toc216782568" w:history="1">
            <w:r w:rsidR="00493B53" w:rsidRPr="00827520">
              <w:rPr>
                <w:rStyle w:val="Hyperlinkki"/>
              </w:rPr>
              <w:t>22</w:t>
            </w:r>
            <w:r w:rsidR="00493B53">
              <w:rPr>
                <w:rFonts w:asciiTheme="minorHAnsi" w:eastAsiaTheme="minorEastAsia" w:hAnsiTheme="minorHAnsi" w:cstheme="minorBidi"/>
                <w:sz w:val="22"/>
                <w:lang w:eastAsia="fi-FI"/>
              </w:rPr>
              <w:tab/>
            </w:r>
            <w:r w:rsidR="00493B53" w:rsidRPr="00827520">
              <w:rPr>
                <w:rStyle w:val="Hyperlinkki"/>
              </w:rPr>
              <w:t>Hae arkistoasiakirjoja</w:t>
            </w:r>
            <w:r w:rsidR="00493B53">
              <w:rPr>
                <w:webHidden/>
              </w:rPr>
              <w:tab/>
            </w:r>
            <w:r w:rsidR="00493B53">
              <w:rPr>
                <w:webHidden/>
              </w:rPr>
              <w:fldChar w:fldCharType="begin"/>
            </w:r>
            <w:r w:rsidR="00493B53">
              <w:rPr>
                <w:webHidden/>
              </w:rPr>
              <w:instrText xml:space="preserve"> PAGEREF _Toc216782568 \h </w:instrText>
            </w:r>
            <w:r w:rsidR="00493B53">
              <w:rPr>
                <w:webHidden/>
              </w:rPr>
            </w:r>
            <w:r w:rsidR="00493B53">
              <w:rPr>
                <w:webHidden/>
              </w:rPr>
              <w:fldChar w:fldCharType="separate"/>
            </w:r>
            <w:r>
              <w:rPr>
                <w:webHidden/>
              </w:rPr>
              <w:t>102</w:t>
            </w:r>
            <w:r w:rsidR="00493B53">
              <w:rPr>
                <w:webHidden/>
              </w:rPr>
              <w:fldChar w:fldCharType="end"/>
            </w:r>
          </w:hyperlink>
        </w:p>
        <w:p w14:paraId="112E5D68" w14:textId="55831864" w:rsidR="00493B53" w:rsidRDefault="0033059E">
          <w:pPr>
            <w:pStyle w:val="Sisluet1"/>
            <w:rPr>
              <w:rFonts w:asciiTheme="minorHAnsi" w:eastAsiaTheme="minorEastAsia" w:hAnsiTheme="minorHAnsi" w:cstheme="minorBidi"/>
              <w:sz w:val="22"/>
              <w:lang w:eastAsia="fi-FI"/>
            </w:rPr>
          </w:pPr>
          <w:hyperlink w:anchor="_Toc216782569" w:history="1">
            <w:r w:rsidR="00493B53" w:rsidRPr="00827520">
              <w:rPr>
                <w:rStyle w:val="Hyperlinkki"/>
              </w:rPr>
              <w:t>23</w:t>
            </w:r>
            <w:r w:rsidR="00493B53">
              <w:rPr>
                <w:rFonts w:asciiTheme="minorHAnsi" w:eastAsiaTheme="minorEastAsia" w:hAnsiTheme="minorHAnsi" w:cstheme="minorBidi"/>
                <w:sz w:val="22"/>
                <w:lang w:eastAsia="fi-FI"/>
              </w:rPr>
              <w:tab/>
            </w:r>
            <w:r w:rsidR="00493B53" w:rsidRPr="00827520">
              <w:rPr>
                <w:rStyle w:val="Hyperlinkki"/>
              </w:rPr>
              <w:t>Hae keskeisiä tietoja (PPC)</w:t>
            </w:r>
            <w:r w:rsidR="00493B53">
              <w:rPr>
                <w:webHidden/>
              </w:rPr>
              <w:tab/>
            </w:r>
            <w:r w:rsidR="00493B53">
              <w:rPr>
                <w:webHidden/>
              </w:rPr>
              <w:fldChar w:fldCharType="begin"/>
            </w:r>
            <w:r w:rsidR="00493B53">
              <w:rPr>
                <w:webHidden/>
              </w:rPr>
              <w:instrText xml:space="preserve"> PAGEREF _Toc216782569 \h </w:instrText>
            </w:r>
            <w:r w:rsidR="00493B53">
              <w:rPr>
                <w:webHidden/>
              </w:rPr>
            </w:r>
            <w:r w:rsidR="00493B53">
              <w:rPr>
                <w:webHidden/>
              </w:rPr>
              <w:fldChar w:fldCharType="separate"/>
            </w:r>
            <w:r>
              <w:rPr>
                <w:webHidden/>
              </w:rPr>
              <w:t>112</w:t>
            </w:r>
            <w:r w:rsidR="00493B53">
              <w:rPr>
                <w:webHidden/>
              </w:rPr>
              <w:fldChar w:fldCharType="end"/>
            </w:r>
          </w:hyperlink>
        </w:p>
        <w:p w14:paraId="3AC22392" w14:textId="6ACD96F6" w:rsidR="00493B53" w:rsidRDefault="0033059E">
          <w:pPr>
            <w:pStyle w:val="Sisluet1"/>
            <w:rPr>
              <w:rFonts w:asciiTheme="minorHAnsi" w:eastAsiaTheme="minorEastAsia" w:hAnsiTheme="minorHAnsi" w:cstheme="minorBidi"/>
              <w:sz w:val="22"/>
              <w:lang w:eastAsia="fi-FI"/>
            </w:rPr>
          </w:pPr>
          <w:hyperlink w:anchor="_Toc216782570" w:history="1">
            <w:r w:rsidR="00493B53" w:rsidRPr="00827520">
              <w:rPr>
                <w:rStyle w:val="Hyperlinkki"/>
              </w:rPr>
              <w:t>24</w:t>
            </w:r>
            <w:r w:rsidR="00493B53">
              <w:rPr>
                <w:rFonts w:asciiTheme="minorHAnsi" w:eastAsiaTheme="minorEastAsia" w:hAnsiTheme="minorHAnsi" w:cstheme="minorBidi"/>
                <w:sz w:val="22"/>
                <w:lang w:eastAsia="fi-FI"/>
              </w:rPr>
              <w:tab/>
            </w:r>
            <w:r w:rsidR="00493B53" w:rsidRPr="00827520">
              <w:rPr>
                <w:rStyle w:val="Hyperlinkki"/>
              </w:rPr>
              <w:t>Hae keskeisiä terveystietoja</w:t>
            </w:r>
            <w:r w:rsidR="00493B53">
              <w:rPr>
                <w:webHidden/>
              </w:rPr>
              <w:tab/>
            </w:r>
            <w:r w:rsidR="00493B53">
              <w:rPr>
                <w:webHidden/>
              </w:rPr>
              <w:fldChar w:fldCharType="begin"/>
            </w:r>
            <w:r w:rsidR="00493B53">
              <w:rPr>
                <w:webHidden/>
              </w:rPr>
              <w:instrText xml:space="preserve"> PAGEREF _Toc216782570 \h </w:instrText>
            </w:r>
            <w:r w:rsidR="00493B53">
              <w:rPr>
                <w:webHidden/>
              </w:rPr>
            </w:r>
            <w:r w:rsidR="00493B53">
              <w:rPr>
                <w:webHidden/>
              </w:rPr>
              <w:fldChar w:fldCharType="separate"/>
            </w:r>
            <w:r>
              <w:rPr>
                <w:webHidden/>
              </w:rPr>
              <w:t>116</w:t>
            </w:r>
            <w:r w:rsidR="00493B53">
              <w:rPr>
                <w:webHidden/>
              </w:rPr>
              <w:fldChar w:fldCharType="end"/>
            </w:r>
          </w:hyperlink>
        </w:p>
        <w:p w14:paraId="44DB58C7" w14:textId="70873E29" w:rsidR="00493B53" w:rsidRDefault="0033059E">
          <w:pPr>
            <w:pStyle w:val="Sisluet1"/>
            <w:rPr>
              <w:rFonts w:asciiTheme="minorHAnsi" w:eastAsiaTheme="minorEastAsia" w:hAnsiTheme="minorHAnsi" w:cstheme="minorBidi"/>
              <w:sz w:val="22"/>
              <w:lang w:eastAsia="fi-FI"/>
            </w:rPr>
          </w:pPr>
          <w:hyperlink w:anchor="_Toc216782571" w:history="1">
            <w:r w:rsidR="00493B53" w:rsidRPr="00827520">
              <w:rPr>
                <w:rStyle w:val="Hyperlinkki"/>
              </w:rPr>
              <w:t>25</w:t>
            </w:r>
            <w:r w:rsidR="00493B53">
              <w:rPr>
                <w:rFonts w:asciiTheme="minorHAnsi" w:eastAsiaTheme="minorEastAsia" w:hAnsiTheme="minorHAnsi" w:cstheme="minorBidi"/>
                <w:sz w:val="22"/>
                <w:lang w:eastAsia="fi-FI"/>
              </w:rPr>
              <w:tab/>
            </w:r>
            <w:r w:rsidR="00493B53" w:rsidRPr="00827520">
              <w:rPr>
                <w:rStyle w:val="Hyperlinkki"/>
              </w:rPr>
              <w:t>Hae koronatodistus</w:t>
            </w:r>
            <w:r w:rsidR="00493B53">
              <w:rPr>
                <w:webHidden/>
              </w:rPr>
              <w:tab/>
            </w:r>
            <w:r w:rsidR="00493B53">
              <w:rPr>
                <w:webHidden/>
              </w:rPr>
              <w:fldChar w:fldCharType="begin"/>
            </w:r>
            <w:r w:rsidR="00493B53">
              <w:rPr>
                <w:webHidden/>
              </w:rPr>
              <w:instrText xml:space="preserve"> PAGEREF _Toc216782571 \h </w:instrText>
            </w:r>
            <w:r w:rsidR="00493B53">
              <w:rPr>
                <w:webHidden/>
              </w:rPr>
            </w:r>
            <w:r w:rsidR="00493B53">
              <w:rPr>
                <w:webHidden/>
              </w:rPr>
              <w:fldChar w:fldCharType="separate"/>
            </w:r>
            <w:r>
              <w:rPr>
                <w:webHidden/>
              </w:rPr>
              <w:t>120</w:t>
            </w:r>
            <w:r w:rsidR="00493B53">
              <w:rPr>
                <w:webHidden/>
              </w:rPr>
              <w:fldChar w:fldCharType="end"/>
            </w:r>
          </w:hyperlink>
        </w:p>
        <w:p w14:paraId="2DE9A1BC" w14:textId="3E6A24F7" w:rsidR="00493B53" w:rsidRDefault="0033059E">
          <w:pPr>
            <w:pStyle w:val="Sisluet1"/>
            <w:rPr>
              <w:rFonts w:asciiTheme="minorHAnsi" w:eastAsiaTheme="minorEastAsia" w:hAnsiTheme="minorHAnsi" w:cstheme="minorBidi"/>
              <w:sz w:val="22"/>
              <w:lang w:eastAsia="fi-FI"/>
            </w:rPr>
          </w:pPr>
          <w:hyperlink w:anchor="_Toc216782572" w:history="1">
            <w:r w:rsidR="00493B53" w:rsidRPr="00827520">
              <w:rPr>
                <w:rStyle w:val="Hyperlinkki"/>
              </w:rPr>
              <w:t>26</w:t>
            </w:r>
            <w:r w:rsidR="00493B53">
              <w:rPr>
                <w:rFonts w:asciiTheme="minorHAnsi" w:eastAsiaTheme="minorEastAsia" w:hAnsiTheme="minorHAnsi" w:cstheme="minorBidi"/>
                <w:sz w:val="22"/>
                <w:lang w:eastAsia="fi-FI"/>
              </w:rPr>
              <w:tab/>
            </w:r>
            <w:r w:rsidR="00493B53" w:rsidRPr="00827520">
              <w:rPr>
                <w:rStyle w:val="Hyperlinkki"/>
              </w:rPr>
              <w:t>Edelleenvälitä asiakirja</w:t>
            </w:r>
            <w:r w:rsidR="00493B53">
              <w:rPr>
                <w:webHidden/>
              </w:rPr>
              <w:tab/>
            </w:r>
            <w:r w:rsidR="00493B53">
              <w:rPr>
                <w:webHidden/>
              </w:rPr>
              <w:fldChar w:fldCharType="begin"/>
            </w:r>
            <w:r w:rsidR="00493B53">
              <w:rPr>
                <w:webHidden/>
              </w:rPr>
              <w:instrText xml:space="preserve"> PAGEREF _Toc216782572 \h </w:instrText>
            </w:r>
            <w:r w:rsidR="00493B53">
              <w:rPr>
                <w:webHidden/>
              </w:rPr>
            </w:r>
            <w:r w:rsidR="00493B53">
              <w:rPr>
                <w:webHidden/>
              </w:rPr>
              <w:fldChar w:fldCharType="separate"/>
            </w:r>
            <w:r>
              <w:rPr>
                <w:webHidden/>
              </w:rPr>
              <w:t>125</w:t>
            </w:r>
            <w:r w:rsidR="00493B53">
              <w:rPr>
                <w:webHidden/>
              </w:rPr>
              <w:fldChar w:fldCharType="end"/>
            </w:r>
          </w:hyperlink>
        </w:p>
        <w:p w14:paraId="76EE8229" w14:textId="1DCFD604" w:rsidR="00493B53" w:rsidRDefault="0033059E">
          <w:pPr>
            <w:pStyle w:val="Sisluet1"/>
            <w:rPr>
              <w:rFonts w:asciiTheme="minorHAnsi" w:eastAsiaTheme="minorEastAsia" w:hAnsiTheme="minorHAnsi" w:cstheme="minorBidi"/>
              <w:sz w:val="22"/>
              <w:lang w:eastAsia="fi-FI"/>
            </w:rPr>
          </w:pPr>
          <w:hyperlink w:anchor="_Toc216782573" w:history="1">
            <w:r w:rsidR="00493B53" w:rsidRPr="00827520">
              <w:rPr>
                <w:rStyle w:val="Hyperlinkki"/>
              </w:rPr>
              <w:t>27</w:t>
            </w:r>
            <w:r w:rsidR="00493B53">
              <w:rPr>
                <w:rFonts w:asciiTheme="minorHAnsi" w:eastAsiaTheme="minorEastAsia" w:hAnsiTheme="minorHAnsi" w:cstheme="minorBidi"/>
                <w:sz w:val="22"/>
                <w:lang w:eastAsia="fi-FI"/>
              </w:rPr>
              <w:tab/>
            </w:r>
            <w:r w:rsidR="00493B53" w:rsidRPr="00827520">
              <w:rPr>
                <w:rStyle w:val="Hyperlinkki"/>
              </w:rPr>
              <w:t>Hae potilastietoja sosiaalihuoltoon</w:t>
            </w:r>
            <w:r w:rsidR="00493B53">
              <w:rPr>
                <w:webHidden/>
              </w:rPr>
              <w:tab/>
            </w:r>
            <w:r w:rsidR="00493B53">
              <w:rPr>
                <w:webHidden/>
              </w:rPr>
              <w:fldChar w:fldCharType="begin"/>
            </w:r>
            <w:r w:rsidR="00493B53">
              <w:rPr>
                <w:webHidden/>
              </w:rPr>
              <w:instrText xml:space="preserve"> PAGEREF _Toc216782573 \h </w:instrText>
            </w:r>
            <w:r w:rsidR="00493B53">
              <w:rPr>
                <w:webHidden/>
              </w:rPr>
            </w:r>
            <w:r w:rsidR="00493B53">
              <w:rPr>
                <w:webHidden/>
              </w:rPr>
              <w:fldChar w:fldCharType="separate"/>
            </w:r>
            <w:r>
              <w:rPr>
                <w:webHidden/>
              </w:rPr>
              <w:t>127</w:t>
            </w:r>
            <w:r w:rsidR="00493B53">
              <w:rPr>
                <w:webHidden/>
              </w:rPr>
              <w:fldChar w:fldCharType="end"/>
            </w:r>
          </w:hyperlink>
        </w:p>
        <w:p w14:paraId="37044912" w14:textId="6B1582A8" w:rsidR="00493B53" w:rsidRDefault="0033059E">
          <w:pPr>
            <w:pStyle w:val="Sisluet1"/>
            <w:rPr>
              <w:rFonts w:asciiTheme="minorHAnsi" w:eastAsiaTheme="minorEastAsia" w:hAnsiTheme="minorHAnsi" w:cstheme="minorBidi"/>
              <w:sz w:val="22"/>
              <w:lang w:eastAsia="fi-FI"/>
            </w:rPr>
          </w:pPr>
          <w:hyperlink w:anchor="_Toc216782574" w:history="1">
            <w:r w:rsidR="00493B53" w:rsidRPr="00827520">
              <w:rPr>
                <w:rStyle w:val="Hyperlinkki"/>
              </w:rPr>
              <w:t>28</w:t>
            </w:r>
            <w:r w:rsidR="00493B53">
              <w:rPr>
                <w:rFonts w:asciiTheme="minorHAnsi" w:eastAsiaTheme="minorEastAsia" w:hAnsiTheme="minorHAnsi" w:cstheme="minorBidi"/>
                <w:sz w:val="22"/>
                <w:lang w:eastAsia="fi-FI"/>
              </w:rPr>
              <w:tab/>
            </w:r>
            <w:r w:rsidR="00493B53" w:rsidRPr="00827520">
              <w:rPr>
                <w:rStyle w:val="Hyperlinkki"/>
              </w:rPr>
              <w:t>Hae keskeisiä potilastietoja sosiaalihuoltoon</w:t>
            </w:r>
            <w:r w:rsidR="00493B53">
              <w:rPr>
                <w:webHidden/>
              </w:rPr>
              <w:tab/>
            </w:r>
            <w:r w:rsidR="00493B53">
              <w:rPr>
                <w:webHidden/>
              </w:rPr>
              <w:fldChar w:fldCharType="begin"/>
            </w:r>
            <w:r w:rsidR="00493B53">
              <w:rPr>
                <w:webHidden/>
              </w:rPr>
              <w:instrText xml:space="preserve"> PAGEREF _Toc216782574 \h </w:instrText>
            </w:r>
            <w:r w:rsidR="00493B53">
              <w:rPr>
                <w:webHidden/>
              </w:rPr>
            </w:r>
            <w:r w:rsidR="00493B53">
              <w:rPr>
                <w:webHidden/>
              </w:rPr>
              <w:fldChar w:fldCharType="separate"/>
            </w:r>
            <w:r>
              <w:rPr>
                <w:webHidden/>
              </w:rPr>
              <w:t>132</w:t>
            </w:r>
            <w:r w:rsidR="00493B53">
              <w:rPr>
                <w:webHidden/>
              </w:rPr>
              <w:fldChar w:fldCharType="end"/>
            </w:r>
          </w:hyperlink>
        </w:p>
        <w:p w14:paraId="3A73F9DA" w14:textId="140C6B4E" w:rsidR="00493B53" w:rsidRDefault="0033059E">
          <w:pPr>
            <w:pStyle w:val="Sisluet1"/>
            <w:rPr>
              <w:rFonts w:asciiTheme="minorHAnsi" w:eastAsiaTheme="minorEastAsia" w:hAnsiTheme="minorHAnsi" w:cstheme="minorBidi"/>
              <w:sz w:val="22"/>
              <w:lang w:eastAsia="fi-FI"/>
            </w:rPr>
          </w:pPr>
          <w:hyperlink w:anchor="_Toc216782575" w:history="1">
            <w:r w:rsidR="00493B53" w:rsidRPr="00827520">
              <w:rPr>
                <w:rStyle w:val="Hyperlinkki"/>
              </w:rPr>
              <w:t>29</w:t>
            </w:r>
            <w:r w:rsidR="00493B53">
              <w:rPr>
                <w:rFonts w:asciiTheme="minorHAnsi" w:eastAsiaTheme="minorEastAsia" w:hAnsiTheme="minorHAnsi" w:cstheme="minorBidi"/>
                <w:sz w:val="22"/>
                <w:lang w:eastAsia="fi-FI"/>
              </w:rPr>
              <w:tab/>
            </w:r>
            <w:r w:rsidR="00493B53" w:rsidRPr="00827520">
              <w:rPr>
                <w:rStyle w:val="Hyperlinkki"/>
              </w:rPr>
              <w:t>Hae vanhoja potilastietoja sosiaalihuoltoon</w:t>
            </w:r>
            <w:r w:rsidR="00493B53">
              <w:rPr>
                <w:webHidden/>
              </w:rPr>
              <w:tab/>
            </w:r>
            <w:r w:rsidR="00493B53">
              <w:rPr>
                <w:webHidden/>
              </w:rPr>
              <w:fldChar w:fldCharType="begin"/>
            </w:r>
            <w:r w:rsidR="00493B53">
              <w:rPr>
                <w:webHidden/>
              </w:rPr>
              <w:instrText xml:space="preserve"> PAGEREF _Toc216782575 \h </w:instrText>
            </w:r>
            <w:r w:rsidR="00493B53">
              <w:rPr>
                <w:webHidden/>
              </w:rPr>
            </w:r>
            <w:r w:rsidR="00493B53">
              <w:rPr>
                <w:webHidden/>
              </w:rPr>
              <w:fldChar w:fldCharType="separate"/>
            </w:r>
            <w:r>
              <w:rPr>
                <w:webHidden/>
              </w:rPr>
              <w:t>137</w:t>
            </w:r>
            <w:r w:rsidR="00493B53">
              <w:rPr>
                <w:webHidden/>
              </w:rPr>
              <w:fldChar w:fldCharType="end"/>
            </w:r>
          </w:hyperlink>
        </w:p>
        <w:p w14:paraId="0E44F086" w14:textId="50AC8965" w:rsidR="00493B53" w:rsidRDefault="0033059E">
          <w:pPr>
            <w:pStyle w:val="Sisluet1"/>
            <w:rPr>
              <w:rFonts w:asciiTheme="minorHAnsi" w:eastAsiaTheme="minorEastAsia" w:hAnsiTheme="minorHAnsi" w:cstheme="minorBidi"/>
              <w:sz w:val="22"/>
              <w:lang w:eastAsia="fi-FI"/>
            </w:rPr>
          </w:pPr>
          <w:hyperlink w:anchor="_Toc216782576" w:history="1">
            <w:r w:rsidR="00493B53" w:rsidRPr="00827520">
              <w:rPr>
                <w:rStyle w:val="Hyperlinkki"/>
              </w:rPr>
              <w:t>30</w:t>
            </w:r>
            <w:r w:rsidR="00493B53">
              <w:rPr>
                <w:rFonts w:asciiTheme="minorHAnsi" w:eastAsiaTheme="minorEastAsia" w:hAnsiTheme="minorHAnsi" w:cstheme="minorBidi"/>
                <w:sz w:val="22"/>
                <w:lang w:eastAsia="fi-FI"/>
              </w:rPr>
              <w:tab/>
            </w:r>
            <w:r w:rsidR="00493B53" w:rsidRPr="00827520">
              <w:rPr>
                <w:rStyle w:val="Hyperlinkki"/>
              </w:rPr>
              <w:t>Alikäyttötapaus: Tallenna asiakirja</w:t>
            </w:r>
            <w:r w:rsidR="00493B53">
              <w:rPr>
                <w:webHidden/>
              </w:rPr>
              <w:tab/>
            </w:r>
            <w:r w:rsidR="00493B53">
              <w:rPr>
                <w:webHidden/>
              </w:rPr>
              <w:fldChar w:fldCharType="begin"/>
            </w:r>
            <w:r w:rsidR="00493B53">
              <w:rPr>
                <w:webHidden/>
              </w:rPr>
              <w:instrText xml:space="preserve"> PAGEREF _Toc216782576 \h </w:instrText>
            </w:r>
            <w:r w:rsidR="00493B53">
              <w:rPr>
                <w:webHidden/>
              </w:rPr>
            </w:r>
            <w:r w:rsidR="00493B53">
              <w:rPr>
                <w:webHidden/>
              </w:rPr>
              <w:fldChar w:fldCharType="separate"/>
            </w:r>
            <w:r>
              <w:rPr>
                <w:webHidden/>
              </w:rPr>
              <w:t>140</w:t>
            </w:r>
            <w:r w:rsidR="00493B53">
              <w:rPr>
                <w:webHidden/>
              </w:rPr>
              <w:fldChar w:fldCharType="end"/>
            </w:r>
          </w:hyperlink>
        </w:p>
        <w:p w14:paraId="05CBED5F" w14:textId="0E278F5D" w:rsidR="00493B53" w:rsidRDefault="0033059E">
          <w:pPr>
            <w:pStyle w:val="Sisluet1"/>
            <w:rPr>
              <w:rFonts w:asciiTheme="minorHAnsi" w:eastAsiaTheme="minorEastAsia" w:hAnsiTheme="minorHAnsi" w:cstheme="minorBidi"/>
              <w:sz w:val="22"/>
              <w:lang w:eastAsia="fi-FI"/>
            </w:rPr>
          </w:pPr>
          <w:hyperlink w:anchor="_Toc216782577" w:history="1">
            <w:r w:rsidR="00493B53" w:rsidRPr="00827520">
              <w:rPr>
                <w:rStyle w:val="Hyperlinkki"/>
              </w:rPr>
              <w:t>31</w:t>
            </w:r>
            <w:r w:rsidR="00493B53">
              <w:rPr>
                <w:rFonts w:asciiTheme="minorHAnsi" w:eastAsiaTheme="minorEastAsia" w:hAnsiTheme="minorHAnsi" w:cstheme="minorBidi"/>
                <w:sz w:val="22"/>
                <w:lang w:eastAsia="fi-FI"/>
              </w:rPr>
              <w:tab/>
            </w:r>
            <w:r w:rsidR="00493B53" w:rsidRPr="00827520">
              <w:rPr>
                <w:rStyle w:val="Hyperlinkki"/>
              </w:rPr>
              <w:t>Alikäyttötapaus: Hae tiedot</w:t>
            </w:r>
            <w:r w:rsidR="00493B53">
              <w:rPr>
                <w:webHidden/>
              </w:rPr>
              <w:tab/>
            </w:r>
            <w:r w:rsidR="00493B53">
              <w:rPr>
                <w:webHidden/>
              </w:rPr>
              <w:fldChar w:fldCharType="begin"/>
            </w:r>
            <w:r w:rsidR="00493B53">
              <w:rPr>
                <w:webHidden/>
              </w:rPr>
              <w:instrText xml:space="preserve"> PAGEREF _Toc216782577 \h </w:instrText>
            </w:r>
            <w:r w:rsidR="00493B53">
              <w:rPr>
                <w:webHidden/>
              </w:rPr>
            </w:r>
            <w:r w:rsidR="00493B53">
              <w:rPr>
                <w:webHidden/>
              </w:rPr>
              <w:fldChar w:fldCharType="separate"/>
            </w:r>
            <w:r>
              <w:rPr>
                <w:webHidden/>
              </w:rPr>
              <w:t>143</w:t>
            </w:r>
            <w:r w:rsidR="00493B53">
              <w:rPr>
                <w:webHidden/>
              </w:rPr>
              <w:fldChar w:fldCharType="end"/>
            </w:r>
          </w:hyperlink>
        </w:p>
        <w:p w14:paraId="7B5DFAD3" w14:textId="6981868E" w:rsidR="00493B53" w:rsidRDefault="0033059E">
          <w:pPr>
            <w:pStyle w:val="Sisluet1"/>
            <w:rPr>
              <w:rFonts w:asciiTheme="minorHAnsi" w:eastAsiaTheme="minorEastAsia" w:hAnsiTheme="minorHAnsi" w:cstheme="minorBidi"/>
              <w:sz w:val="22"/>
              <w:lang w:eastAsia="fi-FI"/>
            </w:rPr>
          </w:pPr>
          <w:hyperlink w:anchor="_Toc216782578" w:history="1">
            <w:r w:rsidR="00493B53" w:rsidRPr="00827520">
              <w:rPr>
                <w:rStyle w:val="Hyperlinkki"/>
              </w:rPr>
              <w:t>32</w:t>
            </w:r>
            <w:r w:rsidR="00493B53">
              <w:rPr>
                <w:rFonts w:asciiTheme="minorHAnsi" w:eastAsiaTheme="minorEastAsia" w:hAnsiTheme="minorHAnsi" w:cstheme="minorBidi"/>
                <w:sz w:val="22"/>
                <w:lang w:eastAsia="fi-FI"/>
              </w:rPr>
              <w:tab/>
            </w:r>
            <w:r w:rsidR="00493B53" w:rsidRPr="00827520">
              <w:rPr>
                <w:rStyle w:val="Hyperlinkki"/>
              </w:rPr>
              <w:t>Liiteluettelo</w:t>
            </w:r>
            <w:r w:rsidR="00493B53">
              <w:rPr>
                <w:webHidden/>
              </w:rPr>
              <w:tab/>
            </w:r>
            <w:r w:rsidR="00493B53">
              <w:rPr>
                <w:webHidden/>
              </w:rPr>
              <w:fldChar w:fldCharType="begin"/>
            </w:r>
            <w:r w:rsidR="00493B53">
              <w:rPr>
                <w:webHidden/>
              </w:rPr>
              <w:instrText xml:space="preserve"> PAGEREF _Toc216782578 \h </w:instrText>
            </w:r>
            <w:r w:rsidR="00493B53">
              <w:rPr>
                <w:webHidden/>
              </w:rPr>
            </w:r>
            <w:r w:rsidR="00493B53">
              <w:rPr>
                <w:webHidden/>
              </w:rPr>
              <w:fldChar w:fldCharType="separate"/>
            </w:r>
            <w:r>
              <w:rPr>
                <w:webHidden/>
              </w:rPr>
              <w:t>147</w:t>
            </w:r>
            <w:r w:rsidR="00493B53">
              <w:rPr>
                <w:webHidden/>
              </w:rPr>
              <w:fldChar w:fldCharType="end"/>
            </w:r>
          </w:hyperlink>
        </w:p>
        <w:p w14:paraId="5F6C5C06" w14:textId="7A621F3D" w:rsidR="00493B53" w:rsidRDefault="0033059E">
          <w:pPr>
            <w:pStyle w:val="Sisluet1"/>
            <w:rPr>
              <w:rFonts w:asciiTheme="minorHAnsi" w:eastAsiaTheme="minorEastAsia" w:hAnsiTheme="minorHAnsi" w:cstheme="minorBidi"/>
              <w:sz w:val="22"/>
              <w:lang w:eastAsia="fi-FI"/>
            </w:rPr>
          </w:pPr>
          <w:hyperlink w:anchor="_Toc216782579" w:history="1">
            <w:r w:rsidR="00493B53" w:rsidRPr="00827520">
              <w:rPr>
                <w:rStyle w:val="Hyperlinkki"/>
              </w:rPr>
              <w:t>33</w:t>
            </w:r>
            <w:r w:rsidR="00493B53">
              <w:rPr>
                <w:rFonts w:asciiTheme="minorHAnsi" w:eastAsiaTheme="minorEastAsia" w:hAnsiTheme="minorHAnsi" w:cstheme="minorBidi"/>
                <w:sz w:val="22"/>
                <w:lang w:eastAsia="fi-FI"/>
              </w:rPr>
              <w:tab/>
            </w:r>
            <w:r w:rsidR="00493B53" w:rsidRPr="00827520">
              <w:rPr>
                <w:rStyle w:val="Hyperlinkki"/>
              </w:rPr>
              <w:t>Muutoshistoria</w:t>
            </w:r>
            <w:r w:rsidR="00493B53">
              <w:rPr>
                <w:webHidden/>
              </w:rPr>
              <w:tab/>
            </w:r>
            <w:r w:rsidR="00493B53">
              <w:rPr>
                <w:webHidden/>
              </w:rPr>
              <w:fldChar w:fldCharType="begin"/>
            </w:r>
            <w:r w:rsidR="00493B53">
              <w:rPr>
                <w:webHidden/>
              </w:rPr>
              <w:instrText xml:space="preserve"> PAGEREF _Toc216782579 \h </w:instrText>
            </w:r>
            <w:r w:rsidR="00493B53">
              <w:rPr>
                <w:webHidden/>
              </w:rPr>
            </w:r>
            <w:r w:rsidR="00493B53">
              <w:rPr>
                <w:webHidden/>
              </w:rPr>
              <w:fldChar w:fldCharType="separate"/>
            </w:r>
            <w:r>
              <w:rPr>
                <w:webHidden/>
              </w:rPr>
              <w:t>151</w:t>
            </w:r>
            <w:r w:rsidR="00493B53">
              <w:rPr>
                <w:webHidden/>
              </w:rPr>
              <w:fldChar w:fldCharType="end"/>
            </w:r>
          </w:hyperlink>
        </w:p>
        <w:p w14:paraId="464B165A" w14:textId="5B133742"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3" w:name="_Toc216782547"/>
      <w:r>
        <w:lastRenderedPageBreak/>
        <w:t>Johdanto</w:t>
      </w:r>
      <w:bookmarkEnd w:id="3"/>
    </w:p>
    <w:p w14:paraId="335DE65E" w14:textId="3D0E84D5" w:rsidR="00BD4279" w:rsidRDefault="00BD4279" w:rsidP="00BD4279">
      <w:pPr>
        <w:pStyle w:val="Leipteksti"/>
      </w:pPr>
      <w:r>
        <w:t xml:space="preserve">Dokumentissa kuvataan valtakunnallisten tietojärjestelmäpalveluiden </w:t>
      </w:r>
      <w:r w:rsidR="00977FB5">
        <w:t>Potilastietovarannon</w:t>
      </w:r>
      <w:r w:rsidR="00593390">
        <w:t xml:space="preserve">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751C9234" w:rsidR="002F614B" w:rsidRDefault="00977FB5" w:rsidP="00BD4279">
      <w:pPr>
        <w:pStyle w:val="Leipteksti"/>
      </w:pPr>
      <w:r>
        <w:t>Potilastietovarannon</w:t>
      </w:r>
      <w:r w:rsidR="00BD4279">
        <w:t xml:space="preserve"> viestinvälitys </w:t>
      </w:r>
      <w:r w:rsidR="00493B53">
        <w:t>sekä</w:t>
      </w:r>
      <w:r w:rsidR="00BD4279">
        <w:t xml:space="preserve"> </w:t>
      </w:r>
      <w:r w:rsidR="00493B53">
        <w:t xml:space="preserve">haku- ja tallennussanomien </w:t>
      </w:r>
      <w:r w:rsidR="00BD4279">
        <w:t xml:space="preserve">tietosisältö on kuvattu tarkemmin dokumentissa </w:t>
      </w:r>
      <w:r>
        <w:t>Potilastietovarannon</w:t>
      </w:r>
      <w:r w:rsidR="00BD4279">
        <w:t xml:space="preserve"> Medical Records -sanomat [LM4]. Terveydenhuollon asiakirjojen tietosisällöt on määritelty Terveyden ja hyvinvoinnin laitoksen tietosisältöjä koskevissa määrityksissä.</w:t>
      </w:r>
    </w:p>
    <w:p w14:paraId="19F11CC4" w14:textId="19BDC4AB" w:rsidR="00BC106E" w:rsidRDefault="008E3D3D" w:rsidP="005062D1">
      <w:pPr>
        <w:pStyle w:val="Leipteksti"/>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5AABFA2B" w:rsidR="00BD4279" w:rsidRDefault="00977FB5" w:rsidP="00BD4279">
      <w:pPr>
        <w:pStyle w:val="Otsikko1"/>
      </w:pPr>
      <w:bookmarkStart w:id="4" w:name="_Toc216782548"/>
      <w:r>
        <w:lastRenderedPageBreak/>
        <w:t>Potilastietovarannon</w:t>
      </w:r>
      <w:r w:rsidR="00BD4279" w:rsidRPr="00BD4279">
        <w:t xml:space="preserve"> palvelupyynnöt</w:t>
      </w:r>
      <w:bookmarkEnd w:id="4"/>
      <w:r w:rsidR="00BD4279" w:rsidRPr="00BD4279">
        <w:t xml:space="preserve"> </w:t>
      </w:r>
    </w:p>
    <w:p w14:paraId="2C619500" w14:textId="04F59024" w:rsidR="00BD4279" w:rsidRPr="00BD4279" w:rsidRDefault="00BD4279" w:rsidP="00BD4279">
      <w:pPr>
        <w:pStyle w:val="Leipteksti"/>
      </w:pPr>
      <w:r w:rsidRPr="00BD4279">
        <w:t xml:space="preserve">Tässä luvussa kuvataan </w:t>
      </w:r>
      <w:r w:rsidR="007D5DCB">
        <w:t>Potilastietovarannossa</w:t>
      </w:r>
      <w:r w:rsidRPr="00BD4279">
        <w:t xml:space="preserve"> käytössä olevat palvelupyynnöt sekä kutakin palvelupyyntöä vastaavat käyttötapaukset</w:t>
      </w:r>
      <w:r w:rsidR="00AE0012">
        <w:t>.</w:t>
      </w:r>
    </w:p>
    <w:p w14:paraId="40C4A1D4" w14:textId="7F826B04" w:rsidR="00BD4279" w:rsidRDefault="00977FB5" w:rsidP="00BD4279">
      <w:pPr>
        <w:pStyle w:val="Otsikko2"/>
      </w:pPr>
      <w:r>
        <w:t>Potilastietovarannon</w:t>
      </w:r>
      <w:r w:rsidR="00BD4279" w:rsidRPr="00BD4279">
        <w:t xml:space="preserve"> palvelupyynnöt</w:t>
      </w:r>
    </w:p>
    <w:p w14:paraId="552E58CA" w14:textId="2D1AEED6" w:rsidR="00BD4279" w:rsidRDefault="00BD4279" w:rsidP="00BD4279">
      <w:pPr>
        <w:pStyle w:val="Leipteksti"/>
      </w:pPr>
      <w:r w:rsidRPr="00BD4279">
        <w:t xml:space="preserve">Seuraavassa kuvassa on esitetty </w:t>
      </w:r>
      <w:r w:rsidR="00977FB5">
        <w:t>Potilastietovarannon</w:t>
      </w:r>
      <w:r w:rsidRPr="00BD4279">
        <w:t xml:space="preserve"> palvelupyynnöt yleisellä tasolla</w:t>
      </w:r>
      <w:r>
        <w:t>.</w:t>
      </w:r>
      <w:r w:rsidR="00273F46" w:rsidRPr="00273F46">
        <w:rPr>
          <w:lang w:eastAsia="fi-FI"/>
        </w:rPr>
        <w:t xml:space="preserve"> </w:t>
      </w:r>
    </w:p>
    <w:p w14:paraId="7A09CD66" w14:textId="6A602C9C" w:rsidR="009E38EA" w:rsidRDefault="00D263EF" w:rsidP="00697349">
      <w:pPr>
        <w:pStyle w:val="Leipteksti"/>
        <w:ind w:left="709"/>
      </w:pPr>
      <w:r w:rsidRPr="00D263EF">
        <w:lastRenderedPageBreak/>
        <w:t xml:space="preserve"> </w:t>
      </w:r>
      <w:r w:rsidRPr="00D263EF">
        <w:drawing>
          <wp:inline distT="0" distB="0" distL="0" distR="0" wp14:anchorId="3770B28D" wp14:editId="6E19A8B5">
            <wp:extent cx="6031230" cy="4068445"/>
            <wp:effectExtent l="0" t="0" r="7620" b="8255"/>
            <wp:docPr id="2" name="Kuva 2"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2" descr="Potilastiedon arkiston palvelupyyntöjen taulukko&#10;&#10;Taulukko kuvaa Potilastiedon arkistossa käytössä olevat palvelupyynnöt"/>
                    <pic:cNvPicPr/>
                  </pic:nvPicPr>
                  <pic:blipFill>
                    <a:blip r:embed="rId13"/>
                    <a:stretch>
                      <a:fillRect/>
                    </a:stretch>
                  </pic:blipFill>
                  <pic:spPr>
                    <a:xfrm>
                      <a:off x="0" y="0"/>
                      <a:ext cx="6031230" cy="4068445"/>
                    </a:xfrm>
                    <a:prstGeom prst="rect">
                      <a:avLst/>
                    </a:prstGeom>
                  </pic:spPr>
                </pic:pic>
              </a:graphicData>
            </a:graphic>
          </wp:inline>
        </w:drawing>
      </w:r>
    </w:p>
    <w:p w14:paraId="283751E9" w14:textId="2FD62EB0" w:rsidR="00BD4279" w:rsidRDefault="00BD4279" w:rsidP="00BD4279">
      <w:pPr>
        <w:pStyle w:val="Otsikko2"/>
      </w:pPr>
      <w:r w:rsidRPr="00BD4279">
        <w:lastRenderedPageBreak/>
        <w:t>Käyttötapaukset ja palvelupyynnöt</w:t>
      </w:r>
    </w:p>
    <w:p w14:paraId="0750838D" w14:textId="6421BEB0" w:rsidR="00BD4279" w:rsidRDefault="00977FB5" w:rsidP="00BD4279">
      <w:pPr>
        <w:pStyle w:val="Leipteksti"/>
      </w:pPr>
      <w:r>
        <w:t>Potilastietovarannon</w:t>
      </w:r>
      <w:r w:rsidR="00BD4279">
        <w:t xml:space="preserve"> käyttötapaukset ja niissä käytettävät palvelupyynnöt on kuvattu seuraavassa taulukossa. Palvelupyyntö on ilmoitettava kaikissa </w:t>
      </w:r>
      <w:r w:rsidR="007D5DCB">
        <w:t>Potilastietovarantoon</w:t>
      </w:r>
      <w:r w:rsidR="00BD4279">
        <w:t xml:space="preserve"> lähetettävissä </w:t>
      </w:r>
      <w:r w:rsidR="0018633A">
        <w:t xml:space="preserve">Medical Records -sanomissa </w:t>
      </w:r>
      <w:r w:rsidR="00BD4279">
        <w:t>Kansallisessa koodistopalvelussa olevan eArkisto - Arkistosanomien palvelupyynnöt -luokituksen mukaan.</w:t>
      </w:r>
    </w:p>
    <w:p w14:paraId="7CCBC5DB" w14:textId="2496219A" w:rsidR="00BD4279" w:rsidRDefault="00BD4279" w:rsidP="00BD4279">
      <w:pPr>
        <w:pStyle w:val="Leipteksti"/>
      </w:pPr>
      <w:r>
        <w:t xml:space="preserve">Taulukossa ovat mukana myös palvelupyyntöuudistuksessa käyttöön </w:t>
      </w:r>
      <w:r w:rsidR="00081E50">
        <w:t xml:space="preserve">tulleet </w:t>
      </w:r>
      <w:r>
        <w:t xml:space="preserve">palvelupyynnöt Potilasasiakirjojen arkistointi PPA, Potilasasiakirjojen haku PPB ja Keskeisten tietojen haku PPC. Niiden palvelupyyntöjen kohdalle, joiden toiminnallisuus sisältyy </w:t>
      </w:r>
      <w:r w:rsidR="00081E50">
        <w:t xml:space="preserve">myös palvelupyyntöuudistuksen </w:t>
      </w:r>
      <w:r>
        <w:t>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36"/>
        <w:gridCol w:w="5684"/>
        <w:gridCol w:w="1258"/>
      </w:tblGrid>
      <w:tr w:rsidR="001A210C" w:rsidRPr="00B55E82" w14:paraId="26156CC7" w14:textId="77777777" w:rsidTr="00E3533B">
        <w:trPr>
          <w:cantSplit/>
          <w:tblHeader/>
        </w:trPr>
        <w:tc>
          <w:tcPr>
            <w:tcW w:w="2536"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t>Käyttötapaus</w:t>
            </w:r>
          </w:p>
        </w:tc>
        <w:tc>
          <w:tcPr>
            <w:tcW w:w="5684"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58"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E3533B">
        <w:trPr>
          <w:cantSplit/>
        </w:trPr>
        <w:tc>
          <w:tcPr>
            <w:tcW w:w="8220" w:type="dxa"/>
            <w:gridSpan w:val="2"/>
            <w:tcBorders>
              <w:top w:val="none" w:sz="0" w:space="0" w:color="000000"/>
              <w:left w:val="single" w:sz="8" w:space="0" w:color="000000"/>
              <w:bottom w:val="single" w:sz="8" w:space="0" w:color="000000"/>
              <w:right w:val="single" w:sz="8" w:space="0" w:color="000000"/>
            </w:tcBorders>
          </w:tcPr>
          <w:p w14:paraId="1EFAE1B1" w14:textId="7D9D520E" w:rsidR="001A210C" w:rsidRPr="00B55E82" w:rsidRDefault="001A210C" w:rsidP="00B611E6">
            <w:pPr>
              <w:rPr>
                <w:szCs w:val="20"/>
              </w:rPr>
            </w:pPr>
            <w:r w:rsidRPr="00B55E82">
              <w:rPr>
                <w:b/>
                <w:szCs w:val="20"/>
              </w:rPr>
              <w:t xml:space="preserve">Asiakirjojen </w:t>
            </w:r>
            <w:r w:rsidR="00A52BC6">
              <w:rPr>
                <w:b/>
                <w:szCs w:val="20"/>
              </w:rPr>
              <w:t>tallennus</w:t>
            </w:r>
          </w:p>
        </w:tc>
        <w:tc>
          <w:tcPr>
            <w:tcW w:w="1258"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6D162D4" w14:textId="1761E76A" w:rsidR="001A210C" w:rsidRPr="00B55E82" w:rsidRDefault="001B2B7D" w:rsidP="00B611E6">
            <w:pPr>
              <w:rPr>
                <w:szCs w:val="20"/>
              </w:rPr>
            </w:pPr>
            <w:r>
              <w:rPr>
                <w:szCs w:val="20"/>
              </w:rPr>
              <w:t>Tallenna</w:t>
            </w:r>
            <w:r w:rsidR="001A210C" w:rsidRPr="00B55E82">
              <w:rPr>
                <w:szCs w:val="20"/>
              </w:rPr>
              <w:t xml:space="preserve"> palvelutapahtuma (PPA</w:t>
            </w:r>
            <w:r w:rsidR="003504FB">
              <w:rPr>
                <w:szCs w:val="20"/>
              </w:rPr>
              <w:t>, PPA11</w:t>
            </w:r>
            <w:r w:rsidR="001A210C"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7DE750D2" w14:textId="77777777" w:rsidR="007239BD" w:rsidRDefault="001A210C" w:rsidP="008706EC">
            <w:pPr>
              <w:rPr>
                <w:szCs w:val="20"/>
              </w:rPr>
            </w:pPr>
            <w:r w:rsidRPr="00B55E82">
              <w:rPr>
                <w:szCs w:val="20"/>
              </w:rPr>
              <w:t>Potilasasiakirjojen arkistointi, PPA</w:t>
            </w:r>
          </w:p>
          <w:p w14:paraId="69C926B8" w14:textId="60E97CA9" w:rsidR="00A624FF" w:rsidRPr="00B55E82" w:rsidRDefault="00A624FF" w:rsidP="008706EC">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58"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7239BD" w:rsidRPr="00B55E82" w14:paraId="64F29B7B"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1DE39ECF" w14:textId="21F77898" w:rsidR="007239BD" w:rsidRPr="00B55E82" w:rsidRDefault="001B2B7D" w:rsidP="007239BD">
            <w:pPr>
              <w:rPr>
                <w:szCs w:val="20"/>
              </w:rPr>
            </w:pPr>
            <w:r>
              <w:rPr>
                <w:szCs w:val="20"/>
              </w:rPr>
              <w:t>Tallenna</w:t>
            </w:r>
            <w:r w:rsidR="007239BD" w:rsidRPr="00B55E82">
              <w:rPr>
                <w:szCs w:val="20"/>
              </w:rPr>
              <w:t xml:space="preserve"> palvelutapahtuma-asiakirja</w:t>
            </w:r>
          </w:p>
        </w:tc>
        <w:tc>
          <w:tcPr>
            <w:tcW w:w="5684" w:type="dxa"/>
            <w:tcBorders>
              <w:top w:val="none" w:sz="0" w:space="0" w:color="000000"/>
              <w:left w:val="none" w:sz="0" w:space="0" w:color="000000"/>
              <w:bottom w:val="single" w:sz="8" w:space="0" w:color="000000"/>
              <w:right w:val="single" w:sz="8" w:space="0" w:color="000000"/>
            </w:tcBorders>
          </w:tcPr>
          <w:p w14:paraId="40503F32" w14:textId="77777777" w:rsidR="007239BD" w:rsidRPr="00B55E82" w:rsidRDefault="007239BD" w:rsidP="007239BD">
            <w:pPr>
              <w:rPr>
                <w:szCs w:val="20"/>
              </w:rPr>
            </w:pPr>
            <w:r w:rsidRPr="00B55E82">
              <w:rPr>
                <w:szCs w:val="20"/>
              </w:rPr>
              <w:t>Palvelunantajan omien asiakirjojen arkistointi, PP1</w:t>
            </w:r>
            <w:r>
              <w:rPr>
                <w:szCs w:val="20"/>
              </w:rPr>
              <w:t xml:space="preserve"> </w:t>
            </w:r>
          </w:p>
          <w:p w14:paraId="61952C64" w14:textId="2E93E9A9"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32D4E041"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p>
        </w:tc>
        <w:tc>
          <w:tcPr>
            <w:tcW w:w="1258" w:type="dxa"/>
            <w:tcBorders>
              <w:top w:val="none" w:sz="0" w:space="0" w:color="000000"/>
              <w:left w:val="none" w:sz="0" w:space="0" w:color="000000"/>
              <w:bottom w:val="single" w:sz="8" w:space="0" w:color="000000"/>
              <w:right w:val="single" w:sz="8" w:space="0" w:color="000000"/>
            </w:tcBorders>
          </w:tcPr>
          <w:p w14:paraId="7EE21314" w14:textId="77777777" w:rsidR="007239BD" w:rsidRDefault="007239BD" w:rsidP="007239BD">
            <w:pPr>
              <w:rPr>
                <w:szCs w:val="20"/>
              </w:rPr>
            </w:pPr>
            <w:r>
              <w:rPr>
                <w:szCs w:val="20"/>
              </w:rPr>
              <w:t>PPA</w:t>
            </w:r>
          </w:p>
          <w:p w14:paraId="4202D48F" w14:textId="77777777" w:rsidR="007239BD" w:rsidRDefault="007239BD" w:rsidP="007239BD">
            <w:pPr>
              <w:rPr>
                <w:szCs w:val="20"/>
              </w:rPr>
            </w:pPr>
            <w:r>
              <w:rPr>
                <w:szCs w:val="20"/>
              </w:rPr>
              <w:t>-</w:t>
            </w:r>
          </w:p>
          <w:p w14:paraId="18969EA4" w14:textId="288E8AC1" w:rsidR="002463EA" w:rsidRDefault="002463EA" w:rsidP="007239BD">
            <w:pPr>
              <w:rPr>
                <w:szCs w:val="20"/>
              </w:rPr>
            </w:pPr>
            <w:r>
              <w:rPr>
                <w:szCs w:val="20"/>
              </w:rPr>
              <w:t>-</w:t>
            </w:r>
          </w:p>
          <w:p w14:paraId="62C3E6FD" w14:textId="77777777" w:rsidR="002463EA" w:rsidRDefault="002463EA" w:rsidP="007239BD">
            <w:pPr>
              <w:rPr>
                <w:szCs w:val="20"/>
              </w:rPr>
            </w:pPr>
          </w:p>
          <w:p w14:paraId="01A15A2E" w14:textId="6550AB2E" w:rsidR="007239BD" w:rsidRDefault="007239BD" w:rsidP="007239BD">
            <w:pPr>
              <w:rPr>
                <w:szCs w:val="20"/>
              </w:rPr>
            </w:pPr>
            <w:r>
              <w:rPr>
                <w:szCs w:val="20"/>
              </w:rPr>
              <w:t>PPA</w:t>
            </w:r>
            <w:r>
              <w:rPr>
                <w:szCs w:val="20"/>
              </w:rPr>
              <w:br/>
            </w:r>
            <w:r>
              <w:rPr>
                <w:szCs w:val="20"/>
              </w:rPr>
              <w:br/>
            </w:r>
          </w:p>
          <w:p w14:paraId="260D3D3A" w14:textId="77777777" w:rsidR="007239BD" w:rsidRPr="00B55E82" w:rsidRDefault="007239BD" w:rsidP="007239BD">
            <w:pPr>
              <w:rPr>
                <w:szCs w:val="20"/>
              </w:rPr>
            </w:pPr>
            <w:r>
              <w:rPr>
                <w:szCs w:val="20"/>
              </w:rPr>
              <w:t>PPA</w:t>
            </w:r>
          </w:p>
        </w:tc>
      </w:tr>
      <w:tr w:rsidR="007239BD" w:rsidRPr="00B55E82" w14:paraId="0CC88ED0"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A43B8FA" w14:textId="2DDA23B4" w:rsidR="007239BD" w:rsidRPr="00B55E82" w:rsidRDefault="001B2B7D" w:rsidP="007239BD">
            <w:pPr>
              <w:rPr>
                <w:szCs w:val="20"/>
              </w:rPr>
            </w:pPr>
            <w:r>
              <w:rPr>
                <w:szCs w:val="20"/>
              </w:rPr>
              <w:t>Tallenna</w:t>
            </w:r>
            <w:r w:rsidR="007239BD" w:rsidRPr="00B55E82">
              <w:rPr>
                <w:szCs w:val="20"/>
              </w:rPr>
              <w:t xml:space="preserve"> hoitoasiakirja (PPA</w:t>
            </w:r>
            <w:r w:rsidR="003504FB">
              <w:rPr>
                <w:szCs w:val="20"/>
              </w:rPr>
              <w:t>, PPA11</w:t>
            </w:r>
            <w:r w:rsidR="007239BD"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231C3792" w14:textId="20944C8C" w:rsidR="007239BD" w:rsidRPr="00B55E82" w:rsidRDefault="007239BD" w:rsidP="008706EC">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58" w:type="dxa"/>
            <w:tcBorders>
              <w:top w:val="none" w:sz="0" w:space="0" w:color="000000"/>
              <w:left w:val="none" w:sz="0" w:space="0" w:color="000000"/>
              <w:bottom w:val="single" w:sz="8" w:space="0" w:color="000000"/>
              <w:right w:val="single" w:sz="8" w:space="0" w:color="000000"/>
            </w:tcBorders>
          </w:tcPr>
          <w:p w14:paraId="0C8CB356" w14:textId="77777777" w:rsidR="007239BD" w:rsidRPr="00B55E82" w:rsidRDefault="007239BD" w:rsidP="007239BD">
            <w:pPr>
              <w:rPr>
                <w:szCs w:val="20"/>
              </w:rPr>
            </w:pPr>
          </w:p>
        </w:tc>
      </w:tr>
      <w:tr w:rsidR="007239BD" w:rsidRPr="00B55E82" w14:paraId="43984A74"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51B6741" w14:textId="24988AFB" w:rsidR="007239BD" w:rsidRPr="00B55E82" w:rsidRDefault="001B2B7D" w:rsidP="007239BD">
            <w:pPr>
              <w:rPr>
                <w:szCs w:val="20"/>
              </w:rPr>
            </w:pPr>
            <w:r>
              <w:rPr>
                <w:szCs w:val="20"/>
              </w:rPr>
              <w:t>Tallenna</w:t>
            </w:r>
            <w:r w:rsidR="007239BD" w:rsidRPr="00B55E82">
              <w:rPr>
                <w:szCs w:val="20"/>
              </w:rPr>
              <w:t xml:space="preserve"> hoitoasiakirja</w:t>
            </w:r>
          </w:p>
        </w:tc>
        <w:tc>
          <w:tcPr>
            <w:tcW w:w="5684" w:type="dxa"/>
            <w:tcBorders>
              <w:top w:val="none" w:sz="0" w:space="0" w:color="000000"/>
              <w:left w:val="none" w:sz="0" w:space="0" w:color="000000"/>
              <w:bottom w:val="single" w:sz="8" w:space="0" w:color="000000"/>
              <w:right w:val="single" w:sz="8" w:space="0" w:color="000000"/>
            </w:tcBorders>
          </w:tcPr>
          <w:p w14:paraId="0754EA1B" w14:textId="77777777" w:rsidR="007239BD" w:rsidRPr="00B55E82" w:rsidRDefault="007239BD" w:rsidP="007239BD">
            <w:pPr>
              <w:rPr>
                <w:szCs w:val="20"/>
              </w:rPr>
            </w:pPr>
            <w:r w:rsidRPr="00B55E82">
              <w:rPr>
                <w:szCs w:val="20"/>
              </w:rPr>
              <w:t>Palvelunantajan omien asiakirjojen arkistointi, PP1</w:t>
            </w:r>
          </w:p>
          <w:p w14:paraId="5FA5B7D7" w14:textId="64E62CC6" w:rsidR="007239BD" w:rsidRPr="00B55E82" w:rsidRDefault="007239BD" w:rsidP="007239BD">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738AAF7C"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p>
          <w:p w14:paraId="2A7B15F8" w14:textId="5647148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58" w:type="dxa"/>
            <w:tcBorders>
              <w:top w:val="none" w:sz="0" w:space="0" w:color="000000"/>
              <w:left w:val="none" w:sz="0" w:space="0" w:color="000000"/>
              <w:bottom w:val="single" w:sz="8" w:space="0" w:color="000000"/>
              <w:right w:val="single" w:sz="8" w:space="0" w:color="000000"/>
            </w:tcBorders>
          </w:tcPr>
          <w:p w14:paraId="4F06908D" w14:textId="77777777" w:rsidR="007239BD" w:rsidRDefault="007239BD" w:rsidP="007239BD">
            <w:pPr>
              <w:rPr>
                <w:szCs w:val="20"/>
              </w:rPr>
            </w:pPr>
            <w:r>
              <w:rPr>
                <w:szCs w:val="20"/>
              </w:rPr>
              <w:t>PPA</w:t>
            </w:r>
          </w:p>
          <w:p w14:paraId="49E459AC" w14:textId="6D509E2A" w:rsidR="007239BD" w:rsidRDefault="007239BD" w:rsidP="007239BD">
            <w:pPr>
              <w:rPr>
                <w:szCs w:val="20"/>
              </w:rPr>
            </w:pPr>
            <w:r>
              <w:rPr>
                <w:szCs w:val="20"/>
              </w:rPr>
              <w:t>-</w:t>
            </w:r>
          </w:p>
          <w:p w14:paraId="48D0A339" w14:textId="717E492A" w:rsidR="002463EA" w:rsidRDefault="002463EA" w:rsidP="007239BD">
            <w:pPr>
              <w:rPr>
                <w:szCs w:val="20"/>
              </w:rPr>
            </w:pPr>
            <w:r>
              <w:rPr>
                <w:szCs w:val="20"/>
              </w:rPr>
              <w:t>-</w:t>
            </w:r>
          </w:p>
          <w:p w14:paraId="14C9C646" w14:textId="77777777" w:rsidR="002463EA" w:rsidRDefault="002463EA" w:rsidP="007239BD">
            <w:pPr>
              <w:rPr>
                <w:szCs w:val="20"/>
              </w:rPr>
            </w:pPr>
          </w:p>
          <w:p w14:paraId="5850FD44" w14:textId="77777777" w:rsidR="007239BD" w:rsidRDefault="007239BD" w:rsidP="007239BD">
            <w:pPr>
              <w:rPr>
                <w:szCs w:val="20"/>
              </w:rPr>
            </w:pPr>
            <w:r>
              <w:rPr>
                <w:szCs w:val="20"/>
              </w:rPr>
              <w:t>PPA</w:t>
            </w:r>
            <w:r>
              <w:rPr>
                <w:szCs w:val="20"/>
              </w:rPr>
              <w:br/>
            </w:r>
            <w:r>
              <w:rPr>
                <w:szCs w:val="20"/>
              </w:rPr>
              <w:br/>
            </w:r>
          </w:p>
          <w:p w14:paraId="3610F51E" w14:textId="77777777" w:rsidR="007239BD" w:rsidRPr="00B55E82" w:rsidRDefault="007239BD" w:rsidP="007239BD">
            <w:pPr>
              <w:rPr>
                <w:szCs w:val="20"/>
              </w:rPr>
            </w:pPr>
            <w:r>
              <w:rPr>
                <w:szCs w:val="20"/>
              </w:rPr>
              <w:t>PPA</w:t>
            </w:r>
            <w:r>
              <w:rPr>
                <w:szCs w:val="20"/>
              </w:rPr>
              <w:br/>
            </w:r>
          </w:p>
        </w:tc>
      </w:tr>
      <w:tr w:rsidR="007239BD" w:rsidRPr="00B55E82" w14:paraId="1D468411"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46D13B7" w14:textId="0B1889D1" w:rsidR="007239BD" w:rsidRPr="00B55E82" w:rsidRDefault="001B2B7D" w:rsidP="007239BD">
            <w:pPr>
              <w:rPr>
                <w:szCs w:val="20"/>
              </w:rPr>
            </w:pPr>
            <w:r>
              <w:rPr>
                <w:szCs w:val="20"/>
              </w:rPr>
              <w:t>Tallenna</w:t>
            </w:r>
            <w:r w:rsidR="007239BD" w:rsidRPr="00B55E82">
              <w:rPr>
                <w:szCs w:val="20"/>
              </w:rPr>
              <w:t xml:space="preserve"> asiakirja </w:t>
            </w:r>
            <w:r w:rsidR="007239BD">
              <w:rPr>
                <w:szCs w:val="20"/>
              </w:rPr>
              <w:t>Tahdonilmaisupalveluun</w:t>
            </w:r>
          </w:p>
          <w:p w14:paraId="279A2993" w14:textId="00E71F16" w:rsidR="007239BD" w:rsidRPr="00B55E82" w:rsidRDefault="007239BD" w:rsidP="007239BD">
            <w:pPr>
              <w:rPr>
                <w:szCs w:val="20"/>
              </w:rPr>
            </w:pPr>
            <w:r w:rsidRPr="00B55E82">
              <w:rPr>
                <w:szCs w:val="20"/>
              </w:rPr>
              <w:t>(</w:t>
            </w:r>
            <w:r>
              <w:rPr>
                <w:szCs w:val="20"/>
              </w:rPr>
              <w:t>luovutusten</w:t>
            </w:r>
            <w:r w:rsidRPr="00B55E82">
              <w:rPr>
                <w:szCs w:val="20"/>
              </w:rPr>
              <w:t>hallinnan asiakirjat ja tahdonilmaisut)</w:t>
            </w:r>
          </w:p>
        </w:tc>
        <w:tc>
          <w:tcPr>
            <w:tcW w:w="5684" w:type="dxa"/>
            <w:tcBorders>
              <w:top w:val="none" w:sz="0" w:space="0" w:color="000000"/>
              <w:left w:val="none" w:sz="0" w:space="0" w:color="000000"/>
              <w:bottom w:val="single" w:sz="8" w:space="0" w:color="000000"/>
              <w:right w:val="single" w:sz="8" w:space="0" w:color="000000"/>
            </w:tcBorders>
          </w:tcPr>
          <w:p w14:paraId="6039BAED" w14:textId="123CB870" w:rsidR="007239BD" w:rsidRPr="00B55E82" w:rsidRDefault="007239BD" w:rsidP="007239BD">
            <w:pPr>
              <w:rPr>
                <w:szCs w:val="20"/>
              </w:rPr>
            </w:pPr>
            <w:r>
              <w:rPr>
                <w:szCs w:val="20"/>
              </w:rPr>
              <w:t>Tahdonilmaisupalveluun</w:t>
            </w:r>
            <w:r w:rsidRPr="00B55E82">
              <w:rPr>
                <w:szCs w:val="20"/>
              </w:rPr>
              <w:t xml:space="preserve"> tallennus, PP23</w:t>
            </w:r>
          </w:p>
        </w:tc>
        <w:tc>
          <w:tcPr>
            <w:tcW w:w="1258" w:type="dxa"/>
            <w:tcBorders>
              <w:top w:val="none" w:sz="0" w:space="0" w:color="000000"/>
              <w:left w:val="none" w:sz="0" w:space="0" w:color="000000"/>
              <w:bottom w:val="single" w:sz="8" w:space="0" w:color="000000"/>
              <w:right w:val="single" w:sz="8" w:space="0" w:color="000000"/>
            </w:tcBorders>
          </w:tcPr>
          <w:p w14:paraId="21C4FDBA" w14:textId="77777777" w:rsidR="007239BD" w:rsidRPr="00B55E82" w:rsidRDefault="007239BD" w:rsidP="007239BD">
            <w:pPr>
              <w:rPr>
                <w:szCs w:val="20"/>
              </w:rPr>
            </w:pPr>
            <w:r>
              <w:rPr>
                <w:szCs w:val="20"/>
              </w:rPr>
              <w:t>-</w:t>
            </w:r>
          </w:p>
        </w:tc>
      </w:tr>
      <w:tr w:rsidR="007239BD" w:rsidRPr="00B55E82" w14:paraId="4F826CFA"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5453C32" w14:textId="476BC71B" w:rsidR="007239BD" w:rsidRPr="00B55E82" w:rsidRDefault="001B2B7D" w:rsidP="007239BD">
            <w:pPr>
              <w:rPr>
                <w:szCs w:val="20"/>
              </w:rPr>
            </w:pPr>
            <w:r>
              <w:rPr>
                <w:szCs w:val="20"/>
              </w:rPr>
              <w:t>Tallenna</w:t>
            </w:r>
            <w:r w:rsidR="007239BD" w:rsidRPr="00B55E82">
              <w:rPr>
                <w:szCs w:val="20"/>
              </w:rPr>
              <w:t xml:space="preserve"> arkistoasiakirja</w:t>
            </w:r>
          </w:p>
        </w:tc>
        <w:tc>
          <w:tcPr>
            <w:tcW w:w="5684" w:type="dxa"/>
            <w:tcBorders>
              <w:top w:val="none" w:sz="0" w:space="0" w:color="000000"/>
              <w:left w:val="none" w:sz="0" w:space="0" w:color="000000"/>
              <w:bottom w:val="single" w:sz="8" w:space="0" w:color="000000"/>
              <w:right w:val="single" w:sz="8" w:space="0" w:color="000000"/>
            </w:tcBorders>
          </w:tcPr>
          <w:p w14:paraId="3C231099" w14:textId="77777777" w:rsidR="007239BD" w:rsidRPr="00B55E82" w:rsidRDefault="007239BD" w:rsidP="007239BD">
            <w:pPr>
              <w:rPr>
                <w:szCs w:val="20"/>
              </w:rPr>
            </w:pPr>
            <w:r w:rsidRPr="00B55E82">
              <w:rPr>
                <w:szCs w:val="20"/>
              </w:rPr>
              <w:t>Arkistoasiakirjojen arkistointi, PP32</w:t>
            </w:r>
          </w:p>
        </w:tc>
        <w:tc>
          <w:tcPr>
            <w:tcW w:w="1258" w:type="dxa"/>
            <w:tcBorders>
              <w:top w:val="none" w:sz="0" w:space="0" w:color="000000"/>
              <w:left w:val="none" w:sz="0" w:space="0" w:color="000000"/>
              <w:bottom w:val="single" w:sz="8" w:space="0" w:color="000000"/>
              <w:right w:val="single" w:sz="8" w:space="0" w:color="000000"/>
            </w:tcBorders>
          </w:tcPr>
          <w:p w14:paraId="28408D88" w14:textId="77777777" w:rsidR="007239BD" w:rsidRPr="00B55E82" w:rsidRDefault="007239BD" w:rsidP="007239BD">
            <w:pPr>
              <w:rPr>
                <w:szCs w:val="20"/>
              </w:rPr>
            </w:pPr>
            <w:r>
              <w:rPr>
                <w:szCs w:val="20"/>
              </w:rPr>
              <w:t>-</w:t>
            </w:r>
          </w:p>
        </w:tc>
      </w:tr>
      <w:tr w:rsidR="007239BD" w:rsidRPr="00B55E82" w14:paraId="1308F458"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99B931A" w14:textId="0CC228C9" w:rsidR="007239BD" w:rsidRPr="00B55E82" w:rsidRDefault="001B2B7D" w:rsidP="007239BD">
            <w:pPr>
              <w:rPr>
                <w:szCs w:val="20"/>
              </w:rPr>
            </w:pPr>
            <w:r>
              <w:rPr>
                <w:szCs w:val="20"/>
              </w:rPr>
              <w:lastRenderedPageBreak/>
              <w:t>Tallenna</w:t>
            </w:r>
            <w:r w:rsidR="007239BD" w:rsidRPr="00B55E82">
              <w:rPr>
                <w:szCs w:val="20"/>
              </w:rPr>
              <w:t xml:space="preserve"> luovutusilmoitus</w:t>
            </w:r>
          </w:p>
        </w:tc>
        <w:tc>
          <w:tcPr>
            <w:tcW w:w="5684" w:type="dxa"/>
            <w:tcBorders>
              <w:top w:val="none" w:sz="0" w:space="0" w:color="000000"/>
              <w:left w:val="none" w:sz="0" w:space="0" w:color="000000"/>
              <w:bottom w:val="single" w:sz="8" w:space="0" w:color="000000"/>
              <w:right w:val="single" w:sz="8" w:space="0" w:color="000000"/>
            </w:tcBorders>
          </w:tcPr>
          <w:p w14:paraId="406735F2" w14:textId="77777777" w:rsidR="007239BD" w:rsidRPr="00B55E82" w:rsidRDefault="007239BD" w:rsidP="007239BD">
            <w:pPr>
              <w:rPr>
                <w:szCs w:val="20"/>
              </w:rPr>
            </w:pPr>
            <w:r w:rsidRPr="00B55E82">
              <w:rPr>
                <w:szCs w:val="20"/>
              </w:rPr>
              <w:t>Arkistoasiakirjojen arkistointi, PP32</w:t>
            </w:r>
          </w:p>
        </w:tc>
        <w:tc>
          <w:tcPr>
            <w:tcW w:w="1258" w:type="dxa"/>
            <w:tcBorders>
              <w:top w:val="none" w:sz="0" w:space="0" w:color="000000"/>
              <w:left w:val="none" w:sz="0" w:space="0" w:color="000000"/>
              <w:bottom w:val="single" w:sz="8" w:space="0" w:color="000000"/>
              <w:right w:val="single" w:sz="8" w:space="0" w:color="000000"/>
            </w:tcBorders>
          </w:tcPr>
          <w:p w14:paraId="528D5529" w14:textId="77777777" w:rsidR="007239BD" w:rsidRPr="00B55E82" w:rsidRDefault="007239BD" w:rsidP="007239BD">
            <w:pPr>
              <w:rPr>
                <w:szCs w:val="20"/>
              </w:rPr>
            </w:pPr>
            <w:r>
              <w:rPr>
                <w:szCs w:val="20"/>
              </w:rPr>
              <w:t>-</w:t>
            </w:r>
          </w:p>
        </w:tc>
      </w:tr>
      <w:tr w:rsidR="007239BD" w:rsidRPr="00B55E82" w14:paraId="14830553"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9927D67" w14:textId="77777777" w:rsidR="007239BD" w:rsidRPr="00B55E82" w:rsidRDefault="007239BD" w:rsidP="007239BD">
            <w:pPr>
              <w:rPr>
                <w:szCs w:val="20"/>
              </w:rPr>
            </w:pPr>
            <w:r w:rsidRPr="00B55E82">
              <w:rPr>
                <w:szCs w:val="20"/>
              </w:rPr>
              <w:t> </w:t>
            </w:r>
          </w:p>
          <w:p w14:paraId="63E1C36A" w14:textId="77777777" w:rsidR="007239BD" w:rsidRPr="00B55E82" w:rsidRDefault="007239BD" w:rsidP="007239BD">
            <w:pPr>
              <w:rPr>
                <w:szCs w:val="20"/>
              </w:rPr>
            </w:pPr>
          </w:p>
        </w:tc>
        <w:tc>
          <w:tcPr>
            <w:tcW w:w="5684" w:type="dxa"/>
            <w:tcBorders>
              <w:top w:val="none" w:sz="0" w:space="0" w:color="000000"/>
              <w:left w:val="none" w:sz="0" w:space="0" w:color="000000"/>
              <w:bottom w:val="single" w:sz="8" w:space="0" w:color="000000"/>
              <w:right w:val="single" w:sz="8" w:space="0" w:color="000000"/>
            </w:tcBorders>
          </w:tcPr>
          <w:p w14:paraId="6712A208" w14:textId="77777777" w:rsidR="007239BD" w:rsidRPr="00B55E82" w:rsidRDefault="007239BD" w:rsidP="007239BD">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50DEF5A8" w14:textId="77777777" w:rsidR="007239BD" w:rsidRPr="00B55E82" w:rsidRDefault="007239BD" w:rsidP="007239BD">
            <w:pPr>
              <w:rPr>
                <w:szCs w:val="20"/>
              </w:rPr>
            </w:pPr>
          </w:p>
        </w:tc>
      </w:tr>
      <w:tr w:rsidR="007239BD" w:rsidRPr="00B55E82" w14:paraId="1B8CF411" w14:textId="77777777" w:rsidTr="00E3533B">
        <w:trPr>
          <w:cantSplit/>
        </w:trPr>
        <w:tc>
          <w:tcPr>
            <w:tcW w:w="8220" w:type="dxa"/>
            <w:gridSpan w:val="2"/>
            <w:tcBorders>
              <w:top w:val="none" w:sz="0" w:space="0" w:color="000000"/>
              <w:left w:val="single" w:sz="8" w:space="0" w:color="000000"/>
              <w:bottom w:val="single" w:sz="8" w:space="0" w:color="000000"/>
              <w:right w:val="single" w:sz="8" w:space="0" w:color="000000"/>
            </w:tcBorders>
          </w:tcPr>
          <w:p w14:paraId="01700C16" w14:textId="77777777" w:rsidR="007239BD" w:rsidRPr="00B55E82" w:rsidRDefault="007239BD" w:rsidP="007239BD">
            <w:pPr>
              <w:rPr>
                <w:szCs w:val="20"/>
              </w:rPr>
            </w:pPr>
            <w:r w:rsidRPr="00B55E82">
              <w:rPr>
                <w:b/>
                <w:szCs w:val="20"/>
              </w:rPr>
              <w:t>Asiakirjojen korvaaminen</w:t>
            </w:r>
          </w:p>
        </w:tc>
        <w:tc>
          <w:tcPr>
            <w:tcW w:w="1258" w:type="dxa"/>
            <w:tcBorders>
              <w:top w:val="none" w:sz="0" w:space="0" w:color="000000"/>
              <w:left w:val="single" w:sz="8" w:space="0" w:color="000000"/>
              <w:bottom w:val="single" w:sz="8" w:space="0" w:color="000000"/>
              <w:right w:val="single" w:sz="8" w:space="0" w:color="000000"/>
            </w:tcBorders>
          </w:tcPr>
          <w:p w14:paraId="428C4DAE" w14:textId="77777777" w:rsidR="007239BD" w:rsidRPr="00B55E82" w:rsidRDefault="007239BD" w:rsidP="007239BD">
            <w:pPr>
              <w:rPr>
                <w:b/>
                <w:szCs w:val="20"/>
              </w:rPr>
            </w:pPr>
          </w:p>
        </w:tc>
      </w:tr>
      <w:tr w:rsidR="007239BD" w:rsidRPr="00B55E82" w14:paraId="1F249B57"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97BE5AE" w14:textId="62FFE71E" w:rsidR="007239BD" w:rsidRPr="00B55E82" w:rsidRDefault="007239BD" w:rsidP="007239BD">
            <w:pPr>
              <w:rPr>
                <w:szCs w:val="20"/>
              </w:rPr>
            </w:pPr>
            <w:r w:rsidRPr="00B55E82">
              <w:rPr>
                <w:szCs w:val="20"/>
              </w:rPr>
              <w:t>Korvaa palvelutapahtuma (PPA</w:t>
            </w:r>
            <w:r w:rsidR="003504FB">
              <w:rPr>
                <w:szCs w:val="20"/>
              </w:rPr>
              <w:t>, PPA11</w:t>
            </w:r>
            <w:r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26E8DE03" w14:textId="77777777" w:rsidR="007239BD" w:rsidRDefault="007239BD" w:rsidP="007239BD">
            <w:pPr>
              <w:rPr>
                <w:szCs w:val="20"/>
              </w:rPr>
            </w:pPr>
            <w:r w:rsidRPr="00B55E82">
              <w:rPr>
                <w:szCs w:val="20"/>
              </w:rPr>
              <w:t>Potilasasiakirjojen arkistointi, PPA</w:t>
            </w:r>
          </w:p>
          <w:p w14:paraId="7126EBD8" w14:textId="3B620F28" w:rsidR="00A624FF" w:rsidRPr="00B55E82" w:rsidRDefault="00A624FF" w:rsidP="007239BD">
            <w:pPr>
              <w:rPr>
                <w:szCs w:val="20"/>
              </w:rPr>
            </w:pPr>
            <w:r w:rsidRPr="007239BD">
              <w:rPr>
                <w:szCs w:val="20"/>
              </w:rPr>
              <w:t>Potilasasiakirjojen arkistointi toimintansa päättäneen rekisterinpitäjän rekisteriin</w:t>
            </w:r>
            <w:r w:rsidR="002F247D">
              <w:rPr>
                <w:szCs w:val="20"/>
              </w:rPr>
              <w:t xml:space="preserve"> (järjestämisvastuun perusteella)</w:t>
            </w:r>
            <w:r>
              <w:rPr>
                <w:szCs w:val="20"/>
              </w:rPr>
              <w:t>, PPA11</w:t>
            </w:r>
          </w:p>
        </w:tc>
        <w:tc>
          <w:tcPr>
            <w:tcW w:w="1258" w:type="dxa"/>
            <w:tcBorders>
              <w:top w:val="none" w:sz="0" w:space="0" w:color="000000"/>
              <w:left w:val="none" w:sz="0" w:space="0" w:color="000000"/>
              <w:bottom w:val="single" w:sz="8" w:space="0" w:color="000000"/>
              <w:right w:val="single" w:sz="8" w:space="0" w:color="000000"/>
            </w:tcBorders>
          </w:tcPr>
          <w:p w14:paraId="7D32C10A" w14:textId="77777777" w:rsidR="007239BD" w:rsidRPr="00B55E82" w:rsidRDefault="007239BD" w:rsidP="007239BD">
            <w:pPr>
              <w:rPr>
                <w:szCs w:val="20"/>
              </w:rPr>
            </w:pPr>
          </w:p>
        </w:tc>
      </w:tr>
      <w:tr w:rsidR="008706EC" w:rsidRPr="00B55E82" w14:paraId="106FAFF8"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A681213" w14:textId="77777777" w:rsidR="008706EC" w:rsidRPr="00B55E82" w:rsidRDefault="008706EC" w:rsidP="008706EC">
            <w:pPr>
              <w:rPr>
                <w:szCs w:val="20"/>
              </w:rPr>
            </w:pPr>
            <w:r w:rsidRPr="00B55E82">
              <w:rPr>
                <w:szCs w:val="20"/>
              </w:rPr>
              <w:t>Korvaa palvelutapahtuma-asiakirja</w:t>
            </w:r>
          </w:p>
        </w:tc>
        <w:tc>
          <w:tcPr>
            <w:tcW w:w="5684" w:type="dxa"/>
            <w:tcBorders>
              <w:top w:val="none" w:sz="0" w:space="0" w:color="000000"/>
              <w:left w:val="none" w:sz="0" w:space="0" w:color="000000"/>
              <w:bottom w:val="single" w:sz="8" w:space="0" w:color="000000"/>
              <w:right w:val="single" w:sz="8" w:space="0" w:color="000000"/>
            </w:tcBorders>
          </w:tcPr>
          <w:p w14:paraId="658A48F4"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051DA19E" w14:textId="67D4F643" w:rsidR="008706EC" w:rsidRPr="00B55E82" w:rsidRDefault="008706EC" w:rsidP="008706EC">
            <w:pPr>
              <w:rPr>
                <w:szCs w:val="20"/>
              </w:rPr>
            </w:pPr>
            <w:r w:rsidRPr="00B55E82">
              <w:rPr>
                <w:szCs w:val="20"/>
              </w:rPr>
              <w:t>Vanhojen tietojen arkistointi, PP37</w:t>
            </w:r>
            <w:r w:rsidR="002463EA">
              <w:rPr>
                <w:szCs w:val="20"/>
              </w:rPr>
              <w:br/>
            </w:r>
            <w:r w:rsidR="002463EA" w:rsidRPr="002463EA">
              <w:rPr>
                <w:szCs w:val="20"/>
              </w:rPr>
              <w:t>Vanhojen potilasasiakirjojen arkistointi toimintansa päättäneen rekisterinpitäjän rekisteriin</w:t>
            </w:r>
            <w:r w:rsidR="002463EA">
              <w:rPr>
                <w:szCs w:val="20"/>
              </w:rPr>
              <w:t>, PP3711</w:t>
            </w:r>
          </w:p>
          <w:p w14:paraId="5CCDF03B"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58" w:type="dxa"/>
            <w:tcBorders>
              <w:top w:val="none" w:sz="0" w:space="0" w:color="000000"/>
              <w:left w:val="none" w:sz="0" w:space="0" w:color="000000"/>
              <w:bottom w:val="single" w:sz="8" w:space="0" w:color="000000"/>
              <w:right w:val="single" w:sz="8" w:space="0" w:color="000000"/>
            </w:tcBorders>
          </w:tcPr>
          <w:p w14:paraId="23C978F7" w14:textId="77777777" w:rsidR="008706EC" w:rsidRDefault="008706EC" w:rsidP="008706EC">
            <w:pPr>
              <w:rPr>
                <w:szCs w:val="20"/>
              </w:rPr>
            </w:pPr>
            <w:r>
              <w:rPr>
                <w:szCs w:val="20"/>
              </w:rPr>
              <w:t>PPA</w:t>
            </w:r>
          </w:p>
          <w:p w14:paraId="033252A8" w14:textId="6FF84C37" w:rsidR="008706EC" w:rsidRDefault="008706EC" w:rsidP="008706EC">
            <w:pPr>
              <w:rPr>
                <w:szCs w:val="20"/>
              </w:rPr>
            </w:pPr>
            <w:r>
              <w:rPr>
                <w:szCs w:val="20"/>
              </w:rPr>
              <w:t>-</w:t>
            </w:r>
          </w:p>
          <w:p w14:paraId="2390DF0E" w14:textId="679671AB" w:rsidR="002463EA" w:rsidRDefault="002463EA" w:rsidP="008706EC">
            <w:pPr>
              <w:rPr>
                <w:szCs w:val="20"/>
              </w:rPr>
            </w:pPr>
            <w:r>
              <w:rPr>
                <w:szCs w:val="20"/>
              </w:rPr>
              <w:t>-</w:t>
            </w:r>
          </w:p>
          <w:p w14:paraId="119393B3" w14:textId="77777777" w:rsidR="002463EA" w:rsidRDefault="002463EA" w:rsidP="008706EC">
            <w:pPr>
              <w:rPr>
                <w:szCs w:val="20"/>
              </w:rPr>
            </w:pPr>
          </w:p>
          <w:p w14:paraId="3C99AFFA" w14:textId="77777777" w:rsidR="008706EC" w:rsidRDefault="008706EC" w:rsidP="008706EC">
            <w:pPr>
              <w:rPr>
                <w:szCs w:val="20"/>
              </w:rPr>
            </w:pPr>
            <w:r>
              <w:rPr>
                <w:szCs w:val="20"/>
              </w:rPr>
              <w:t>PPA</w:t>
            </w:r>
            <w:r>
              <w:rPr>
                <w:szCs w:val="20"/>
              </w:rPr>
              <w:br/>
            </w:r>
            <w:r>
              <w:rPr>
                <w:szCs w:val="20"/>
              </w:rPr>
              <w:br/>
            </w:r>
          </w:p>
          <w:p w14:paraId="6F00E575" w14:textId="77777777" w:rsidR="008706EC" w:rsidRPr="00B55E82" w:rsidRDefault="008706EC" w:rsidP="008706EC">
            <w:pPr>
              <w:rPr>
                <w:szCs w:val="20"/>
              </w:rPr>
            </w:pPr>
            <w:r>
              <w:rPr>
                <w:szCs w:val="20"/>
              </w:rPr>
              <w:t>PPA</w:t>
            </w:r>
          </w:p>
        </w:tc>
      </w:tr>
      <w:tr w:rsidR="008706EC" w:rsidRPr="00B55E82" w14:paraId="2E01B0B4"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27BE7751" w14:textId="23B36683" w:rsidR="008706EC" w:rsidRPr="00B55E82" w:rsidRDefault="008706EC" w:rsidP="008706EC">
            <w:pPr>
              <w:rPr>
                <w:szCs w:val="20"/>
              </w:rPr>
            </w:pPr>
            <w:r w:rsidRPr="00B55E82">
              <w:rPr>
                <w:szCs w:val="20"/>
              </w:rPr>
              <w:t>Korvaa hoitoasiakirja (PPA</w:t>
            </w:r>
            <w:r w:rsidR="003504FB">
              <w:rPr>
                <w:szCs w:val="20"/>
              </w:rPr>
              <w:t>, PPA11</w:t>
            </w:r>
            <w:r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50F41712" w14:textId="7B77D4A1" w:rsidR="008706EC" w:rsidRPr="00B55E82" w:rsidRDefault="008706EC" w:rsidP="00056B7D">
            <w:pPr>
              <w:rPr>
                <w:szCs w:val="20"/>
              </w:rPr>
            </w:pPr>
            <w:r w:rsidRPr="00B55E82">
              <w:rPr>
                <w:szCs w:val="20"/>
              </w:rPr>
              <w:t>Potilasasiakirjojen arkistointi, PPA</w:t>
            </w:r>
            <w:r w:rsidR="00A624FF">
              <w:rPr>
                <w:szCs w:val="20"/>
              </w:rPr>
              <w:br/>
            </w:r>
            <w:r w:rsidR="00A624FF" w:rsidRPr="007239BD">
              <w:rPr>
                <w:szCs w:val="20"/>
              </w:rPr>
              <w:t>Potilasasiakirjojen arkistointi toimintansa päättäneen rekisterinpitäjän rekisteriin</w:t>
            </w:r>
            <w:r w:rsidR="002F247D">
              <w:rPr>
                <w:szCs w:val="20"/>
              </w:rPr>
              <w:t xml:space="preserve"> (järjestämisvastuun perusteella)</w:t>
            </w:r>
            <w:r w:rsidR="00A624FF">
              <w:rPr>
                <w:szCs w:val="20"/>
              </w:rPr>
              <w:t>, PPA11</w:t>
            </w:r>
          </w:p>
        </w:tc>
        <w:tc>
          <w:tcPr>
            <w:tcW w:w="1258" w:type="dxa"/>
            <w:tcBorders>
              <w:top w:val="none" w:sz="0" w:space="0" w:color="000000"/>
              <w:left w:val="none" w:sz="0" w:space="0" w:color="000000"/>
              <w:bottom w:val="single" w:sz="8" w:space="0" w:color="000000"/>
              <w:right w:val="single" w:sz="8" w:space="0" w:color="000000"/>
            </w:tcBorders>
          </w:tcPr>
          <w:p w14:paraId="3F25F3AB" w14:textId="77777777" w:rsidR="008706EC" w:rsidRPr="00B55E82" w:rsidRDefault="008706EC" w:rsidP="008706EC">
            <w:pPr>
              <w:rPr>
                <w:szCs w:val="20"/>
              </w:rPr>
            </w:pPr>
          </w:p>
        </w:tc>
      </w:tr>
      <w:tr w:rsidR="008706EC" w:rsidRPr="00B55E82" w14:paraId="20FBA70D"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11E4AB1B" w14:textId="77777777" w:rsidR="008706EC" w:rsidRPr="00B55E82" w:rsidRDefault="008706EC" w:rsidP="008706EC">
            <w:pPr>
              <w:rPr>
                <w:szCs w:val="20"/>
              </w:rPr>
            </w:pPr>
            <w:r w:rsidRPr="00B55E82">
              <w:rPr>
                <w:szCs w:val="20"/>
              </w:rPr>
              <w:t>Korvaa hoitoasiakirja</w:t>
            </w:r>
          </w:p>
        </w:tc>
        <w:tc>
          <w:tcPr>
            <w:tcW w:w="5684" w:type="dxa"/>
            <w:tcBorders>
              <w:top w:val="none" w:sz="0" w:space="0" w:color="000000"/>
              <w:left w:val="none" w:sz="0" w:space="0" w:color="000000"/>
              <w:bottom w:val="single" w:sz="8" w:space="0" w:color="000000"/>
              <w:right w:val="single" w:sz="8" w:space="0" w:color="000000"/>
            </w:tcBorders>
          </w:tcPr>
          <w:p w14:paraId="0C84E9C0"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62083467" w14:textId="6596070D" w:rsidR="008706EC" w:rsidRDefault="008706EC" w:rsidP="008706EC">
            <w:pPr>
              <w:rPr>
                <w:szCs w:val="20"/>
              </w:rPr>
            </w:pPr>
            <w:r w:rsidRPr="00B55E82">
              <w:rPr>
                <w:szCs w:val="20"/>
              </w:rPr>
              <w:t>Vanhojen tietojen arkistointi, PP37</w:t>
            </w:r>
          </w:p>
          <w:p w14:paraId="4799736F" w14:textId="64EE50E0" w:rsidR="002463EA" w:rsidRPr="00B55E82" w:rsidRDefault="002463EA" w:rsidP="008706EC">
            <w:pPr>
              <w:rPr>
                <w:szCs w:val="20"/>
              </w:rPr>
            </w:pPr>
            <w:r w:rsidRPr="002463EA">
              <w:rPr>
                <w:szCs w:val="20"/>
              </w:rPr>
              <w:t>Vanhojen potilasasiakirjojen arkistointi toimintansa päättäneen rekisterinpitäjän rekisteriin</w:t>
            </w:r>
            <w:r>
              <w:rPr>
                <w:szCs w:val="20"/>
              </w:rPr>
              <w:t>, PP3711</w:t>
            </w:r>
          </w:p>
          <w:p w14:paraId="6FCF4276"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58" w:type="dxa"/>
            <w:tcBorders>
              <w:top w:val="none" w:sz="0" w:space="0" w:color="000000"/>
              <w:left w:val="none" w:sz="0" w:space="0" w:color="000000"/>
              <w:bottom w:val="single" w:sz="8" w:space="0" w:color="000000"/>
              <w:right w:val="single" w:sz="8" w:space="0" w:color="000000"/>
            </w:tcBorders>
          </w:tcPr>
          <w:p w14:paraId="09FDDED5" w14:textId="77777777" w:rsidR="008706EC" w:rsidRDefault="008706EC" w:rsidP="008706EC">
            <w:pPr>
              <w:rPr>
                <w:szCs w:val="20"/>
              </w:rPr>
            </w:pPr>
            <w:r>
              <w:rPr>
                <w:szCs w:val="20"/>
              </w:rPr>
              <w:t>PPA</w:t>
            </w:r>
          </w:p>
          <w:p w14:paraId="6B5A3737" w14:textId="25A17C44" w:rsidR="008706EC" w:rsidRDefault="008706EC" w:rsidP="008706EC">
            <w:pPr>
              <w:rPr>
                <w:szCs w:val="20"/>
              </w:rPr>
            </w:pPr>
            <w:r>
              <w:rPr>
                <w:szCs w:val="20"/>
              </w:rPr>
              <w:t>-</w:t>
            </w:r>
          </w:p>
          <w:p w14:paraId="3F28FCD8" w14:textId="0B18FE84" w:rsidR="002463EA" w:rsidRDefault="002463EA" w:rsidP="008706EC">
            <w:pPr>
              <w:rPr>
                <w:szCs w:val="20"/>
              </w:rPr>
            </w:pPr>
            <w:r>
              <w:rPr>
                <w:szCs w:val="20"/>
              </w:rPr>
              <w:t>-</w:t>
            </w:r>
          </w:p>
          <w:p w14:paraId="58E8CEC4" w14:textId="77777777" w:rsidR="002463EA" w:rsidRDefault="002463EA" w:rsidP="008706EC">
            <w:pPr>
              <w:rPr>
                <w:szCs w:val="20"/>
              </w:rPr>
            </w:pPr>
          </w:p>
          <w:p w14:paraId="7F052EC4" w14:textId="77777777" w:rsidR="008706EC" w:rsidRDefault="008706EC" w:rsidP="008706EC">
            <w:pPr>
              <w:rPr>
                <w:szCs w:val="20"/>
              </w:rPr>
            </w:pPr>
            <w:r>
              <w:rPr>
                <w:szCs w:val="20"/>
              </w:rPr>
              <w:t>PPA</w:t>
            </w:r>
            <w:r>
              <w:rPr>
                <w:szCs w:val="20"/>
              </w:rPr>
              <w:br/>
            </w:r>
            <w:r>
              <w:rPr>
                <w:szCs w:val="20"/>
              </w:rPr>
              <w:br/>
            </w:r>
          </w:p>
          <w:p w14:paraId="04E003BA" w14:textId="77777777" w:rsidR="008706EC" w:rsidRPr="00B55E82" w:rsidRDefault="008706EC" w:rsidP="008706EC">
            <w:pPr>
              <w:rPr>
                <w:szCs w:val="20"/>
              </w:rPr>
            </w:pPr>
            <w:r>
              <w:rPr>
                <w:szCs w:val="20"/>
              </w:rPr>
              <w:t>PPA</w:t>
            </w:r>
          </w:p>
        </w:tc>
      </w:tr>
      <w:tr w:rsidR="008706EC" w:rsidRPr="00B55E82" w14:paraId="75AD27BE"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71446534" w14:textId="3E7C6339" w:rsidR="008706EC" w:rsidRPr="00B55E82" w:rsidRDefault="008706EC" w:rsidP="008706EC">
            <w:pPr>
              <w:rPr>
                <w:szCs w:val="20"/>
              </w:rPr>
            </w:pPr>
            <w:r w:rsidRPr="00B55E82">
              <w:rPr>
                <w:szCs w:val="20"/>
              </w:rPr>
              <w:t xml:space="preserve">Korvaa </w:t>
            </w:r>
            <w:r>
              <w:rPr>
                <w:szCs w:val="20"/>
              </w:rPr>
              <w:t>Tahdonilmaisupalvelun</w:t>
            </w:r>
            <w:r w:rsidRPr="00B55E82">
              <w:rPr>
                <w:szCs w:val="20"/>
              </w:rPr>
              <w:t xml:space="preserve"> asiakirja </w:t>
            </w:r>
          </w:p>
          <w:p w14:paraId="67EB60AB" w14:textId="3DA03821" w:rsidR="008706EC" w:rsidRPr="00B55E82" w:rsidRDefault="008706EC" w:rsidP="008706EC">
            <w:pPr>
              <w:rPr>
                <w:szCs w:val="20"/>
              </w:rPr>
            </w:pPr>
            <w:r w:rsidRPr="00B55E82">
              <w:rPr>
                <w:szCs w:val="20"/>
              </w:rPr>
              <w:t>(</w:t>
            </w:r>
            <w:r>
              <w:rPr>
                <w:szCs w:val="20"/>
              </w:rPr>
              <w:t>luovutusten</w:t>
            </w:r>
            <w:r w:rsidRPr="00B55E82">
              <w:rPr>
                <w:szCs w:val="20"/>
              </w:rPr>
              <w:t>hallinnan asiakirjat ja tahdonilmaisut)</w:t>
            </w:r>
          </w:p>
        </w:tc>
        <w:tc>
          <w:tcPr>
            <w:tcW w:w="5684" w:type="dxa"/>
            <w:tcBorders>
              <w:top w:val="none" w:sz="0" w:space="0" w:color="000000"/>
              <w:left w:val="none" w:sz="0" w:space="0" w:color="000000"/>
              <w:bottom w:val="single" w:sz="8" w:space="0" w:color="000000"/>
              <w:right w:val="single" w:sz="8" w:space="0" w:color="000000"/>
            </w:tcBorders>
          </w:tcPr>
          <w:p w14:paraId="4BE865CC" w14:textId="44F766EF" w:rsidR="008706EC" w:rsidRPr="00B55E82" w:rsidRDefault="008706EC" w:rsidP="008706EC">
            <w:pPr>
              <w:rPr>
                <w:szCs w:val="20"/>
              </w:rPr>
            </w:pPr>
            <w:r>
              <w:rPr>
                <w:szCs w:val="20"/>
              </w:rPr>
              <w:t>Tahdonilmaisupalveluun</w:t>
            </w:r>
            <w:r w:rsidRPr="00B55E82">
              <w:rPr>
                <w:szCs w:val="20"/>
              </w:rPr>
              <w:t xml:space="preserve"> tallennus, PP23</w:t>
            </w:r>
          </w:p>
        </w:tc>
        <w:tc>
          <w:tcPr>
            <w:tcW w:w="1258" w:type="dxa"/>
            <w:tcBorders>
              <w:top w:val="none" w:sz="0" w:space="0" w:color="000000"/>
              <w:left w:val="none" w:sz="0" w:space="0" w:color="000000"/>
              <w:bottom w:val="single" w:sz="8" w:space="0" w:color="000000"/>
              <w:right w:val="single" w:sz="8" w:space="0" w:color="000000"/>
            </w:tcBorders>
          </w:tcPr>
          <w:p w14:paraId="2D962F9B" w14:textId="77777777" w:rsidR="008706EC" w:rsidRPr="00B55E82" w:rsidRDefault="008706EC" w:rsidP="008706EC">
            <w:pPr>
              <w:rPr>
                <w:szCs w:val="20"/>
              </w:rPr>
            </w:pPr>
            <w:r>
              <w:rPr>
                <w:szCs w:val="20"/>
              </w:rPr>
              <w:t>-</w:t>
            </w:r>
          </w:p>
        </w:tc>
      </w:tr>
      <w:tr w:rsidR="008706EC" w:rsidRPr="00B55E82" w14:paraId="76C51D9A"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EDAAD72" w14:textId="77777777" w:rsidR="008706EC" w:rsidRPr="00B55E82" w:rsidRDefault="008706EC" w:rsidP="008706EC">
            <w:pPr>
              <w:rPr>
                <w:szCs w:val="20"/>
              </w:rPr>
            </w:pPr>
            <w:r w:rsidRPr="00B55E82">
              <w:rPr>
                <w:szCs w:val="20"/>
              </w:rPr>
              <w:t>Korvaa arkistoasiakirja</w:t>
            </w:r>
          </w:p>
        </w:tc>
        <w:tc>
          <w:tcPr>
            <w:tcW w:w="5684" w:type="dxa"/>
            <w:tcBorders>
              <w:top w:val="none" w:sz="0" w:space="0" w:color="000000"/>
              <w:left w:val="none" w:sz="0" w:space="0" w:color="000000"/>
              <w:bottom w:val="single" w:sz="8" w:space="0" w:color="000000"/>
              <w:right w:val="single" w:sz="8" w:space="0" w:color="000000"/>
            </w:tcBorders>
          </w:tcPr>
          <w:p w14:paraId="763CA6FB" w14:textId="6234C7DF" w:rsidR="008706EC" w:rsidRPr="00B55E82" w:rsidRDefault="008706EC" w:rsidP="008706EC">
            <w:pPr>
              <w:rPr>
                <w:szCs w:val="20"/>
              </w:rPr>
            </w:pPr>
            <w:r w:rsidRPr="00B55E82">
              <w:rPr>
                <w:szCs w:val="20"/>
              </w:rPr>
              <w:t>Arkistoasiakirjojen arkistointi, PP</w:t>
            </w:r>
            <w:r>
              <w:rPr>
                <w:szCs w:val="20"/>
              </w:rPr>
              <w:t>32</w:t>
            </w:r>
          </w:p>
        </w:tc>
        <w:tc>
          <w:tcPr>
            <w:tcW w:w="1258" w:type="dxa"/>
            <w:tcBorders>
              <w:top w:val="none" w:sz="0" w:space="0" w:color="000000"/>
              <w:left w:val="none" w:sz="0" w:space="0" w:color="000000"/>
              <w:bottom w:val="single" w:sz="8" w:space="0" w:color="000000"/>
              <w:right w:val="single" w:sz="8" w:space="0" w:color="000000"/>
            </w:tcBorders>
          </w:tcPr>
          <w:p w14:paraId="0FDEF0B6" w14:textId="77777777" w:rsidR="008706EC" w:rsidRPr="00B55E82" w:rsidRDefault="008706EC" w:rsidP="008706EC">
            <w:pPr>
              <w:rPr>
                <w:szCs w:val="20"/>
              </w:rPr>
            </w:pPr>
            <w:r>
              <w:rPr>
                <w:szCs w:val="20"/>
              </w:rPr>
              <w:t>-</w:t>
            </w:r>
          </w:p>
        </w:tc>
      </w:tr>
      <w:tr w:rsidR="008706EC" w:rsidRPr="00B55E82" w14:paraId="11922A8D"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30D9296" w14:textId="77777777" w:rsidR="008706EC" w:rsidRPr="00B55E82" w:rsidRDefault="008706EC" w:rsidP="008706EC">
            <w:pPr>
              <w:rPr>
                <w:szCs w:val="20"/>
              </w:rPr>
            </w:pPr>
            <w:r w:rsidRPr="00B55E82">
              <w:rPr>
                <w:szCs w:val="20"/>
              </w:rPr>
              <w:t> </w:t>
            </w:r>
          </w:p>
          <w:p w14:paraId="3ABD3EDD" w14:textId="77777777" w:rsidR="008706EC" w:rsidRPr="00B55E82" w:rsidRDefault="008706EC" w:rsidP="008706EC">
            <w:pPr>
              <w:rPr>
                <w:szCs w:val="20"/>
              </w:rPr>
            </w:pPr>
          </w:p>
          <w:p w14:paraId="09216AE0" w14:textId="77777777" w:rsidR="008706EC" w:rsidRPr="00B55E82" w:rsidRDefault="008706EC" w:rsidP="008706EC">
            <w:pPr>
              <w:rPr>
                <w:szCs w:val="20"/>
              </w:rPr>
            </w:pPr>
          </w:p>
        </w:tc>
        <w:tc>
          <w:tcPr>
            <w:tcW w:w="5684" w:type="dxa"/>
            <w:tcBorders>
              <w:top w:val="none" w:sz="0" w:space="0" w:color="000000"/>
              <w:left w:val="none" w:sz="0" w:space="0" w:color="000000"/>
              <w:bottom w:val="single" w:sz="8" w:space="0" w:color="000000"/>
              <w:right w:val="single" w:sz="8" w:space="0" w:color="000000"/>
            </w:tcBorders>
          </w:tcPr>
          <w:p w14:paraId="620DBB89"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43E05E65" w14:textId="77777777" w:rsidR="008706EC" w:rsidRPr="00B55E82" w:rsidRDefault="008706EC" w:rsidP="008706EC">
            <w:pPr>
              <w:rPr>
                <w:szCs w:val="20"/>
              </w:rPr>
            </w:pPr>
          </w:p>
        </w:tc>
      </w:tr>
      <w:tr w:rsidR="008706EC" w:rsidRPr="00B55E82" w14:paraId="0FFFADF5" w14:textId="77777777" w:rsidTr="00E3533B">
        <w:trPr>
          <w:cantSplit/>
        </w:trPr>
        <w:tc>
          <w:tcPr>
            <w:tcW w:w="8220" w:type="dxa"/>
            <w:gridSpan w:val="2"/>
            <w:tcBorders>
              <w:top w:val="none" w:sz="0" w:space="0" w:color="000000"/>
              <w:left w:val="single" w:sz="8" w:space="0" w:color="000000"/>
              <w:bottom w:val="single" w:sz="8" w:space="0" w:color="000000"/>
              <w:right w:val="single" w:sz="8" w:space="0" w:color="000000"/>
            </w:tcBorders>
          </w:tcPr>
          <w:p w14:paraId="2F771F3E" w14:textId="77777777" w:rsidR="008706EC" w:rsidRPr="00B55E82" w:rsidRDefault="008706EC" w:rsidP="008706EC">
            <w:pPr>
              <w:rPr>
                <w:szCs w:val="20"/>
              </w:rPr>
            </w:pPr>
            <w:r w:rsidRPr="00B55E82">
              <w:rPr>
                <w:b/>
                <w:szCs w:val="20"/>
              </w:rPr>
              <w:t>Haku</w:t>
            </w:r>
            <w:r w:rsidRPr="00B55E82">
              <w:rPr>
                <w:szCs w:val="20"/>
              </w:rPr>
              <w:t> </w:t>
            </w:r>
          </w:p>
        </w:tc>
        <w:tc>
          <w:tcPr>
            <w:tcW w:w="1258" w:type="dxa"/>
            <w:tcBorders>
              <w:top w:val="none" w:sz="0" w:space="0" w:color="000000"/>
              <w:left w:val="single" w:sz="8" w:space="0" w:color="000000"/>
              <w:bottom w:val="single" w:sz="8" w:space="0" w:color="000000"/>
              <w:right w:val="single" w:sz="8" w:space="0" w:color="000000"/>
            </w:tcBorders>
          </w:tcPr>
          <w:p w14:paraId="07F653F6" w14:textId="77777777" w:rsidR="008706EC" w:rsidRPr="00B55E82" w:rsidRDefault="008706EC" w:rsidP="008706EC">
            <w:pPr>
              <w:rPr>
                <w:b/>
                <w:szCs w:val="20"/>
              </w:rPr>
            </w:pPr>
          </w:p>
        </w:tc>
      </w:tr>
      <w:tr w:rsidR="008706EC" w:rsidRPr="00B55E82" w14:paraId="4F224155"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EC13C36" w14:textId="06C6626A" w:rsidR="008706EC" w:rsidRPr="00B55E82" w:rsidRDefault="008706EC" w:rsidP="008706EC">
            <w:pPr>
              <w:rPr>
                <w:szCs w:val="20"/>
              </w:rPr>
            </w:pPr>
            <w:r w:rsidRPr="00B55E82">
              <w:rPr>
                <w:szCs w:val="20"/>
              </w:rPr>
              <w:t>Hae potilasasiakirjoja (PPB</w:t>
            </w:r>
            <w:r w:rsidR="003504FB">
              <w:rPr>
                <w:szCs w:val="20"/>
              </w:rPr>
              <w:t>, PPB11</w:t>
            </w:r>
            <w:r w:rsidRPr="00B55E82">
              <w:rPr>
                <w:szCs w:val="20"/>
              </w:rPr>
              <w:t>)</w:t>
            </w:r>
          </w:p>
        </w:tc>
        <w:tc>
          <w:tcPr>
            <w:tcW w:w="5684" w:type="dxa"/>
            <w:tcBorders>
              <w:top w:val="none" w:sz="0" w:space="0" w:color="000000"/>
              <w:left w:val="none" w:sz="0" w:space="0" w:color="000000"/>
              <w:bottom w:val="single" w:sz="8" w:space="0" w:color="000000"/>
              <w:right w:val="single" w:sz="8" w:space="0" w:color="000000"/>
            </w:tcBorders>
          </w:tcPr>
          <w:p w14:paraId="3F5B31EF" w14:textId="77777777" w:rsidR="008706EC" w:rsidRDefault="008706EC" w:rsidP="008706EC">
            <w:pPr>
              <w:rPr>
                <w:szCs w:val="20"/>
              </w:rPr>
            </w:pPr>
            <w:r w:rsidRPr="00B55E82">
              <w:rPr>
                <w:szCs w:val="20"/>
              </w:rPr>
              <w:t>Potilasasiakirjojen haku, PPB</w:t>
            </w:r>
          </w:p>
          <w:p w14:paraId="362FC3E7" w14:textId="61B607C2" w:rsidR="002F247D" w:rsidRPr="00B55E82" w:rsidRDefault="002F247D" w:rsidP="008706EC">
            <w:pPr>
              <w:rPr>
                <w:szCs w:val="20"/>
              </w:rPr>
            </w:pPr>
            <w:r w:rsidRPr="007239BD">
              <w:rPr>
                <w:szCs w:val="20"/>
              </w:rPr>
              <w:t>Potilasasiakirjojen haku toimintansa päättäneen rekisterinpitäjän rekisteristä</w:t>
            </w:r>
            <w:r>
              <w:rPr>
                <w:szCs w:val="20"/>
              </w:rPr>
              <w:t xml:space="preserve"> (järjestämisvastuun perusteella), PPB11</w:t>
            </w:r>
          </w:p>
        </w:tc>
        <w:tc>
          <w:tcPr>
            <w:tcW w:w="1258" w:type="dxa"/>
            <w:tcBorders>
              <w:top w:val="none" w:sz="0" w:space="0" w:color="000000"/>
              <w:left w:val="none" w:sz="0" w:space="0" w:color="000000"/>
              <w:bottom w:val="single" w:sz="8" w:space="0" w:color="000000"/>
              <w:right w:val="single" w:sz="8" w:space="0" w:color="000000"/>
            </w:tcBorders>
          </w:tcPr>
          <w:p w14:paraId="617B380D" w14:textId="77777777" w:rsidR="008706EC" w:rsidRPr="00B55E82" w:rsidRDefault="008706EC" w:rsidP="008706EC">
            <w:pPr>
              <w:rPr>
                <w:szCs w:val="20"/>
              </w:rPr>
            </w:pPr>
          </w:p>
        </w:tc>
      </w:tr>
      <w:tr w:rsidR="008706EC" w:rsidRPr="00B55E82" w14:paraId="051A25D4"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70314852" w14:textId="77777777" w:rsidR="008706EC" w:rsidRPr="00B55E82" w:rsidRDefault="008706EC" w:rsidP="008706EC">
            <w:pPr>
              <w:rPr>
                <w:szCs w:val="20"/>
              </w:rPr>
            </w:pPr>
            <w:r w:rsidRPr="00B55E82">
              <w:rPr>
                <w:szCs w:val="20"/>
              </w:rPr>
              <w:t>Hae oman rekisterin asiakirjoja</w:t>
            </w:r>
          </w:p>
        </w:tc>
        <w:tc>
          <w:tcPr>
            <w:tcW w:w="5684" w:type="dxa"/>
            <w:tcBorders>
              <w:top w:val="none" w:sz="0" w:space="0" w:color="000000"/>
              <w:left w:val="none" w:sz="0" w:space="0" w:color="000000"/>
              <w:bottom w:val="single" w:sz="8" w:space="0" w:color="000000"/>
              <w:right w:val="single" w:sz="8" w:space="0" w:color="000000"/>
            </w:tcBorders>
          </w:tcPr>
          <w:p w14:paraId="2DB067F4" w14:textId="77777777" w:rsidR="008706EC" w:rsidRPr="00B55E82" w:rsidRDefault="008706EC" w:rsidP="008706EC">
            <w:pPr>
              <w:rPr>
                <w:szCs w:val="20"/>
              </w:rPr>
            </w:pPr>
            <w:r w:rsidRPr="00B55E82">
              <w:rPr>
                <w:szCs w:val="20"/>
              </w:rPr>
              <w:t>Palvelunantajan omien tietojen haku Potilastiedon arkistosta, PP2</w:t>
            </w:r>
          </w:p>
          <w:p w14:paraId="1F6A42C8" w14:textId="77777777" w:rsidR="008706EC" w:rsidRDefault="008706EC" w:rsidP="008706EC">
            <w:pPr>
              <w:rPr>
                <w:szCs w:val="20"/>
              </w:rPr>
            </w:pPr>
            <w:r w:rsidRPr="00B55E82">
              <w:rPr>
                <w:szCs w:val="20"/>
              </w:rPr>
              <w:t>Palvelunantajan omien vanhojen tietojen haku Potilastiedon arkistosta, PP36</w:t>
            </w:r>
          </w:p>
          <w:p w14:paraId="6390C059" w14:textId="210B2A35" w:rsidR="002463EA" w:rsidRPr="00B55E82" w:rsidRDefault="002463EA" w:rsidP="008706EC">
            <w:pPr>
              <w:rPr>
                <w:szCs w:val="20"/>
              </w:rPr>
            </w:pPr>
            <w:r w:rsidRPr="002463EA">
              <w:rPr>
                <w:szCs w:val="20"/>
              </w:rPr>
              <w:t>Vanhojen potilasasiakirjojen haku toimintansa päättäneen rekisterinpitäjän rekisteristä</w:t>
            </w:r>
            <w:r>
              <w:rPr>
                <w:szCs w:val="20"/>
              </w:rPr>
              <w:t>, PP3611</w:t>
            </w:r>
          </w:p>
        </w:tc>
        <w:tc>
          <w:tcPr>
            <w:tcW w:w="1258" w:type="dxa"/>
            <w:tcBorders>
              <w:top w:val="none" w:sz="0" w:space="0" w:color="000000"/>
              <w:left w:val="none" w:sz="0" w:space="0" w:color="000000"/>
              <w:bottom w:val="single" w:sz="8" w:space="0" w:color="000000"/>
              <w:right w:val="single" w:sz="8" w:space="0" w:color="000000"/>
            </w:tcBorders>
          </w:tcPr>
          <w:p w14:paraId="433005D3" w14:textId="77777777" w:rsidR="008706EC" w:rsidRDefault="008706EC" w:rsidP="008706EC">
            <w:pPr>
              <w:rPr>
                <w:szCs w:val="20"/>
              </w:rPr>
            </w:pPr>
            <w:r>
              <w:rPr>
                <w:szCs w:val="20"/>
              </w:rPr>
              <w:t>PPB</w:t>
            </w:r>
            <w:r>
              <w:rPr>
                <w:szCs w:val="20"/>
              </w:rPr>
              <w:br/>
            </w:r>
          </w:p>
          <w:p w14:paraId="0A1C4AB6" w14:textId="77777777" w:rsidR="008706EC" w:rsidRDefault="008706EC" w:rsidP="008706EC">
            <w:pPr>
              <w:rPr>
                <w:szCs w:val="20"/>
              </w:rPr>
            </w:pPr>
            <w:r>
              <w:rPr>
                <w:szCs w:val="20"/>
              </w:rPr>
              <w:t>-</w:t>
            </w:r>
          </w:p>
          <w:p w14:paraId="6E6BFF6D" w14:textId="77777777" w:rsidR="002463EA" w:rsidRDefault="002463EA" w:rsidP="008706EC">
            <w:pPr>
              <w:rPr>
                <w:szCs w:val="20"/>
              </w:rPr>
            </w:pPr>
          </w:p>
          <w:p w14:paraId="245C5448" w14:textId="4032E71E" w:rsidR="002463EA" w:rsidRPr="00B55E82" w:rsidRDefault="002463EA" w:rsidP="008706EC">
            <w:pPr>
              <w:rPr>
                <w:szCs w:val="20"/>
              </w:rPr>
            </w:pPr>
            <w:r>
              <w:rPr>
                <w:szCs w:val="20"/>
              </w:rPr>
              <w:t>-</w:t>
            </w:r>
          </w:p>
        </w:tc>
      </w:tr>
      <w:tr w:rsidR="008706EC" w:rsidRPr="00B55E82" w14:paraId="68421923"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5729D70F" w14:textId="77777777" w:rsidR="008706EC" w:rsidRPr="00B55E82" w:rsidRDefault="008706EC" w:rsidP="008706EC">
            <w:pPr>
              <w:rPr>
                <w:szCs w:val="20"/>
              </w:rPr>
            </w:pPr>
            <w:r w:rsidRPr="00B55E82">
              <w:rPr>
                <w:szCs w:val="20"/>
              </w:rPr>
              <w:lastRenderedPageBreak/>
              <w:t>Hae asiakirjoja luovutuksena</w:t>
            </w:r>
          </w:p>
        </w:tc>
        <w:tc>
          <w:tcPr>
            <w:tcW w:w="5684" w:type="dxa"/>
            <w:tcBorders>
              <w:top w:val="none" w:sz="0" w:space="0" w:color="000000"/>
              <w:left w:val="none" w:sz="0" w:space="0" w:color="000000"/>
              <w:bottom w:val="single" w:sz="8" w:space="0" w:color="000000"/>
              <w:right w:val="single" w:sz="8" w:space="0" w:color="000000"/>
            </w:tcBorders>
          </w:tcPr>
          <w:p w14:paraId="7B2C3842" w14:textId="77777777" w:rsidR="008706EC" w:rsidRPr="00B55E82" w:rsidRDefault="008706EC" w:rsidP="008706EC">
            <w:pPr>
              <w:rPr>
                <w:szCs w:val="20"/>
              </w:rPr>
            </w:pPr>
            <w:r w:rsidRPr="00B55E82">
              <w:rPr>
                <w:szCs w:val="20"/>
              </w:rPr>
              <w:t>Luovutushaku, PP21</w:t>
            </w:r>
          </w:p>
          <w:p w14:paraId="6A7725B3" w14:textId="2121C7EF" w:rsidR="008706EC" w:rsidRPr="00B55E82" w:rsidRDefault="008706EC" w:rsidP="008706EC">
            <w:pPr>
              <w:rPr>
                <w:szCs w:val="20"/>
              </w:rPr>
            </w:pPr>
            <w:r w:rsidRPr="00306B07">
              <w:rPr>
                <w:szCs w:val="20"/>
              </w:rPr>
              <w:t>Haku Uudenmaan väliaikaisen tiedonsaantioikeuden perusteella</w:t>
            </w:r>
            <w:r w:rsidRPr="00B55E82">
              <w:rPr>
                <w:szCs w:val="20"/>
              </w:rPr>
              <w:t>, PP22</w:t>
            </w:r>
          </w:p>
          <w:p w14:paraId="77EE2941" w14:textId="77777777" w:rsidR="008706EC" w:rsidRPr="00B55E82" w:rsidRDefault="008706EC" w:rsidP="008706EC">
            <w:pPr>
              <w:rPr>
                <w:szCs w:val="20"/>
              </w:rPr>
            </w:pPr>
            <w:r w:rsidRPr="00B55E82">
              <w:rPr>
                <w:szCs w:val="20"/>
              </w:rPr>
              <w:t>Ennakkohaku, PP30</w:t>
            </w:r>
          </w:p>
          <w:p w14:paraId="06B18BAB" w14:textId="4696191D" w:rsidR="008706EC" w:rsidRPr="00B55E82" w:rsidRDefault="008706EC" w:rsidP="008706EC">
            <w:pPr>
              <w:rPr>
                <w:szCs w:val="20"/>
              </w:rPr>
            </w:pPr>
            <w:r>
              <w:rPr>
                <w:szCs w:val="20"/>
              </w:rPr>
              <w:t>Luovutushaku</w:t>
            </w:r>
            <w:r w:rsidRPr="00B55E82">
              <w:rPr>
                <w:szCs w:val="20"/>
              </w:rPr>
              <w:t xml:space="preserve"> Potilastiedon arkistosta hätätilanteessa, PP6</w:t>
            </w:r>
          </w:p>
        </w:tc>
        <w:tc>
          <w:tcPr>
            <w:tcW w:w="1258" w:type="dxa"/>
            <w:tcBorders>
              <w:top w:val="none" w:sz="0" w:space="0" w:color="000000"/>
              <w:left w:val="none" w:sz="0" w:space="0" w:color="000000"/>
              <w:bottom w:val="single" w:sz="8" w:space="0" w:color="000000"/>
              <w:right w:val="single" w:sz="8" w:space="0" w:color="000000"/>
            </w:tcBorders>
          </w:tcPr>
          <w:p w14:paraId="6447C5B5" w14:textId="77777777" w:rsidR="008706EC" w:rsidRDefault="008706EC" w:rsidP="008706EC">
            <w:pPr>
              <w:rPr>
                <w:szCs w:val="20"/>
              </w:rPr>
            </w:pPr>
            <w:r>
              <w:rPr>
                <w:szCs w:val="20"/>
              </w:rPr>
              <w:t>PPB</w:t>
            </w:r>
          </w:p>
          <w:p w14:paraId="30789F80" w14:textId="77777777" w:rsidR="008706EC" w:rsidRDefault="008706EC" w:rsidP="008706EC">
            <w:pPr>
              <w:rPr>
                <w:szCs w:val="20"/>
              </w:rPr>
            </w:pPr>
            <w:r>
              <w:rPr>
                <w:szCs w:val="20"/>
              </w:rPr>
              <w:t>-</w:t>
            </w:r>
          </w:p>
          <w:p w14:paraId="7851EDBD" w14:textId="77777777" w:rsidR="008706EC" w:rsidRDefault="008706EC" w:rsidP="008706EC">
            <w:pPr>
              <w:rPr>
                <w:szCs w:val="20"/>
              </w:rPr>
            </w:pPr>
          </w:p>
          <w:p w14:paraId="1E8BB6D0" w14:textId="039EA5F9" w:rsidR="008706EC" w:rsidRDefault="008706EC" w:rsidP="008706EC">
            <w:pPr>
              <w:rPr>
                <w:szCs w:val="20"/>
              </w:rPr>
            </w:pPr>
            <w:r>
              <w:rPr>
                <w:szCs w:val="20"/>
              </w:rPr>
              <w:t>PPB</w:t>
            </w:r>
          </w:p>
          <w:p w14:paraId="70F0FDB6" w14:textId="77777777" w:rsidR="008706EC" w:rsidRPr="00B55E82" w:rsidRDefault="008706EC" w:rsidP="008706EC">
            <w:pPr>
              <w:rPr>
                <w:szCs w:val="20"/>
              </w:rPr>
            </w:pPr>
            <w:r>
              <w:rPr>
                <w:szCs w:val="20"/>
              </w:rPr>
              <w:t>PPB</w:t>
            </w:r>
          </w:p>
        </w:tc>
      </w:tr>
      <w:tr w:rsidR="008706EC" w:rsidRPr="00B55E82" w14:paraId="11BADF2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ACB54D1" w14:textId="77777777" w:rsidR="008706EC" w:rsidRPr="00B55E82" w:rsidRDefault="008706EC" w:rsidP="008706EC">
            <w:pPr>
              <w:rPr>
                <w:szCs w:val="20"/>
              </w:rPr>
            </w:pPr>
            <w:r w:rsidRPr="00B55E82">
              <w:rPr>
                <w:szCs w:val="20"/>
              </w:rPr>
              <w:t>Hae asiakirjoja ostopalvelutilanteessa</w:t>
            </w:r>
          </w:p>
        </w:tc>
        <w:tc>
          <w:tcPr>
            <w:tcW w:w="5684" w:type="dxa"/>
            <w:tcBorders>
              <w:top w:val="none" w:sz="0" w:space="0" w:color="000000"/>
              <w:left w:val="none" w:sz="0" w:space="0" w:color="000000"/>
              <w:bottom w:val="single" w:sz="8" w:space="0" w:color="000000"/>
              <w:right w:val="single" w:sz="8" w:space="0" w:color="000000"/>
            </w:tcBorders>
          </w:tcPr>
          <w:p w14:paraId="7581AE7D" w14:textId="77777777" w:rsidR="008706EC" w:rsidRPr="00B55E82" w:rsidRDefault="008706EC" w:rsidP="008706EC">
            <w:pPr>
              <w:rPr>
                <w:szCs w:val="20"/>
              </w:rPr>
            </w:pPr>
            <w:r w:rsidRPr="00B55E82">
              <w:rPr>
                <w:szCs w:val="20"/>
              </w:rPr>
              <w:t>Tuottajan tekemä haku järjestäjän rekisteristä Potilastiedon arkistosta potilaskohtaisessa ostopalvelussa, PP12</w:t>
            </w:r>
          </w:p>
          <w:p w14:paraId="0B0FE614" w14:textId="341C43BE" w:rsidR="008706EC" w:rsidRPr="00B55E82" w:rsidRDefault="008706EC" w:rsidP="008706EC">
            <w:pPr>
              <w:rPr>
                <w:szCs w:val="20"/>
              </w:rPr>
            </w:pPr>
            <w:r w:rsidRPr="00B55E82">
              <w:rPr>
                <w:szCs w:val="20"/>
              </w:rPr>
              <w:t>Tuottajan tekemä haku järjestäjän rekisteristä Potilastiedon arkistosta</w:t>
            </w:r>
            <w:r>
              <w:rPr>
                <w:szCs w:val="20"/>
              </w:rPr>
              <w:t xml:space="preserve"> rekisteri</w:t>
            </w:r>
            <w:r w:rsidRPr="00B55E82">
              <w:rPr>
                <w:szCs w:val="20"/>
              </w:rPr>
              <w:t>tasoisessa ostopalvelussa, PP15</w:t>
            </w:r>
          </w:p>
          <w:p w14:paraId="7BFA39B2" w14:textId="77777777" w:rsidR="008706EC" w:rsidRPr="00B55E82" w:rsidRDefault="008706EC" w:rsidP="008706EC">
            <w:pPr>
              <w:rPr>
                <w:szCs w:val="20"/>
              </w:rPr>
            </w:pPr>
            <w:r w:rsidRPr="00B55E82">
              <w:rPr>
                <w:szCs w:val="20"/>
              </w:rPr>
              <w:t>Luovutushaku potilaskohtaisessa ostopalvelutilanteessa, PP40</w:t>
            </w:r>
            <w:r>
              <w:rPr>
                <w:szCs w:val="20"/>
              </w:rPr>
              <w:t xml:space="preserve"> </w:t>
            </w:r>
          </w:p>
          <w:p w14:paraId="498456DA" w14:textId="074E4BA6" w:rsidR="008706EC" w:rsidRPr="00B55E82" w:rsidRDefault="008706EC" w:rsidP="008706EC">
            <w:pPr>
              <w:rPr>
                <w:szCs w:val="20"/>
              </w:rPr>
            </w:pPr>
            <w:r>
              <w:rPr>
                <w:szCs w:val="20"/>
              </w:rPr>
              <w:t>Luovutushaku</w:t>
            </w:r>
            <w:r w:rsidRPr="00B55E82">
              <w:rPr>
                <w:szCs w:val="20"/>
              </w:rPr>
              <w:t xml:space="preserve"> Potilastiedon arkistosta potilaskohtaisessa ostopalvelussa hätätilanteessa, PP42</w:t>
            </w:r>
          </w:p>
          <w:p w14:paraId="7504C654" w14:textId="3B5FAB96" w:rsidR="008706EC" w:rsidRPr="00B55E82" w:rsidRDefault="008706EC" w:rsidP="008706EC">
            <w:pPr>
              <w:rPr>
                <w:szCs w:val="20"/>
              </w:rPr>
            </w:pPr>
            <w:r w:rsidRPr="00B55E82">
              <w:rPr>
                <w:szCs w:val="20"/>
              </w:rPr>
              <w:t>Luovutushaku</w:t>
            </w:r>
            <w:r>
              <w:rPr>
                <w:szCs w:val="20"/>
              </w:rPr>
              <w:t xml:space="preserve"> rekisteri</w:t>
            </w:r>
            <w:r w:rsidRPr="00B55E82">
              <w:rPr>
                <w:szCs w:val="20"/>
              </w:rPr>
              <w:t>tasoisessa ostopalvelutilanteessa, PP44</w:t>
            </w:r>
            <w:r>
              <w:rPr>
                <w:szCs w:val="20"/>
              </w:rPr>
              <w:t xml:space="preserve"> </w:t>
            </w:r>
          </w:p>
          <w:p w14:paraId="53397C40" w14:textId="604671FB" w:rsidR="008706EC" w:rsidRPr="00B55E82" w:rsidRDefault="008706EC" w:rsidP="008706EC">
            <w:pPr>
              <w:rPr>
                <w:szCs w:val="20"/>
              </w:rPr>
            </w:pPr>
            <w:r>
              <w:rPr>
                <w:szCs w:val="20"/>
              </w:rPr>
              <w:t>Luovutushaku</w:t>
            </w:r>
            <w:r w:rsidRPr="00B55E82">
              <w:rPr>
                <w:szCs w:val="20"/>
              </w:rPr>
              <w:t xml:space="preserve"> Potilastiedon arkistosta</w:t>
            </w:r>
            <w:r>
              <w:rPr>
                <w:szCs w:val="20"/>
              </w:rPr>
              <w:t xml:space="preserve"> rekisteri</w:t>
            </w:r>
            <w:r w:rsidRPr="00B55E82">
              <w:rPr>
                <w:szCs w:val="20"/>
              </w:rPr>
              <w:t>tasoisessa ostopalvelussa hätätilanteessa, PP46</w:t>
            </w:r>
          </w:p>
        </w:tc>
        <w:tc>
          <w:tcPr>
            <w:tcW w:w="1258" w:type="dxa"/>
            <w:tcBorders>
              <w:top w:val="none" w:sz="0" w:space="0" w:color="000000"/>
              <w:left w:val="none" w:sz="0" w:space="0" w:color="000000"/>
              <w:bottom w:val="single" w:sz="8" w:space="0" w:color="000000"/>
              <w:right w:val="single" w:sz="8" w:space="0" w:color="000000"/>
            </w:tcBorders>
          </w:tcPr>
          <w:p w14:paraId="5F608747" w14:textId="77777777" w:rsidR="008706EC" w:rsidRDefault="008706EC" w:rsidP="008706EC">
            <w:pPr>
              <w:rPr>
                <w:szCs w:val="20"/>
              </w:rPr>
            </w:pPr>
            <w:r>
              <w:rPr>
                <w:szCs w:val="20"/>
              </w:rPr>
              <w:t>PPB</w:t>
            </w:r>
            <w:r>
              <w:rPr>
                <w:szCs w:val="20"/>
              </w:rPr>
              <w:br/>
            </w:r>
          </w:p>
          <w:p w14:paraId="15329B71" w14:textId="77777777" w:rsidR="008706EC" w:rsidRDefault="008706EC" w:rsidP="008706EC">
            <w:pPr>
              <w:rPr>
                <w:szCs w:val="20"/>
              </w:rPr>
            </w:pPr>
            <w:r>
              <w:rPr>
                <w:szCs w:val="20"/>
              </w:rPr>
              <w:t>PPB</w:t>
            </w:r>
            <w:r>
              <w:rPr>
                <w:szCs w:val="20"/>
              </w:rPr>
              <w:br/>
            </w:r>
          </w:p>
          <w:p w14:paraId="51820010" w14:textId="77777777" w:rsidR="008706EC" w:rsidRDefault="008706EC" w:rsidP="008706EC">
            <w:pPr>
              <w:rPr>
                <w:szCs w:val="20"/>
              </w:rPr>
            </w:pPr>
            <w:r>
              <w:rPr>
                <w:szCs w:val="20"/>
              </w:rPr>
              <w:t>PPB</w:t>
            </w:r>
          </w:p>
          <w:p w14:paraId="034940A1" w14:textId="77777777" w:rsidR="008706EC" w:rsidRDefault="008706EC" w:rsidP="008706EC">
            <w:pPr>
              <w:rPr>
                <w:szCs w:val="20"/>
              </w:rPr>
            </w:pPr>
            <w:r>
              <w:rPr>
                <w:szCs w:val="20"/>
              </w:rPr>
              <w:t>PPB</w:t>
            </w:r>
            <w:r>
              <w:rPr>
                <w:szCs w:val="20"/>
              </w:rPr>
              <w:br/>
            </w:r>
          </w:p>
          <w:p w14:paraId="2C4119A9" w14:textId="77777777" w:rsidR="008706EC" w:rsidRDefault="008706EC" w:rsidP="008706EC">
            <w:pPr>
              <w:rPr>
                <w:szCs w:val="20"/>
              </w:rPr>
            </w:pPr>
            <w:r>
              <w:rPr>
                <w:szCs w:val="20"/>
              </w:rPr>
              <w:t>PPB</w:t>
            </w:r>
          </w:p>
          <w:p w14:paraId="58823293" w14:textId="77777777" w:rsidR="008706EC" w:rsidRDefault="008706EC" w:rsidP="008706EC">
            <w:pPr>
              <w:rPr>
                <w:szCs w:val="20"/>
              </w:rPr>
            </w:pPr>
            <w:r>
              <w:rPr>
                <w:szCs w:val="20"/>
              </w:rPr>
              <w:t>PPB</w:t>
            </w:r>
          </w:p>
          <w:p w14:paraId="15DB1B81" w14:textId="77777777" w:rsidR="008706EC" w:rsidRPr="00B55E82" w:rsidRDefault="008706EC" w:rsidP="008706EC">
            <w:pPr>
              <w:rPr>
                <w:szCs w:val="20"/>
              </w:rPr>
            </w:pPr>
          </w:p>
        </w:tc>
      </w:tr>
      <w:tr w:rsidR="008706EC" w:rsidRPr="00B55E82" w14:paraId="6AA9CFCE"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90EE8D4" w14:textId="1DE4A92E"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684" w:type="dxa"/>
            <w:tcBorders>
              <w:top w:val="none" w:sz="0" w:space="0" w:color="000000"/>
              <w:left w:val="none" w:sz="0" w:space="0" w:color="000000"/>
              <w:bottom w:val="single" w:sz="8" w:space="0" w:color="000000"/>
              <w:right w:val="single" w:sz="8" w:space="0" w:color="000000"/>
            </w:tcBorders>
          </w:tcPr>
          <w:p w14:paraId="5C06DFCF" w14:textId="683B0427"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PP24</w:t>
            </w:r>
          </w:p>
          <w:p w14:paraId="0EC4FD64" w14:textId="3B1B4015"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xml:space="preserve"> (järjestelmä), PP25</w:t>
            </w:r>
          </w:p>
          <w:p w14:paraId="36399C1A" w14:textId="1F763F65"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PP26</w:t>
            </w:r>
          </w:p>
        </w:tc>
        <w:tc>
          <w:tcPr>
            <w:tcW w:w="1258" w:type="dxa"/>
            <w:tcBorders>
              <w:top w:val="none" w:sz="0" w:space="0" w:color="000000"/>
              <w:left w:val="none" w:sz="0" w:space="0" w:color="000000"/>
              <w:bottom w:val="single" w:sz="8" w:space="0" w:color="000000"/>
              <w:right w:val="single" w:sz="8" w:space="0" w:color="000000"/>
            </w:tcBorders>
          </w:tcPr>
          <w:p w14:paraId="5B2662D1" w14:textId="77777777" w:rsidR="008706EC" w:rsidRPr="00B55E82" w:rsidRDefault="008706EC" w:rsidP="008706EC">
            <w:pPr>
              <w:rPr>
                <w:szCs w:val="20"/>
              </w:rPr>
            </w:pPr>
            <w:r>
              <w:rPr>
                <w:szCs w:val="20"/>
              </w:rPr>
              <w:t>-</w:t>
            </w:r>
          </w:p>
        </w:tc>
      </w:tr>
      <w:tr w:rsidR="008706EC" w:rsidRPr="00B55E82" w14:paraId="5E8300FF"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F95F08C" w14:textId="166AD066"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684" w:type="dxa"/>
            <w:tcBorders>
              <w:top w:val="none" w:sz="0" w:space="0" w:color="000000"/>
              <w:left w:val="none" w:sz="0" w:space="0" w:color="000000"/>
              <w:bottom w:val="single" w:sz="8" w:space="0" w:color="000000"/>
              <w:right w:val="single" w:sz="8" w:space="0" w:color="000000"/>
            </w:tcBorders>
          </w:tcPr>
          <w:p w14:paraId="0639F51E" w14:textId="1AC99034"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potilaskohtaisessa ostopalvelutilanteessa, PP48</w:t>
            </w:r>
          </w:p>
          <w:p w14:paraId="787D3399" w14:textId="098F97E2"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w:t>
            </w:r>
            <w:r>
              <w:rPr>
                <w:szCs w:val="20"/>
              </w:rPr>
              <w:t>rekisteri</w:t>
            </w:r>
            <w:r w:rsidRPr="00B55E82">
              <w:rPr>
                <w:szCs w:val="20"/>
              </w:rPr>
              <w:t>tasoisessa</w:t>
            </w:r>
            <w:r>
              <w:rPr>
                <w:szCs w:val="20"/>
              </w:rPr>
              <w:t xml:space="preserve"> </w:t>
            </w:r>
            <w:r w:rsidRPr="00B55E82">
              <w:rPr>
                <w:szCs w:val="20"/>
              </w:rPr>
              <w:t>ostopalvelutilanteessa, PP49</w:t>
            </w:r>
          </w:p>
        </w:tc>
        <w:tc>
          <w:tcPr>
            <w:tcW w:w="1258" w:type="dxa"/>
            <w:tcBorders>
              <w:top w:val="none" w:sz="0" w:space="0" w:color="000000"/>
              <w:left w:val="none" w:sz="0" w:space="0" w:color="000000"/>
              <w:bottom w:val="single" w:sz="8" w:space="0" w:color="000000"/>
              <w:right w:val="single" w:sz="8" w:space="0" w:color="000000"/>
            </w:tcBorders>
          </w:tcPr>
          <w:p w14:paraId="76315B28" w14:textId="77777777" w:rsidR="008706EC" w:rsidRPr="00B55E82" w:rsidRDefault="008706EC" w:rsidP="008706EC">
            <w:pPr>
              <w:rPr>
                <w:szCs w:val="20"/>
              </w:rPr>
            </w:pPr>
            <w:r>
              <w:rPr>
                <w:szCs w:val="20"/>
              </w:rPr>
              <w:t>-</w:t>
            </w:r>
          </w:p>
        </w:tc>
      </w:tr>
      <w:tr w:rsidR="008706EC" w:rsidRPr="00B55E82" w14:paraId="1F490546"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62CA0D07" w14:textId="61E028E5" w:rsidR="008706EC" w:rsidRPr="00B55E82" w:rsidRDefault="008706EC" w:rsidP="008706EC">
            <w:pPr>
              <w:rPr>
                <w:szCs w:val="20"/>
              </w:rPr>
            </w:pPr>
            <w:r w:rsidRPr="00B55E82">
              <w:rPr>
                <w:szCs w:val="20"/>
              </w:rPr>
              <w:t>Hae keskeisiä tietoja</w:t>
            </w:r>
            <w:r>
              <w:rPr>
                <w:szCs w:val="20"/>
              </w:rPr>
              <w:t>, PPC</w:t>
            </w:r>
          </w:p>
        </w:tc>
        <w:tc>
          <w:tcPr>
            <w:tcW w:w="5684" w:type="dxa"/>
            <w:tcBorders>
              <w:top w:val="none" w:sz="0" w:space="0" w:color="000000"/>
              <w:left w:val="none" w:sz="0" w:space="0" w:color="000000"/>
              <w:bottom w:val="single" w:sz="8" w:space="0" w:color="000000"/>
              <w:right w:val="single" w:sz="8" w:space="0" w:color="000000"/>
            </w:tcBorders>
          </w:tcPr>
          <w:p w14:paraId="7C62AFF0" w14:textId="77777777" w:rsidR="008706EC" w:rsidRDefault="008706EC" w:rsidP="008706EC">
            <w:pPr>
              <w:rPr>
                <w:szCs w:val="20"/>
              </w:rPr>
            </w:pPr>
            <w:r>
              <w:rPr>
                <w:szCs w:val="20"/>
              </w:rPr>
              <w:t>Keskeisten tietojen haku, PPC</w:t>
            </w:r>
          </w:p>
          <w:p w14:paraId="710487B1" w14:textId="47C6904C" w:rsidR="008706EC" w:rsidRPr="00B55E82" w:rsidRDefault="008706EC" w:rsidP="008706EC">
            <w:pPr>
              <w:rPr>
                <w:szCs w:val="20"/>
              </w:rPr>
            </w:pPr>
          </w:p>
        </w:tc>
        <w:tc>
          <w:tcPr>
            <w:tcW w:w="1258" w:type="dxa"/>
            <w:tcBorders>
              <w:top w:val="none" w:sz="0" w:space="0" w:color="000000"/>
              <w:left w:val="none" w:sz="0" w:space="0" w:color="000000"/>
              <w:bottom w:val="single" w:sz="8" w:space="0" w:color="000000"/>
              <w:right w:val="single" w:sz="8" w:space="0" w:color="000000"/>
            </w:tcBorders>
          </w:tcPr>
          <w:p w14:paraId="55D674BB" w14:textId="77777777" w:rsidR="008706EC" w:rsidRDefault="008706EC" w:rsidP="008706EC">
            <w:pPr>
              <w:rPr>
                <w:szCs w:val="20"/>
              </w:rPr>
            </w:pPr>
          </w:p>
        </w:tc>
      </w:tr>
      <w:tr w:rsidR="008706EC" w:rsidRPr="00B55E82" w14:paraId="688249D1"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F5C1204" w14:textId="77777777" w:rsidR="008706EC" w:rsidRPr="00B55E82" w:rsidRDefault="008706EC" w:rsidP="008706EC">
            <w:pPr>
              <w:rPr>
                <w:szCs w:val="20"/>
              </w:rPr>
            </w:pPr>
            <w:r w:rsidRPr="00B55E82">
              <w:rPr>
                <w:szCs w:val="20"/>
              </w:rPr>
              <w:t>Hae keskeisiä terveystietoja</w:t>
            </w:r>
          </w:p>
        </w:tc>
        <w:tc>
          <w:tcPr>
            <w:tcW w:w="5684" w:type="dxa"/>
            <w:tcBorders>
              <w:top w:val="none" w:sz="0" w:space="0" w:color="000000"/>
              <w:left w:val="none" w:sz="0" w:space="0" w:color="000000"/>
              <w:bottom w:val="single" w:sz="8" w:space="0" w:color="000000"/>
              <w:right w:val="single" w:sz="8" w:space="0" w:color="000000"/>
            </w:tcBorders>
          </w:tcPr>
          <w:p w14:paraId="1A2BF727" w14:textId="77777777" w:rsidR="008706EC" w:rsidRPr="00B55E82" w:rsidRDefault="008706EC" w:rsidP="008706EC">
            <w:pPr>
              <w:rPr>
                <w:szCs w:val="20"/>
              </w:rPr>
            </w:pPr>
            <w:r w:rsidRPr="00B55E82">
              <w:rPr>
                <w:szCs w:val="20"/>
              </w:rPr>
              <w:t>Keskeisten tietojen haku, PP27</w:t>
            </w:r>
          </w:p>
          <w:p w14:paraId="23B54286" w14:textId="77777777" w:rsidR="008706EC" w:rsidRPr="00B55E82" w:rsidRDefault="008706EC" w:rsidP="008706EC">
            <w:pPr>
              <w:rPr>
                <w:szCs w:val="20"/>
              </w:rPr>
            </w:pPr>
            <w:r w:rsidRPr="00B55E82">
              <w:rPr>
                <w:szCs w:val="20"/>
              </w:rPr>
              <w:t>Keskeisten tietojen haku hätätilanteessa, PP28</w:t>
            </w:r>
          </w:p>
        </w:tc>
        <w:tc>
          <w:tcPr>
            <w:tcW w:w="1258" w:type="dxa"/>
            <w:tcBorders>
              <w:top w:val="none" w:sz="0" w:space="0" w:color="000000"/>
              <w:left w:val="none" w:sz="0" w:space="0" w:color="000000"/>
              <w:bottom w:val="single" w:sz="8" w:space="0" w:color="000000"/>
              <w:right w:val="single" w:sz="8" w:space="0" w:color="000000"/>
            </w:tcBorders>
          </w:tcPr>
          <w:p w14:paraId="7BC5E0B9" w14:textId="77777777" w:rsidR="008706EC" w:rsidRDefault="008706EC" w:rsidP="008706EC">
            <w:pPr>
              <w:rPr>
                <w:szCs w:val="20"/>
              </w:rPr>
            </w:pPr>
            <w:r>
              <w:rPr>
                <w:szCs w:val="20"/>
              </w:rPr>
              <w:t>PPC</w:t>
            </w:r>
          </w:p>
          <w:p w14:paraId="714B156F" w14:textId="77777777" w:rsidR="008706EC" w:rsidRPr="00B55E82" w:rsidRDefault="008706EC" w:rsidP="008706EC">
            <w:pPr>
              <w:rPr>
                <w:szCs w:val="20"/>
              </w:rPr>
            </w:pPr>
            <w:r>
              <w:rPr>
                <w:szCs w:val="20"/>
              </w:rPr>
              <w:t>PPC</w:t>
            </w:r>
          </w:p>
        </w:tc>
      </w:tr>
      <w:tr w:rsidR="008706EC" w:rsidRPr="00B55E82" w14:paraId="7A07233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6956D8ED" w14:textId="77777777" w:rsidR="008706EC" w:rsidRPr="00B55E82" w:rsidRDefault="008706EC" w:rsidP="008706EC">
            <w:pPr>
              <w:rPr>
                <w:szCs w:val="20"/>
              </w:rPr>
            </w:pPr>
            <w:r w:rsidRPr="00B55E82">
              <w:rPr>
                <w:szCs w:val="20"/>
              </w:rPr>
              <w:t>Hae keskeisiä terveystietoja</w:t>
            </w:r>
          </w:p>
        </w:tc>
        <w:tc>
          <w:tcPr>
            <w:tcW w:w="5684" w:type="dxa"/>
            <w:tcBorders>
              <w:top w:val="none" w:sz="0" w:space="0" w:color="000000"/>
              <w:left w:val="none" w:sz="0" w:space="0" w:color="000000"/>
              <w:bottom w:val="single" w:sz="8" w:space="0" w:color="000000"/>
              <w:right w:val="single" w:sz="8" w:space="0" w:color="000000"/>
            </w:tcBorders>
          </w:tcPr>
          <w:p w14:paraId="43CCDB8E" w14:textId="77777777" w:rsidR="008706EC" w:rsidRPr="00B55E82" w:rsidRDefault="008706EC" w:rsidP="008706EC">
            <w:pPr>
              <w:rPr>
                <w:szCs w:val="20"/>
              </w:rPr>
            </w:pPr>
            <w:r w:rsidRPr="00B55E82">
              <w:rPr>
                <w:szCs w:val="20"/>
              </w:rPr>
              <w:t>Keskeisten tietojen haku potilaskohtaisessa ostopalvelutilanteessa, PP41</w:t>
            </w:r>
          </w:p>
          <w:p w14:paraId="250FC029" w14:textId="77777777" w:rsidR="008706EC" w:rsidRPr="00B55E82" w:rsidRDefault="008706EC" w:rsidP="008706EC">
            <w:pPr>
              <w:rPr>
                <w:szCs w:val="20"/>
              </w:rPr>
            </w:pPr>
            <w:r w:rsidRPr="00B55E82">
              <w:rPr>
                <w:szCs w:val="20"/>
              </w:rPr>
              <w:t>Keskeisten tietojen haku potilaskohtaisessa ostopalvelussa hätätilanteessa, PP43</w:t>
            </w:r>
          </w:p>
          <w:p w14:paraId="684BBC1C" w14:textId="64C26994"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ostopalvelutilanteessa, PP45</w:t>
            </w:r>
          </w:p>
          <w:p w14:paraId="3C7C687F" w14:textId="1159409D"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ostopalvelussa hätätilanteessa, PP47</w:t>
            </w:r>
          </w:p>
        </w:tc>
        <w:tc>
          <w:tcPr>
            <w:tcW w:w="1258" w:type="dxa"/>
            <w:tcBorders>
              <w:top w:val="none" w:sz="0" w:space="0" w:color="000000"/>
              <w:left w:val="none" w:sz="0" w:space="0" w:color="000000"/>
              <w:bottom w:val="single" w:sz="8" w:space="0" w:color="000000"/>
              <w:right w:val="single" w:sz="8" w:space="0" w:color="000000"/>
            </w:tcBorders>
          </w:tcPr>
          <w:p w14:paraId="0BC1A050" w14:textId="77777777" w:rsidR="008706EC" w:rsidRDefault="008706EC" w:rsidP="008706EC">
            <w:pPr>
              <w:rPr>
                <w:szCs w:val="20"/>
              </w:rPr>
            </w:pPr>
            <w:r>
              <w:rPr>
                <w:szCs w:val="20"/>
              </w:rPr>
              <w:t>PPC</w:t>
            </w:r>
            <w:r>
              <w:rPr>
                <w:szCs w:val="20"/>
              </w:rPr>
              <w:br/>
            </w:r>
          </w:p>
          <w:p w14:paraId="1E2FDE2D" w14:textId="77777777" w:rsidR="008706EC" w:rsidRDefault="008706EC" w:rsidP="008706EC">
            <w:pPr>
              <w:rPr>
                <w:szCs w:val="20"/>
              </w:rPr>
            </w:pPr>
            <w:r>
              <w:rPr>
                <w:szCs w:val="20"/>
              </w:rPr>
              <w:t>PPC</w:t>
            </w:r>
            <w:r>
              <w:rPr>
                <w:szCs w:val="20"/>
              </w:rPr>
              <w:br/>
            </w:r>
          </w:p>
          <w:p w14:paraId="2D6B3845" w14:textId="77777777" w:rsidR="008706EC" w:rsidRDefault="008706EC" w:rsidP="008706EC">
            <w:pPr>
              <w:rPr>
                <w:szCs w:val="20"/>
              </w:rPr>
            </w:pPr>
            <w:r>
              <w:rPr>
                <w:szCs w:val="20"/>
              </w:rPr>
              <w:t>PPC</w:t>
            </w:r>
            <w:r>
              <w:rPr>
                <w:szCs w:val="20"/>
              </w:rPr>
              <w:br/>
            </w:r>
          </w:p>
          <w:p w14:paraId="055A7354" w14:textId="77777777" w:rsidR="008706EC" w:rsidRPr="00B55E82" w:rsidRDefault="008706EC" w:rsidP="008706EC">
            <w:pPr>
              <w:rPr>
                <w:szCs w:val="20"/>
              </w:rPr>
            </w:pPr>
            <w:r>
              <w:rPr>
                <w:szCs w:val="20"/>
              </w:rPr>
              <w:t>PPC</w:t>
            </w:r>
          </w:p>
        </w:tc>
      </w:tr>
      <w:tr w:rsidR="008706EC" w:rsidRPr="00B55E82" w14:paraId="3BA97483"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7EDE3284" w14:textId="77777777" w:rsidR="008706EC" w:rsidRPr="00B55E82" w:rsidRDefault="008706EC" w:rsidP="008706EC">
            <w:pPr>
              <w:rPr>
                <w:szCs w:val="20"/>
              </w:rPr>
            </w:pPr>
            <w:r w:rsidRPr="00B55E82">
              <w:rPr>
                <w:szCs w:val="20"/>
              </w:rPr>
              <w:t>Hae arkistoasiakirjoja</w:t>
            </w:r>
          </w:p>
        </w:tc>
        <w:tc>
          <w:tcPr>
            <w:tcW w:w="5684" w:type="dxa"/>
            <w:tcBorders>
              <w:top w:val="none" w:sz="0" w:space="0" w:color="000000"/>
              <w:left w:val="none" w:sz="0" w:space="0" w:color="000000"/>
              <w:bottom w:val="single" w:sz="8" w:space="0" w:color="000000"/>
              <w:right w:val="single" w:sz="8" w:space="0" w:color="000000"/>
            </w:tcBorders>
          </w:tcPr>
          <w:p w14:paraId="2D44EDD0" w14:textId="77777777" w:rsidR="008706EC" w:rsidRPr="00B55E82" w:rsidRDefault="008706EC" w:rsidP="008706EC">
            <w:pPr>
              <w:rPr>
                <w:szCs w:val="20"/>
              </w:rPr>
            </w:pPr>
            <w:r w:rsidRPr="00B55E82">
              <w:rPr>
                <w:szCs w:val="20"/>
              </w:rPr>
              <w:t>Järjestäjän ostopalvelun valtuutuksen haku omasta rekisteristä Potilastiedon arkistosta, PP38</w:t>
            </w:r>
          </w:p>
          <w:p w14:paraId="486401C7" w14:textId="77777777" w:rsidR="008706EC" w:rsidRPr="00B55E82" w:rsidRDefault="008706EC" w:rsidP="008706EC">
            <w:pPr>
              <w:rPr>
                <w:szCs w:val="20"/>
              </w:rPr>
            </w:pPr>
            <w:r w:rsidRPr="00B55E82">
              <w:rPr>
                <w:szCs w:val="20"/>
              </w:rPr>
              <w:t>Tuottajan ostopalvelun valtuutuksen haku järjestäjän rekisteristä Potilastiedon arkistosta, PP39</w:t>
            </w:r>
          </w:p>
        </w:tc>
        <w:tc>
          <w:tcPr>
            <w:tcW w:w="1258" w:type="dxa"/>
            <w:tcBorders>
              <w:top w:val="none" w:sz="0" w:space="0" w:color="000000"/>
              <w:left w:val="none" w:sz="0" w:space="0" w:color="000000"/>
              <w:bottom w:val="single" w:sz="8" w:space="0" w:color="000000"/>
              <w:right w:val="single" w:sz="8" w:space="0" w:color="000000"/>
            </w:tcBorders>
          </w:tcPr>
          <w:p w14:paraId="3FA5187E" w14:textId="77777777" w:rsidR="008706EC" w:rsidRPr="00B55E82" w:rsidRDefault="008706EC" w:rsidP="008706EC">
            <w:pPr>
              <w:rPr>
                <w:szCs w:val="20"/>
              </w:rPr>
            </w:pPr>
            <w:r>
              <w:rPr>
                <w:szCs w:val="20"/>
              </w:rPr>
              <w:t>-</w:t>
            </w:r>
          </w:p>
        </w:tc>
      </w:tr>
      <w:tr w:rsidR="00E3533B" w:rsidRPr="00B55E82" w14:paraId="227EC157"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22308250" w14:textId="77777777" w:rsidR="00E3533B" w:rsidRPr="00B55E82" w:rsidRDefault="00E3533B" w:rsidP="008706EC">
            <w:pPr>
              <w:rPr>
                <w:szCs w:val="20"/>
              </w:rPr>
            </w:pPr>
          </w:p>
        </w:tc>
        <w:tc>
          <w:tcPr>
            <w:tcW w:w="5684" w:type="dxa"/>
            <w:tcBorders>
              <w:top w:val="none" w:sz="0" w:space="0" w:color="000000"/>
              <w:left w:val="none" w:sz="0" w:space="0" w:color="000000"/>
              <w:bottom w:val="single" w:sz="8" w:space="0" w:color="000000"/>
              <w:right w:val="single" w:sz="8" w:space="0" w:color="000000"/>
            </w:tcBorders>
          </w:tcPr>
          <w:p w14:paraId="3A040B5C" w14:textId="77777777" w:rsidR="00E3533B" w:rsidRPr="00B55E82" w:rsidRDefault="00E3533B" w:rsidP="008706EC">
            <w:pPr>
              <w:rPr>
                <w:szCs w:val="20"/>
              </w:rPr>
            </w:pPr>
          </w:p>
        </w:tc>
        <w:tc>
          <w:tcPr>
            <w:tcW w:w="1258" w:type="dxa"/>
            <w:tcBorders>
              <w:top w:val="none" w:sz="0" w:space="0" w:color="000000"/>
              <w:left w:val="none" w:sz="0" w:space="0" w:color="000000"/>
              <w:bottom w:val="single" w:sz="8" w:space="0" w:color="000000"/>
              <w:right w:val="single" w:sz="8" w:space="0" w:color="000000"/>
            </w:tcBorders>
          </w:tcPr>
          <w:p w14:paraId="48348929" w14:textId="77777777" w:rsidR="00E3533B" w:rsidRPr="00B55E82" w:rsidRDefault="00E3533B" w:rsidP="008706EC">
            <w:pPr>
              <w:rPr>
                <w:szCs w:val="20"/>
              </w:rPr>
            </w:pPr>
          </w:p>
        </w:tc>
      </w:tr>
      <w:tr w:rsidR="00E3533B" w:rsidRPr="00B55E82" w14:paraId="005FAD7B" w14:textId="77777777" w:rsidTr="00FB6BF9">
        <w:trPr>
          <w:cantSplit/>
        </w:trPr>
        <w:tc>
          <w:tcPr>
            <w:tcW w:w="9478" w:type="dxa"/>
            <w:gridSpan w:val="3"/>
            <w:tcBorders>
              <w:top w:val="none" w:sz="0" w:space="0" w:color="000000"/>
              <w:left w:val="single" w:sz="8" w:space="0" w:color="000000"/>
              <w:bottom w:val="single" w:sz="8" w:space="0" w:color="000000"/>
              <w:right w:val="single" w:sz="8" w:space="0" w:color="000000"/>
            </w:tcBorders>
          </w:tcPr>
          <w:p w14:paraId="78EEE8A3" w14:textId="36C9222F" w:rsidR="00E3533B" w:rsidRPr="00335DFB" w:rsidRDefault="00E3533B" w:rsidP="008706EC">
            <w:pPr>
              <w:rPr>
                <w:b/>
                <w:bCs/>
                <w:szCs w:val="20"/>
              </w:rPr>
            </w:pPr>
            <w:r w:rsidRPr="00335DFB">
              <w:rPr>
                <w:b/>
                <w:bCs/>
                <w:szCs w:val="20"/>
              </w:rPr>
              <w:t>Potilastietojen haku sosiaalihuoltoon</w:t>
            </w:r>
          </w:p>
        </w:tc>
      </w:tr>
      <w:tr w:rsidR="00E3533B" w:rsidRPr="00B55E82" w14:paraId="2E793F2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2FC8816" w14:textId="6D88C1AA" w:rsidR="00E3533B" w:rsidRPr="00B55E82" w:rsidRDefault="00E3533B" w:rsidP="008706EC">
            <w:pPr>
              <w:rPr>
                <w:szCs w:val="20"/>
              </w:rPr>
            </w:pPr>
            <w:r>
              <w:rPr>
                <w:szCs w:val="20"/>
              </w:rPr>
              <w:t>Hae potilas</w:t>
            </w:r>
            <w:r w:rsidR="00F62B38">
              <w:rPr>
                <w:szCs w:val="20"/>
              </w:rPr>
              <w:t xml:space="preserve">tietoja </w:t>
            </w:r>
            <w:r>
              <w:rPr>
                <w:szCs w:val="20"/>
              </w:rPr>
              <w:t xml:space="preserve">sosiaalihuoltoon </w:t>
            </w:r>
          </w:p>
        </w:tc>
        <w:tc>
          <w:tcPr>
            <w:tcW w:w="5684" w:type="dxa"/>
            <w:tcBorders>
              <w:top w:val="none" w:sz="0" w:space="0" w:color="000000"/>
              <w:left w:val="none" w:sz="0" w:space="0" w:color="000000"/>
              <w:bottom w:val="single" w:sz="8" w:space="0" w:color="000000"/>
              <w:right w:val="single" w:sz="8" w:space="0" w:color="000000"/>
            </w:tcBorders>
          </w:tcPr>
          <w:p w14:paraId="57568E9A" w14:textId="77777777" w:rsidR="00E3533B" w:rsidRDefault="00E3533B" w:rsidP="008706EC">
            <w:pPr>
              <w:rPr>
                <w:szCs w:val="20"/>
              </w:rPr>
            </w:pPr>
            <w:r w:rsidRPr="00E3533B">
              <w:rPr>
                <w:szCs w:val="20"/>
              </w:rPr>
              <w:t>Potilastietojen haku sosiaalihuoltoon</w:t>
            </w:r>
            <w:r>
              <w:rPr>
                <w:szCs w:val="20"/>
              </w:rPr>
              <w:t>, PPBS1</w:t>
            </w:r>
          </w:p>
          <w:p w14:paraId="2EA98403" w14:textId="74320AAA" w:rsidR="00E3533B" w:rsidRPr="00E3533B" w:rsidRDefault="00E3533B" w:rsidP="00E3533B">
            <w:pPr>
              <w:rPr>
                <w:szCs w:val="20"/>
              </w:rPr>
            </w:pPr>
            <w:r w:rsidRPr="00E3533B">
              <w:rPr>
                <w:szCs w:val="20"/>
              </w:rPr>
              <w:t>Luovutusluvan ohittava potilastietojen haku sosiaalihuoltoon</w:t>
            </w:r>
            <w:r>
              <w:rPr>
                <w:szCs w:val="20"/>
              </w:rPr>
              <w:t>, PPBS2</w:t>
            </w:r>
          </w:p>
          <w:p w14:paraId="1CFD7735" w14:textId="4732FA22" w:rsidR="00E3533B" w:rsidRPr="00B55E82" w:rsidRDefault="00E3533B" w:rsidP="008706EC">
            <w:pPr>
              <w:rPr>
                <w:szCs w:val="20"/>
              </w:rPr>
            </w:pPr>
            <w:r w:rsidRPr="00E3533B">
              <w:rPr>
                <w:szCs w:val="20"/>
              </w:rPr>
              <w:t>Potilastietojen haku sosiaalihuoltoon viranomaisen laajalla tiedonsaantioikeudella</w:t>
            </w:r>
            <w:r>
              <w:rPr>
                <w:szCs w:val="20"/>
              </w:rPr>
              <w:t>, PPBS3</w:t>
            </w:r>
          </w:p>
        </w:tc>
        <w:tc>
          <w:tcPr>
            <w:tcW w:w="1258" w:type="dxa"/>
            <w:tcBorders>
              <w:top w:val="none" w:sz="0" w:space="0" w:color="000000"/>
              <w:left w:val="none" w:sz="0" w:space="0" w:color="000000"/>
              <w:bottom w:val="single" w:sz="8" w:space="0" w:color="000000"/>
              <w:right w:val="single" w:sz="8" w:space="0" w:color="000000"/>
            </w:tcBorders>
          </w:tcPr>
          <w:p w14:paraId="42D2DD1B" w14:textId="77777777" w:rsidR="00E3533B" w:rsidRPr="00B55E82" w:rsidRDefault="00E3533B" w:rsidP="008706EC">
            <w:pPr>
              <w:rPr>
                <w:szCs w:val="20"/>
              </w:rPr>
            </w:pPr>
          </w:p>
        </w:tc>
      </w:tr>
      <w:tr w:rsidR="00E3533B" w:rsidRPr="00B55E82" w14:paraId="44C90CE5"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014B6775" w14:textId="681C0060" w:rsidR="00E3533B" w:rsidRPr="00B55E82" w:rsidRDefault="00E3533B" w:rsidP="008706EC">
            <w:pPr>
              <w:rPr>
                <w:szCs w:val="20"/>
              </w:rPr>
            </w:pPr>
            <w:r>
              <w:rPr>
                <w:szCs w:val="20"/>
              </w:rPr>
              <w:t xml:space="preserve">Hae keskeisiä potilastietoja sosiaalihuoltoon </w:t>
            </w:r>
          </w:p>
        </w:tc>
        <w:tc>
          <w:tcPr>
            <w:tcW w:w="5684" w:type="dxa"/>
            <w:tcBorders>
              <w:top w:val="none" w:sz="0" w:space="0" w:color="000000"/>
              <w:left w:val="none" w:sz="0" w:space="0" w:color="000000"/>
              <w:bottom w:val="single" w:sz="8" w:space="0" w:color="000000"/>
              <w:right w:val="single" w:sz="8" w:space="0" w:color="000000"/>
            </w:tcBorders>
          </w:tcPr>
          <w:p w14:paraId="2777B88D" w14:textId="6171C796" w:rsidR="00E3533B" w:rsidRPr="00E3533B" w:rsidRDefault="00E3533B" w:rsidP="00E3533B">
            <w:pPr>
              <w:rPr>
                <w:szCs w:val="20"/>
              </w:rPr>
            </w:pPr>
            <w:r w:rsidRPr="00E3533B">
              <w:rPr>
                <w:szCs w:val="20"/>
              </w:rPr>
              <w:t>Keskeisten potilastietojen haku sosiaalihuoltoon</w:t>
            </w:r>
            <w:r>
              <w:rPr>
                <w:szCs w:val="20"/>
              </w:rPr>
              <w:t>, PPCS1</w:t>
            </w:r>
          </w:p>
          <w:p w14:paraId="36EFC068" w14:textId="07DCC0E1" w:rsidR="00E3533B" w:rsidRPr="00E3533B" w:rsidRDefault="00E3533B" w:rsidP="00E3533B">
            <w:pPr>
              <w:rPr>
                <w:szCs w:val="20"/>
              </w:rPr>
            </w:pPr>
            <w:r w:rsidRPr="00E3533B">
              <w:rPr>
                <w:szCs w:val="20"/>
              </w:rPr>
              <w:t>Luovutusluvan ohittava keskeisten potilastietojen haku sosiaalihuoltoon</w:t>
            </w:r>
            <w:r>
              <w:rPr>
                <w:szCs w:val="20"/>
              </w:rPr>
              <w:t>, PPCS2</w:t>
            </w:r>
          </w:p>
          <w:p w14:paraId="26B51EB0" w14:textId="15704554" w:rsidR="00E3533B" w:rsidRPr="00E3533B" w:rsidRDefault="00E3533B" w:rsidP="00E3533B">
            <w:pPr>
              <w:rPr>
                <w:szCs w:val="20"/>
              </w:rPr>
            </w:pPr>
            <w:r w:rsidRPr="00E3533B">
              <w:rPr>
                <w:szCs w:val="20"/>
              </w:rPr>
              <w:t>Keskeisten tietojen haku sosiaalihuoltoon viranomaisen laajalla tiedonsaantioikeudella</w:t>
            </w:r>
            <w:r>
              <w:rPr>
                <w:szCs w:val="20"/>
              </w:rPr>
              <w:t>, PPCS3</w:t>
            </w:r>
          </w:p>
          <w:p w14:paraId="44CCA3E8" w14:textId="77777777" w:rsidR="00E3533B" w:rsidRPr="00B55E82" w:rsidRDefault="00E3533B" w:rsidP="008706EC">
            <w:pPr>
              <w:rPr>
                <w:szCs w:val="20"/>
              </w:rPr>
            </w:pPr>
          </w:p>
        </w:tc>
        <w:tc>
          <w:tcPr>
            <w:tcW w:w="1258" w:type="dxa"/>
            <w:tcBorders>
              <w:top w:val="none" w:sz="0" w:space="0" w:color="000000"/>
              <w:left w:val="none" w:sz="0" w:space="0" w:color="000000"/>
              <w:bottom w:val="single" w:sz="8" w:space="0" w:color="000000"/>
              <w:right w:val="single" w:sz="8" w:space="0" w:color="000000"/>
            </w:tcBorders>
          </w:tcPr>
          <w:p w14:paraId="79B8E228" w14:textId="77777777" w:rsidR="00E3533B" w:rsidRPr="00B55E82" w:rsidRDefault="00E3533B" w:rsidP="008706EC">
            <w:pPr>
              <w:rPr>
                <w:szCs w:val="20"/>
              </w:rPr>
            </w:pPr>
          </w:p>
        </w:tc>
      </w:tr>
      <w:tr w:rsidR="00E3533B" w:rsidRPr="00B55E82" w14:paraId="55D07B0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1CDC434E" w14:textId="6EC7DDE7" w:rsidR="00E3533B" w:rsidRPr="00B55E82" w:rsidRDefault="00E3533B" w:rsidP="008706EC">
            <w:pPr>
              <w:rPr>
                <w:szCs w:val="20"/>
              </w:rPr>
            </w:pPr>
            <w:r>
              <w:rPr>
                <w:szCs w:val="20"/>
              </w:rPr>
              <w:lastRenderedPageBreak/>
              <w:t xml:space="preserve">Hae vanhoja potilastietoja sosiaalihuoltoon </w:t>
            </w:r>
          </w:p>
        </w:tc>
        <w:tc>
          <w:tcPr>
            <w:tcW w:w="5684" w:type="dxa"/>
            <w:tcBorders>
              <w:top w:val="none" w:sz="0" w:space="0" w:color="000000"/>
              <w:left w:val="none" w:sz="0" w:space="0" w:color="000000"/>
              <w:bottom w:val="single" w:sz="8" w:space="0" w:color="000000"/>
              <w:right w:val="single" w:sz="8" w:space="0" w:color="000000"/>
            </w:tcBorders>
          </w:tcPr>
          <w:p w14:paraId="490ECAB2" w14:textId="5F90C081" w:rsidR="00E3533B" w:rsidRPr="00B55E82" w:rsidRDefault="00E3533B" w:rsidP="00E3533B">
            <w:pPr>
              <w:rPr>
                <w:szCs w:val="20"/>
              </w:rPr>
            </w:pPr>
            <w:r w:rsidRPr="00E3533B">
              <w:rPr>
                <w:szCs w:val="20"/>
              </w:rPr>
              <w:t>Vanhojen potilastietojen haku sosiaalihuoltoon viranomaisen laajalla tiedonsaantioikeudella</w:t>
            </w:r>
            <w:r>
              <w:rPr>
                <w:szCs w:val="20"/>
              </w:rPr>
              <w:t>, PP36S3</w:t>
            </w:r>
          </w:p>
        </w:tc>
        <w:tc>
          <w:tcPr>
            <w:tcW w:w="1258" w:type="dxa"/>
            <w:tcBorders>
              <w:top w:val="none" w:sz="0" w:space="0" w:color="000000"/>
              <w:left w:val="none" w:sz="0" w:space="0" w:color="000000"/>
              <w:bottom w:val="single" w:sz="8" w:space="0" w:color="000000"/>
              <w:right w:val="single" w:sz="8" w:space="0" w:color="000000"/>
            </w:tcBorders>
          </w:tcPr>
          <w:p w14:paraId="5782F3D1" w14:textId="77777777" w:rsidR="00E3533B" w:rsidRPr="00B55E82" w:rsidRDefault="00E3533B" w:rsidP="008706EC">
            <w:pPr>
              <w:rPr>
                <w:szCs w:val="20"/>
              </w:rPr>
            </w:pPr>
          </w:p>
        </w:tc>
      </w:tr>
      <w:tr w:rsidR="008706EC" w:rsidRPr="00B55E82" w14:paraId="4CDCD52C"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6EE79E27" w14:textId="77777777" w:rsidR="008706EC" w:rsidRPr="00B55E82" w:rsidRDefault="008706EC" w:rsidP="008706EC">
            <w:pPr>
              <w:rPr>
                <w:szCs w:val="20"/>
              </w:rPr>
            </w:pPr>
            <w:r w:rsidRPr="00B55E82">
              <w:rPr>
                <w:szCs w:val="20"/>
              </w:rPr>
              <w:t> </w:t>
            </w:r>
          </w:p>
        </w:tc>
        <w:tc>
          <w:tcPr>
            <w:tcW w:w="5684" w:type="dxa"/>
            <w:tcBorders>
              <w:top w:val="none" w:sz="0" w:space="0" w:color="000000"/>
              <w:left w:val="none" w:sz="0" w:space="0" w:color="000000"/>
              <w:bottom w:val="single" w:sz="8" w:space="0" w:color="000000"/>
              <w:right w:val="single" w:sz="8" w:space="0" w:color="000000"/>
            </w:tcBorders>
          </w:tcPr>
          <w:p w14:paraId="46AB32D5"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30C9E82D" w14:textId="77777777" w:rsidR="008706EC" w:rsidRPr="00B55E82" w:rsidRDefault="008706EC" w:rsidP="008706EC">
            <w:pPr>
              <w:rPr>
                <w:szCs w:val="20"/>
              </w:rPr>
            </w:pPr>
          </w:p>
        </w:tc>
      </w:tr>
      <w:tr w:rsidR="008706EC" w:rsidRPr="00B55E82" w14:paraId="0E7EFAA5"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4EEAD61F" w14:textId="77777777" w:rsidR="008706EC" w:rsidRPr="00B55E82" w:rsidRDefault="008706EC" w:rsidP="008706EC">
            <w:pPr>
              <w:rPr>
                <w:szCs w:val="20"/>
              </w:rPr>
            </w:pPr>
            <w:r w:rsidRPr="00B55E82">
              <w:rPr>
                <w:b/>
                <w:szCs w:val="20"/>
              </w:rPr>
              <w:t>Edelleenvälitys</w:t>
            </w:r>
          </w:p>
        </w:tc>
        <w:tc>
          <w:tcPr>
            <w:tcW w:w="5684" w:type="dxa"/>
            <w:tcBorders>
              <w:top w:val="none" w:sz="0" w:space="0" w:color="000000"/>
              <w:left w:val="none" w:sz="0" w:space="0" w:color="000000"/>
              <w:bottom w:val="single" w:sz="8" w:space="0" w:color="000000"/>
              <w:right w:val="single" w:sz="8" w:space="0" w:color="000000"/>
            </w:tcBorders>
          </w:tcPr>
          <w:p w14:paraId="222534A3"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08610EBC" w14:textId="77777777" w:rsidR="008706EC" w:rsidRPr="00B55E82" w:rsidRDefault="008706EC" w:rsidP="008706EC">
            <w:pPr>
              <w:rPr>
                <w:szCs w:val="20"/>
              </w:rPr>
            </w:pPr>
          </w:p>
        </w:tc>
      </w:tr>
      <w:tr w:rsidR="008706EC" w:rsidRPr="00B55E82" w14:paraId="65744E54"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8625632" w14:textId="77777777" w:rsidR="008706EC" w:rsidRPr="00B55E82" w:rsidRDefault="008706EC" w:rsidP="008706EC">
            <w:pPr>
              <w:rPr>
                <w:szCs w:val="20"/>
              </w:rPr>
            </w:pPr>
            <w:r w:rsidRPr="00B55E82">
              <w:rPr>
                <w:szCs w:val="20"/>
              </w:rPr>
              <w:t>Edelleenvälitä asiakirja </w:t>
            </w:r>
          </w:p>
        </w:tc>
        <w:tc>
          <w:tcPr>
            <w:tcW w:w="5684" w:type="dxa"/>
            <w:tcBorders>
              <w:top w:val="none" w:sz="0" w:space="0" w:color="000000"/>
              <w:left w:val="none" w:sz="0" w:space="0" w:color="000000"/>
              <w:bottom w:val="single" w:sz="8" w:space="0" w:color="000000"/>
              <w:right w:val="single" w:sz="8" w:space="0" w:color="000000"/>
            </w:tcBorders>
          </w:tcPr>
          <w:p w14:paraId="2F91963B" w14:textId="77777777" w:rsidR="008706EC" w:rsidRPr="00B55E82" w:rsidRDefault="008706EC" w:rsidP="008706EC">
            <w:pPr>
              <w:rPr>
                <w:szCs w:val="20"/>
              </w:rPr>
            </w:pPr>
            <w:r w:rsidRPr="00B55E82">
              <w:rPr>
                <w:szCs w:val="20"/>
              </w:rPr>
              <w:t>Arkistoidun asiakirjan edelleenvälitys, PP35</w:t>
            </w:r>
          </w:p>
        </w:tc>
        <w:tc>
          <w:tcPr>
            <w:tcW w:w="1258" w:type="dxa"/>
            <w:tcBorders>
              <w:top w:val="none" w:sz="0" w:space="0" w:color="000000"/>
              <w:left w:val="none" w:sz="0" w:space="0" w:color="000000"/>
              <w:bottom w:val="single" w:sz="8" w:space="0" w:color="000000"/>
              <w:right w:val="single" w:sz="8" w:space="0" w:color="000000"/>
            </w:tcBorders>
          </w:tcPr>
          <w:p w14:paraId="7F3D15A5" w14:textId="77777777" w:rsidR="008706EC" w:rsidRPr="00B55E82" w:rsidRDefault="008706EC" w:rsidP="008706EC">
            <w:pPr>
              <w:rPr>
                <w:szCs w:val="20"/>
              </w:rPr>
            </w:pPr>
            <w:r>
              <w:rPr>
                <w:szCs w:val="20"/>
              </w:rPr>
              <w:t>-</w:t>
            </w:r>
          </w:p>
        </w:tc>
      </w:tr>
      <w:tr w:rsidR="008706EC" w:rsidRPr="00B55E82" w14:paraId="46AEBEE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9EDE23B" w14:textId="77777777" w:rsidR="008706EC" w:rsidRPr="00B55E82" w:rsidRDefault="008706EC" w:rsidP="008706EC">
            <w:pPr>
              <w:rPr>
                <w:szCs w:val="20"/>
              </w:rPr>
            </w:pPr>
            <w:r w:rsidRPr="00B55E82">
              <w:rPr>
                <w:szCs w:val="20"/>
              </w:rPr>
              <w:t> </w:t>
            </w:r>
          </w:p>
        </w:tc>
        <w:tc>
          <w:tcPr>
            <w:tcW w:w="5684" w:type="dxa"/>
            <w:tcBorders>
              <w:top w:val="none" w:sz="0" w:space="0" w:color="000000"/>
              <w:left w:val="none" w:sz="0" w:space="0" w:color="000000"/>
              <w:bottom w:val="single" w:sz="8" w:space="0" w:color="000000"/>
              <w:right w:val="single" w:sz="8" w:space="0" w:color="000000"/>
            </w:tcBorders>
          </w:tcPr>
          <w:p w14:paraId="760CB29E"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602D58A6" w14:textId="77777777" w:rsidR="008706EC" w:rsidRPr="00B55E82" w:rsidRDefault="008706EC" w:rsidP="008706EC">
            <w:pPr>
              <w:rPr>
                <w:szCs w:val="20"/>
              </w:rPr>
            </w:pPr>
          </w:p>
        </w:tc>
      </w:tr>
      <w:tr w:rsidR="008706EC" w:rsidRPr="00B55E82" w14:paraId="548FA6A2"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38DDB121" w14:textId="77777777" w:rsidR="008706EC" w:rsidRPr="00B55E82" w:rsidRDefault="008706EC" w:rsidP="008706EC">
            <w:pPr>
              <w:rPr>
                <w:szCs w:val="20"/>
              </w:rPr>
            </w:pPr>
            <w:r w:rsidRPr="00B55E82">
              <w:rPr>
                <w:b/>
                <w:szCs w:val="20"/>
              </w:rPr>
              <w:t>Kevyet kyselyrajapinnat</w:t>
            </w:r>
          </w:p>
        </w:tc>
        <w:tc>
          <w:tcPr>
            <w:tcW w:w="5684" w:type="dxa"/>
            <w:tcBorders>
              <w:top w:val="none" w:sz="0" w:space="0" w:color="000000"/>
              <w:left w:val="none" w:sz="0" w:space="0" w:color="000000"/>
              <w:bottom w:val="single" w:sz="8" w:space="0" w:color="000000"/>
              <w:right w:val="single" w:sz="8" w:space="0" w:color="000000"/>
            </w:tcBorders>
          </w:tcPr>
          <w:p w14:paraId="2BE10E57" w14:textId="77777777" w:rsidR="008706EC" w:rsidRPr="00B55E82" w:rsidRDefault="008706EC" w:rsidP="008706EC">
            <w:pPr>
              <w:rPr>
                <w:szCs w:val="20"/>
              </w:rPr>
            </w:pPr>
            <w:r w:rsidRPr="00B55E82">
              <w:rPr>
                <w:szCs w:val="20"/>
              </w:rPr>
              <w:t> </w:t>
            </w:r>
          </w:p>
        </w:tc>
        <w:tc>
          <w:tcPr>
            <w:tcW w:w="1258" w:type="dxa"/>
            <w:tcBorders>
              <w:top w:val="none" w:sz="0" w:space="0" w:color="000000"/>
              <w:left w:val="none" w:sz="0" w:space="0" w:color="000000"/>
              <w:bottom w:val="single" w:sz="8" w:space="0" w:color="000000"/>
              <w:right w:val="single" w:sz="8" w:space="0" w:color="000000"/>
            </w:tcBorders>
          </w:tcPr>
          <w:p w14:paraId="73EFE0CA" w14:textId="77777777" w:rsidR="008706EC" w:rsidRPr="00B55E82" w:rsidRDefault="008706EC" w:rsidP="008706EC">
            <w:pPr>
              <w:rPr>
                <w:szCs w:val="20"/>
              </w:rPr>
            </w:pPr>
            <w:r>
              <w:rPr>
                <w:szCs w:val="20"/>
              </w:rPr>
              <w:t>-</w:t>
            </w:r>
          </w:p>
        </w:tc>
      </w:tr>
      <w:tr w:rsidR="008706EC" w:rsidRPr="00B55E82" w14:paraId="6311EF87" w14:textId="77777777" w:rsidTr="00E3533B">
        <w:trPr>
          <w:cantSplit/>
        </w:trPr>
        <w:tc>
          <w:tcPr>
            <w:tcW w:w="2536" w:type="dxa"/>
            <w:tcBorders>
              <w:top w:val="none" w:sz="0" w:space="0" w:color="000000"/>
              <w:left w:val="single" w:sz="8" w:space="0" w:color="000000"/>
              <w:bottom w:val="single" w:sz="8" w:space="0" w:color="000000"/>
              <w:right w:val="single" w:sz="8" w:space="0" w:color="000000"/>
            </w:tcBorders>
          </w:tcPr>
          <w:p w14:paraId="25F87B6E" w14:textId="00232549" w:rsidR="008706EC" w:rsidRPr="00B55E82" w:rsidRDefault="008706EC" w:rsidP="008706EC">
            <w:pPr>
              <w:rPr>
                <w:szCs w:val="20"/>
              </w:rPr>
            </w:pPr>
            <w:r w:rsidRPr="00B55E82">
              <w:rPr>
                <w:szCs w:val="20"/>
                <w:highlight w:val="white"/>
              </w:rPr>
              <w:t>Kuvattu</w:t>
            </w:r>
            <w:r>
              <w:rPr>
                <w:szCs w:val="20"/>
                <w:highlight w:val="white"/>
              </w:rPr>
              <w:t xml:space="preserve"> </w:t>
            </w:r>
            <w:r w:rsidRPr="00B55E82">
              <w:rPr>
                <w:szCs w:val="20"/>
                <w:highlight w:val="white"/>
              </w:rPr>
              <w:t xml:space="preserve">dokumentissa </w:t>
            </w:r>
            <w:r w:rsidR="00977FB5" w:rsidRPr="00977FB5">
              <w:rPr>
                <w:szCs w:val="20"/>
              </w:rPr>
              <w:t>Kanta-palvelut kevyet kyselyrajapinnat</w:t>
            </w:r>
            <w:r w:rsidR="00977FB5" w:rsidRPr="00977FB5">
              <w:rPr>
                <w:szCs w:val="20"/>
                <w:highlight w:val="white"/>
              </w:rPr>
              <w:t xml:space="preserve"> </w:t>
            </w:r>
            <w:r w:rsidRPr="00B55E82">
              <w:rPr>
                <w:szCs w:val="20"/>
                <w:highlight w:val="white"/>
              </w:rPr>
              <w:t>[LM7]</w:t>
            </w:r>
          </w:p>
        </w:tc>
        <w:tc>
          <w:tcPr>
            <w:tcW w:w="5684" w:type="dxa"/>
            <w:tcBorders>
              <w:top w:val="none" w:sz="0" w:space="0" w:color="000000"/>
              <w:left w:val="none" w:sz="0" w:space="0" w:color="000000"/>
              <w:bottom w:val="single" w:sz="8" w:space="0" w:color="000000"/>
              <w:right w:val="single" w:sz="8" w:space="0" w:color="000000"/>
            </w:tcBorders>
          </w:tcPr>
          <w:p w14:paraId="48A3F7FD" w14:textId="1CE7470D" w:rsidR="008706EC" w:rsidRPr="00B55E82" w:rsidRDefault="008706EC" w:rsidP="008706EC">
            <w:pPr>
              <w:rPr>
                <w:szCs w:val="20"/>
              </w:rPr>
            </w:pPr>
            <w:r w:rsidRPr="00B55E82">
              <w:rPr>
                <w:szCs w:val="20"/>
              </w:rPr>
              <w:t>PP51-PP5</w:t>
            </w:r>
            <w:r>
              <w:rPr>
                <w:szCs w:val="20"/>
              </w:rPr>
              <w:t>7, PP59</w:t>
            </w:r>
          </w:p>
        </w:tc>
        <w:tc>
          <w:tcPr>
            <w:tcW w:w="1258" w:type="dxa"/>
            <w:tcBorders>
              <w:top w:val="none" w:sz="0" w:space="0" w:color="000000"/>
              <w:left w:val="none" w:sz="0" w:space="0" w:color="000000"/>
              <w:bottom w:val="single" w:sz="8" w:space="0" w:color="000000"/>
              <w:right w:val="single" w:sz="8" w:space="0" w:color="000000"/>
            </w:tcBorders>
          </w:tcPr>
          <w:p w14:paraId="556D7442" w14:textId="77777777" w:rsidR="008706EC" w:rsidRPr="00B55E82" w:rsidRDefault="008706EC" w:rsidP="008706EC">
            <w:pPr>
              <w:rPr>
                <w:szCs w:val="20"/>
              </w:rPr>
            </w:pPr>
          </w:p>
        </w:tc>
      </w:tr>
    </w:tbl>
    <w:p w14:paraId="66C15556" w14:textId="57F7D837" w:rsidR="00076B9B" w:rsidRPr="001A210C" w:rsidRDefault="00076B9B" w:rsidP="00076B9B">
      <w:r>
        <w:br w:type="page"/>
      </w:r>
    </w:p>
    <w:p w14:paraId="10FC27BA" w14:textId="1F097F1F" w:rsidR="00BD4279" w:rsidRDefault="00977FB5" w:rsidP="00BD4279">
      <w:pPr>
        <w:pStyle w:val="Otsikko1"/>
        <w:spacing w:before="220"/>
      </w:pPr>
      <w:bookmarkStart w:id="5" w:name="_Toc256000012"/>
      <w:bookmarkStart w:id="6" w:name="_Toc37061957"/>
      <w:bookmarkStart w:id="7" w:name="_Toc216782549"/>
      <w:r>
        <w:lastRenderedPageBreak/>
        <w:t>Potilastietovarannon</w:t>
      </w:r>
      <w:r w:rsidR="00BD4279">
        <w:t xml:space="preserve"> asiakirjatyypit</w:t>
      </w:r>
      <w:bookmarkEnd w:id="5"/>
      <w:bookmarkEnd w:id="6"/>
      <w:bookmarkEnd w:id="7"/>
    </w:p>
    <w:p w14:paraId="3F17DA6A" w14:textId="2813B86F" w:rsidR="00BD4279" w:rsidRDefault="00BD4279" w:rsidP="00BD4279">
      <w:pPr>
        <w:pStyle w:val="Leipteksti"/>
      </w:pPr>
      <w:r w:rsidRPr="00BD4279">
        <w:t xml:space="preserve">Tässä luvussa kuvataan </w:t>
      </w:r>
      <w:r w:rsidR="00977FB5">
        <w:t>Potilastietovarannon</w:t>
      </w:r>
      <w:r w:rsidRPr="00BD4279">
        <w:t xml:space="preserve"> asiakirjatyyppikohtaiset säännöt.</w:t>
      </w:r>
    </w:p>
    <w:p w14:paraId="5C2A275D" w14:textId="3ED6331B" w:rsidR="00BD4279" w:rsidRDefault="007D5DCB" w:rsidP="00BD4279">
      <w:pPr>
        <w:pStyle w:val="Otsikko2"/>
      </w:pPr>
      <w:r>
        <w:t>Potilastietovarannossa</w:t>
      </w:r>
      <w:r w:rsidR="00BD4279" w:rsidRPr="00BD4279">
        <w:t xml:space="preserve"> olevien asiakirjatyyppien hallinta</w:t>
      </w:r>
    </w:p>
    <w:p w14:paraId="139406D7" w14:textId="08B10E68" w:rsidR="001A210C" w:rsidRDefault="001A210C" w:rsidP="001A210C">
      <w:pPr>
        <w:pStyle w:val="Leipteksti"/>
      </w:pPr>
      <w:r w:rsidRPr="001A210C">
        <w:t xml:space="preserve">Seuraavassa taulukossa on esitetty yhteenveto eri </w:t>
      </w:r>
      <w:r w:rsidR="001B2B7D">
        <w:t xml:space="preserve">tallennettavien </w:t>
      </w:r>
      <w:r w:rsidRPr="001A210C">
        <w:t>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12"/>
        <w:gridCol w:w="976"/>
        <w:gridCol w:w="1174"/>
        <w:gridCol w:w="1535"/>
        <w:gridCol w:w="1261"/>
        <w:gridCol w:w="1203"/>
        <w:gridCol w:w="1459"/>
        <w:gridCol w:w="1096"/>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21797878"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 xml:space="preserve">Tähän kuuluvat asiakirjat </w:t>
            </w:r>
            <w:r w:rsidR="00977FB5">
              <w:rPr>
                <w:rFonts w:ascii="Arial" w:eastAsia="Arial" w:hAnsi="Arial" w:cs="Arial"/>
                <w:sz w:val="16"/>
              </w:rPr>
              <w:t>Potilastietovarannon</w:t>
            </w:r>
            <w:r w:rsidRPr="00CE7310">
              <w:rPr>
                <w:rFonts w:ascii="Arial" w:eastAsia="Arial" w:hAnsi="Arial" w:cs="Arial"/>
                <w:sz w:val="16"/>
              </w:rPr>
              <w:t xml:space="preserve">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0"/>
        <w:gridCol w:w="1370"/>
        <w:gridCol w:w="1401"/>
        <w:gridCol w:w="2110"/>
        <w:gridCol w:w="2477"/>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42834C9D"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067A7492" w:rsidR="00B611E6" w:rsidRDefault="00B611E6" w:rsidP="005E1B38">
            <w:pPr>
              <w:rPr>
                <w:sz w:val="22"/>
              </w:rPr>
            </w:pPr>
            <w:r>
              <w:rPr>
                <w:rFonts w:ascii="Arial" w:eastAsia="Arial" w:hAnsi="Arial" w:cs="Arial"/>
                <w:sz w:val="16"/>
              </w:rPr>
              <w:t>** Tähän kuuluvat asiakirjat Potilastie</w:t>
            </w:r>
            <w:r w:rsidR="00AD1EB6">
              <w:rPr>
                <w:rFonts w:ascii="Arial" w:eastAsia="Arial" w:hAnsi="Arial" w:cs="Arial"/>
                <w:sz w:val="16"/>
              </w:rPr>
              <w:t>tojen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F0646F"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94A06EA" w:rsidR="00BD4279" w:rsidRPr="00BD4279" w:rsidRDefault="00076B9B" w:rsidP="00076B9B">
      <w:r>
        <w:br w:type="page"/>
      </w:r>
    </w:p>
    <w:p w14:paraId="4496AF80" w14:textId="0B8273DE" w:rsidR="00AB58C9" w:rsidRDefault="001B2B7D" w:rsidP="00AB58C9">
      <w:pPr>
        <w:pStyle w:val="Otsikko1"/>
      </w:pPr>
      <w:bookmarkStart w:id="8" w:name="_Toc216782550"/>
      <w:r>
        <w:lastRenderedPageBreak/>
        <w:t>Tallenna</w:t>
      </w:r>
      <w:r w:rsidR="00AB58C9" w:rsidRPr="00AB58C9">
        <w:t xml:space="preserve"> palvelutapahtuma-asiakirja (PPA</w:t>
      </w:r>
      <w:r w:rsidR="003504FB">
        <w:t>, PPA11</w:t>
      </w:r>
      <w:r w:rsidR="00AB58C9" w:rsidRPr="00AB58C9">
        <w:t>)</w:t>
      </w:r>
      <w:bookmarkEnd w:id="8"/>
    </w:p>
    <w:p w14:paraId="5DDCB089" w14:textId="0BAACC95" w:rsidR="00AB58C9" w:rsidRDefault="00AB58C9" w:rsidP="00AB58C9">
      <w:pPr>
        <w:pStyle w:val="Otsikko2"/>
      </w:pPr>
      <w:r w:rsidRPr="00AB58C9">
        <w:t>Käyttötapauksen yleiskuvaus ja lopputulos</w:t>
      </w:r>
    </w:p>
    <w:p w14:paraId="3FEB5450" w14:textId="7A5A9609" w:rsidR="009F703C" w:rsidRDefault="009F703C" w:rsidP="009F703C">
      <w:pPr>
        <w:pStyle w:val="Leipteksti"/>
      </w:pPr>
      <w:r>
        <w:t xml:space="preserve">Kayttötapaus kuvaa palvelutapahtuman </w:t>
      </w:r>
      <w:r w:rsidR="00D579CA">
        <w:t>tallennuksen</w:t>
      </w:r>
      <w:r>
        <w:t xml:space="preserve"> potilasasiakirjojen </w:t>
      </w:r>
      <w:r w:rsidR="001B2B7D">
        <w:t>tallennuksen</w:t>
      </w:r>
      <w:r>
        <w:t xml:space="preserve"> palvelupyyntöä (PPA) käyttäen. </w:t>
      </w:r>
      <w:r w:rsidR="007D5DCB">
        <w:t xml:space="preserve">Potilastietovaranto </w:t>
      </w:r>
      <w:r>
        <w:t xml:space="preserve">tarjoaa yksittäisten palvelupyyntöjen rinnalla käyttöön yleisen potilasasiakirjojen </w:t>
      </w:r>
      <w:r w:rsidR="001B2B7D">
        <w:t>tallennuksen</w:t>
      </w:r>
      <w:r>
        <w:t xml:space="preserve"> palvelupyynnön. Tällä palvelupyynnöllä </w:t>
      </w:r>
      <w:r w:rsidR="00AE618E">
        <w:t xml:space="preserve">Kantaan </w:t>
      </w:r>
      <w:r w:rsidR="0018633A">
        <w:t>tallentava</w:t>
      </w:r>
      <w:r>
        <w:t xml:space="preserve"> järjestelmä ei kerro </w:t>
      </w:r>
      <w:r w:rsidR="00A52BC6">
        <w:t>tallennus</w:t>
      </w:r>
      <w:r>
        <w:t xml:space="preserve">tilannetta, vaan PTA päättelee, onko kyseessä </w:t>
      </w:r>
      <w:r w:rsidR="00A52BC6">
        <w:t>tallennus</w:t>
      </w:r>
      <w:r>
        <w:t xml:space="preserve"> omaan rekisteriin vai ostopalvelutilanne.</w:t>
      </w:r>
    </w:p>
    <w:p w14:paraId="420E6099" w14:textId="67066A93" w:rsidR="009F703C" w:rsidRDefault="009F703C" w:rsidP="009F703C">
      <w:pPr>
        <w:pStyle w:val="Leipteksti"/>
      </w:pPr>
      <w:r>
        <w:t xml:space="preserve">Käyttötapaus kuvaa uuden palvelutapahtuman </w:t>
      </w:r>
      <w:r w:rsidR="00A52BC6">
        <w:t>tallennus</w:t>
      </w:r>
      <w:r>
        <w:t>tilanteet, jotka ovat mahdollisia potilasasiakirjojen</w:t>
      </w:r>
      <w:r w:rsidR="00AE618E">
        <w:t xml:space="preserve"> Kantaan</w:t>
      </w:r>
      <w:r>
        <w:t xml:space="preserve"> </w:t>
      </w:r>
      <w:r w:rsidR="001B2B7D">
        <w:t>tallennuksen</w:t>
      </w:r>
      <w:r>
        <w:t xml:space="preserve"> palvelupyyntöä PPA käyttäen:</w:t>
      </w:r>
    </w:p>
    <w:p w14:paraId="3C9C97C3" w14:textId="324AA533" w:rsidR="009F703C" w:rsidRDefault="009F703C" w:rsidP="00D54165">
      <w:pPr>
        <w:pStyle w:val="Leipteksti"/>
        <w:numPr>
          <w:ilvl w:val="0"/>
          <w:numId w:val="6"/>
        </w:numPr>
        <w:spacing w:after="0"/>
      </w:pPr>
      <w:r>
        <w:t>Palvelutapahtuman</w:t>
      </w:r>
      <w:r w:rsidR="00AE618E">
        <w:t xml:space="preserve"> </w:t>
      </w:r>
      <w:r w:rsidR="00A52BC6">
        <w:t>tallennus</w:t>
      </w:r>
      <w:r>
        <w:t xml:space="preserve"> rekisterinpitäjän omaan rekisteriin</w:t>
      </w:r>
      <w:r w:rsidR="00927F07">
        <w:t>.</w:t>
      </w:r>
    </w:p>
    <w:p w14:paraId="5E76E6EF" w14:textId="74B076DB" w:rsidR="009F703C" w:rsidRDefault="009F703C" w:rsidP="00D54165">
      <w:pPr>
        <w:pStyle w:val="Leipteksti"/>
        <w:numPr>
          <w:ilvl w:val="0"/>
          <w:numId w:val="6"/>
        </w:numPr>
        <w:spacing w:after="0"/>
      </w:pPr>
      <w:r>
        <w:t xml:space="preserve">Palvelutapahtuman </w:t>
      </w:r>
      <w:r w:rsidR="00A52BC6">
        <w:t>tallennus</w:t>
      </w:r>
      <w:r>
        <w:t xml:space="preserve"> rekisterinpitäjän omaan rekisteriin ostopalvelutilannetta varten ostopalvelun järjestäjänä. </w:t>
      </w:r>
    </w:p>
    <w:p w14:paraId="12864986" w14:textId="3737C0E5" w:rsidR="009F703C" w:rsidRDefault="009F703C" w:rsidP="00D54165">
      <w:pPr>
        <w:pStyle w:val="Leipteksti"/>
        <w:numPr>
          <w:ilvl w:val="0"/>
          <w:numId w:val="6"/>
        </w:numPr>
        <w:spacing w:after="0"/>
      </w:pPr>
      <w:r>
        <w:t xml:space="preserve">Palvelutapahtuman </w:t>
      </w:r>
      <w:r w:rsidR="00A52BC6">
        <w:t>tallennus</w:t>
      </w:r>
      <w:r>
        <w:t xml:space="preserve"> ostopalvelutilanteessa. Ostopalvelun tuottaja </w:t>
      </w:r>
      <w:r w:rsidR="0018633A">
        <w:t>tallentaa</w:t>
      </w:r>
      <w:r>
        <w:t xml:space="preserve"> palvelutapahtuman ostopalvelun järjestäjän rekisteriin. </w:t>
      </w:r>
    </w:p>
    <w:p w14:paraId="44BF6655" w14:textId="70EFEC74" w:rsidR="009F703C" w:rsidRDefault="009F703C" w:rsidP="009F703C">
      <w:pPr>
        <w:pStyle w:val="Leipteksti"/>
      </w:pPr>
      <w:r>
        <w:t xml:space="preserve">Huom. Vanhojen asiakirjojen palvelutapahtuman </w:t>
      </w:r>
      <w:r w:rsidR="00A52BC6">
        <w:t>tallennus</w:t>
      </w:r>
      <w:r>
        <w:t xml:space="preserve"> ei ole mahdollinen tällä palvelupyynnöllä.</w:t>
      </w:r>
    </w:p>
    <w:p w14:paraId="34B998E7" w14:textId="3F4F011F" w:rsidR="00AA55DF" w:rsidRDefault="00AA55DF" w:rsidP="00AA55DF">
      <w:pPr>
        <w:pStyle w:val="Leipteksti"/>
      </w:pPr>
      <w:r>
        <w:t xml:space="preserve">Käyttötapaus kuvaa myös uuden palvelutapahtuman </w:t>
      </w:r>
      <w:r w:rsidR="001B2B7D">
        <w:t>tallennuksen</w:t>
      </w:r>
      <w:r>
        <w:t xml:space="preserve"> toimintansa päättäneen terveydenhuollon yksityisen rekisterinpitäjän rekisteriin</w:t>
      </w:r>
      <w:r w:rsidR="00631841">
        <w:t xml:space="preserve">  [LT2]</w:t>
      </w:r>
      <w:r>
        <w:t xml:space="preserve">. </w:t>
      </w:r>
    </w:p>
    <w:p w14:paraId="613B22F9" w14:textId="6CF9CE21" w:rsidR="00AA55DF" w:rsidRDefault="00C4103A" w:rsidP="00056B7D">
      <w:pPr>
        <w:pStyle w:val="Leipteksti"/>
        <w:numPr>
          <w:ilvl w:val="0"/>
          <w:numId w:val="6"/>
        </w:numPr>
      </w:pPr>
      <w:r>
        <w:t xml:space="preserve">Palvelutapahtuman </w:t>
      </w:r>
      <w:r w:rsidR="00A52BC6">
        <w:t>tallennus</w:t>
      </w:r>
      <w:r>
        <w:t xml:space="preserve"> toimintansa päättäneen rekisterinpitäjän rekisteriin</w:t>
      </w:r>
      <w:r w:rsidR="00B545D2">
        <w:t xml:space="preserve"> järjestämisvastuun perusteella</w:t>
      </w:r>
      <w:r>
        <w:t xml:space="preserve">. </w:t>
      </w:r>
      <w:r w:rsidR="00A52BC6">
        <w:t>Tallennus</w:t>
      </w:r>
      <w:r>
        <w:t xml:space="preserve">sanoman lähettävä organisaatio on järjestämisvastuullinen toimija eli hyvinvointialue tai Helsingin kaupunki. Asiakirja </w:t>
      </w:r>
      <w:r w:rsidR="00493B53">
        <w:t>tallennetaan</w:t>
      </w:r>
      <w:r>
        <w:t xml:space="preserve"> toimintansa päättäneen rekisterinpitäjän rekisteriin.</w:t>
      </w:r>
      <w:r w:rsidR="00B545D2">
        <w:t xml:space="preserve"> Käytettävä palvelupyyntö on PPA11.</w:t>
      </w:r>
    </w:p>
    <w:p w14:paraId="52AFB834" w14:textId="692151F1" w:rsidR="00B545D2" w:rsidRDefault="00B545D2" w:rsidP="00B545D2">
      <w:pPr>
        <w:pStyle w:val="Leipteksti"/>
        <w:numPr>
          <w:ilvl w:val="0"/>
          <w:numId w:val="6"/>
        </w:numPr>
      </w:pPr>
      <w:r>
        <w:t xml:space="preserve">Palvelutapahtuman </w:t>
      </w:r>
      <w:r w:rsidR="00A52BC6">
        <w:t>tallennus</w:t>
      </w:r>
      <w:r>
        <w:t xml:space="preserve"> toimintansa päättäneen rekisterinpitäjän rekisteriin yhteisliitttymismallissa, jos palvelunantajat ovat sopineet yhteisrekisterinpitäjyydestä</w:t>
      </w:r>
      <w:r w:rsidR="002215D7">
        <w:t>.</w:t>
      </w:r>
      <w:r>
        <w:t xml:space="preserve"> </w:t>
      </w:r>
      <w:r w:rsidR="00A52BC6">
        <w:t>Tallennus</w:t>
      </w:r>
      <w:r>
        <w:t xml:space="preserve">sanoman lähettävä organisaatio on yhteisliittymän isäntäorganisaatio. Asiakirja </w:t>
      </w:r>
      <w:r w:rsidR="00493B53">
        <w:t>tallennetaan</w:t>
      </w:r>
      <w:r>
        <w:t xml:space="preserve"> toimintansa päättäneen rekisterinpitäjän rekisteriin. Käytettävä palvelupyyntö on PP</w:t>
      </w:r>
      <w:r w:rsidR="0076514E">
        <w:t>A</w:t>
      </w:r>
      <w:r>
        <w:t>.</w:t>
      </w:r>
    </w:p>
    <w:p w14:paraId="3277287A" w14:textId="5692FED3" w:rsidR="009F703C" w:rsidRPr="009F703C" w:rsidRDefault="009F703C" w:rsidP="009F703C">
      <w:pPr>
        <w:pStyle w:val="Leipteksti"/>
      </w:pPr>
      <w:r>
        <w:lastRenderedPageBreak/>
        <w:t xml:space="preserve">Lopputuloksena palvelutapahtuman tuottanut organisaatio on muodostanut palvelutapahtuma-asiakirjan, se on </w:t>
      </w:r>
      <w:r w:rsidR="0018633A">
        <w:t>tallennettu</w:t>
      </w:r>
      <w:r>
        <w:t xml:space="preserve"> </w:t>
      </w:r>
      <w:r w:rsidR="007D5DCB">
        <w:t>Potilastietovarantoon</w:t>
      </w:r>
      <w:r>
        <w:t xml:space="preserve"> ja potilastietojärjestelmässä on tieto </w:t>
      </w:r>
      <w:r w:rsidR="0018633A">
        <w:t>Kantaan tallennuksesta</w:t>
      </w:r>
      <w:r>
        <w:t>.</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6682B005" w:rsidR="00180CFE" w:rsidRDefault="00AD1EB6" w:rsidP="00180CFE">
      <w:pPr>
        <w:pStyle w:val="Numeroituluettelo"/>
      </w:pPr>
      <w:r>
        <w:t>Potilastietovaranto ja Kanta-viestinvälitys, jatkossa Potilastietovaranto</w:t>
      </w:r>
      <w:r w:rsidR="002C6018">
        <w:t>.</w:t>
      </w:r>
    </w:p>
    <w:p w14:paraId="464B08FC" w14:textId="7EF1CB93" w:rsidR="00180CFE" w:rsidRDefault="00180CFE" w:rsidP="00180CFE">
      <w:pPr>
        <w:pStyle w:val="Otsikko2"/>
      </w:pPr>
      <w:r>
        <w:t>Esiehdot</w:t>
      </w:r>
    </w:p>
    <w:p w14:paraId="34520664" w14:textId="251BE4CD" w:rsidR="00180CFE" w:rsidRDefault="00180CFE" w:rsidP="00F5078D">
      <w:pPr>
        <w:pStyle w:val="Numeroituluettelo"/>
      </w:pPr>
      <w:r>
        <w:t>Potilas, jolle on tarpeen tehdä palvelutapahtuma, on yksilöity järjestelmässä henkilötunnuksella tai tilapäisellä yksilöintitunnuksella [LM11]</w:t>
      </w:r>
      <w:r w:rsidR="00927F07">
        <w:t>.</w:t>
      </w:r>
    </w:p>
    <w:p w14:paraId="49CC07B0" w14:textId="669F9BEA" w:rsidR="00180CFE" w:rsidRDefault="00180CFE" w:rsidP="00180CFE">
      <w:pPr>
        <w:pStyle w:val="Numeroituluettelo"/>
        <w:spacing w:after="0"/>
      </w:pPr>
      <w:r>
        <w:t>Lisäksi tilanteessa B (ostopalvelun järjestäjä):</w:t>
      </w:r>
    </w:p>
    <w:p w14:paraId="334FD137" w14:textId="7B1FBD28" w:rsidR="00180CFE" w:rsidRDefault="00180CFE" w:rsidP="00A642C1">
      <w:pPr>
        <w:pStyle w:val="Luettelokappale"/>
        <w:numPr>
          <w:ilvl w:val="0"/>
          <w:numId w:val="31"/>
        </w:numPr>
        <w:spacing w:before="0"/>
      </w:pPr>
      <w:r>
        <w:t>Ostopalvelutilanteessa potilas on yksilöitävä virallisella henkilötunnuksella</w:t>
      </w:r>
      <w:r w:rsidR="00927F07">
        <w:t>.</w:t>
      </w:r>
    </w:p>
    <w:p w14:paraId="181A0280" w14:textId="57CAA10E" w:rsidR="00180CFE" w:rsidRDefault="00180CFE" w:rsidP="00A642C1">
      <w:pPr>
        <w:pStyle w:val="Luettelokappale"/>
        <w:numPr>
          <w:ilvl w:val="0"/>
          <w:numId w:val="31"/>
        </w:numPr>
        <w:spacing w:before="0" w:after="0"/>
      </w:pPr>
      <w:r>
        <w:t>Ostopalvelun järjestäjän arkistoasiakirjat-rekisterissä on ostopalvelutilanteen mukainen ostopalvelun valtuutus</w:t>
      </w:r>
      <w:r w:rsidR="00927F07">
        <w:t>.</w:t>
      </w:r>
    </w:p>
    <w:p w14:paraId="38DEA1F9" w14:textId="142D490F" w:rsidR="00180CFE" w:rsidRDefault="00180CFE" w:rsidP="00056B7D">
      <w:pPr>
        <w:pStyle w:val="Numeroituluettelo"/>
        <w:spacing w:before="240" w:after="0"/>
      </w:pPr>
      <w:r>
        <w:t>Lisäksi tilanteessa C (ostopalvelun tuottaja):</w:t>
      </w:r>
    </w:p>
    <w:p w14:paraId="4FF88D25" w14:textId="13917360" w:rsidR="00180CFE" w:rsidRDefault="00180CFE" w:rsidP="00A642C1">
      <w:pPr>
        <w:pStyle w:val="Luettelokappale"/>
        <w:numPr>
          <w:ilvl w:val="0"/>
          <w:numId w:val="32"/>
        </w:numPr>
        <w:spacing w:before="0"/>
      </w:pPr>
      <w:r>
        <w:t>Ostopalvelutilanteessa potilas on yksilöitävä virallisella henkilötunnuksella</w:t>
      </w:r>
      <w:r w:rsidR="00927F07">
        <w:t>.</w:t>
      </w:r>
    </w:p>
    <w:p w14:paraId="0D4BAD6B" w14:textId="6046B5A6" w:rsidR="00180CFE" w:rsidRDefault="00180CFE" w:rsidP="00A642C1">
      <w:pPr>
        <w:pStyle w:val="Luettelokappale"/>
        <w:numPr>
          <w:ilvl w:val="0"/>
          <w:numId w:val="32"/>
        </w:numPr>
        <w:spacing w:before="0"/>
      </w:pPr>
      <w:r>
        <w:t>Ostopalvelun järjestäjän ark</w:t>
      </w:r>
      <w:r w:rsidR="00CD7407">
        <w:t xml:space="preserve">istoasiakirjat-rekisterissä on </w:t>
      </w:r>
      <w:r>
        <w:t xml:space="preserve">ostopalvelun valtuutus, ja se oikeuttaa ostopalvelun tuottajan </w:t>
      </w:r>
      <w:r w:rsidR="00493B53">
        <w:t>tallentamaan</w:t>
      </w:r>
      <w:r>
        <w:t xml:space="preserve"> ostopalvelun järjestäjän rekisteriin.</w:t>
      </w:r>
    </w:p>
    <w:p w14:paraId="2B48A7B5" w14:textId="699054B4" w:rsidR="00180CFE" w:rsidRDefault="00180CFE" w:rsidP="00A642C1">
      <w:pPr>
        <w:pStyle w:val="Luettelokappale"/>
        <w:numPr>
          <w:ilvl w:val="0"/>
          <w:numId w:val="32"/>
        </w:numPr>
        <w:spacing w:before="0"/>
      </w:pPr>
      <w:r>
        <w:t xml:space="preserve">Ostopalvelun tuottajalla on tiedossa ostopalvelujen järjestäjän rekisteri, jota ostopalvelun valtuutus koskee ja johon asiakirjat </w:t>
      </w:r>
      <w:r w:rsidR="00493B53">
        <w:t>tallennetaan</w:t>
      </w:r>
      <w:r w:rsidR="00927F07">
        <w:t>.</w:t>
      </w:r>
    </w:p>
    <w:p w14:paraId="1D1BB1B4" w14:textId="424C9C5D" w:rsidR="00180CFE" w:rsidRDefault="00180CFE" w:rsidP="00A642C1">
      <w:pPr>
        <w:pStyle w:val="Luettelokappale"/>
        <w:numPr>
          <w:ilvl w:val="0"/>
          <w:numId w:val="32"/>
        </w:numPr>
        <w:spacing w:before="0"/>
      </w:pPr>
      <w:r>
        <w:t>Ostopalvelun tuottajalla on tiedossa ostopalvelun valtuutuksen tunniste</w:t>
      </w:r>
      <w:r w:rsidR="00054303">
        <w:t xml:space="preserve"> (LT1)</w:t>
      </w:r>
      <w:r w:rsidR="00927F07">
        <w:t>.</w:t>
      </w:r>
    </w:p>
    <w:p w14:paraId="37021E6E" w14:textId="610E6C22" w:rsidR="00C4103A" w:rsidRDefault="00C4103A" w:rsidP="00056B7D">
      <w:pPr>
        <w:pStyle w:val="Numeroituluettelo"/>
        <w:spacing w:before="240" w:after="0"/>
      </w:pPr>
      <w:r>
        <w:t>Lisäksi tilanteessa D (</w:t>
      </w:r>
      <w:r w:rsidR="00A52BC6">
        <w:t>tallennus</w:t>
      </w:r>
      <w:r>
        <w:t xml:space="preserve"> toimintansa päättäneen rekisterinpitäjän rekisteriin</w:t>
      </w:r>
      <w:r w:rsidR="00B545D2">
        <w:t xml:space="preserve"> järjestämisvastuun perusteella</w:t>
      </w:r>
      <w:r>
        <w:t>)</w:t>
      </w:r>
      <w:r w:rsidR="005C7BCE">
        <w:t>:</w:t>
      </w:r>
    </w:p>
    <w:p w14:paraId="13DB0070" w14:textId="15921993" w:rsidR="00B545D2" w:rsidRDefault="00C4103A"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w:t>
      </w:r>
      <w:r w:rsidR="002C6018">
        <w:t>.</w:t>
      </w:r>
      <w:r>
        <w:t xml:space="preserve"> [LK14].</w:t>
      </w:r>
    </w:p>
    <w:p w14:paraId="43A89DF4" w14:textId="01574007" w:rsidR="00C5640E" w:rsidRDefault="00C5640E" w:rsidP="00C5640E">
      <w:pPr>
        <w:pStyle w:val="Numeroituluettelo"/>
        <w:spacing w:before="240" w:after="0"/>
      </w:pPr>
      <w:bookmarkStart w:id="9" w:name="_Hlk158192753"/>
      <w:r>
        <w:t>Lisäksi tilanteessa E (</w:t>
      </w:r>
      <w:r w:rsidR="00A52BC6">
        <w:t>tallennus</w:t>
      </w:r>
      <w:r>
        <w:t xml:space="preserve"> toimintansa päättäneen rekisterinpitäjän rekisteriin yhteisliittymismallissa):</w:t>
      </w:r>
    </w:p>
    <w:p w14:paraId="36C06133" w14:textId="6B676E8A" w:rsidR="00C5640E" w:rsidRDefault="00C5640E" w:rsidP="00A642C1">
      <w:pPr>
        <w:pStyle w:val="Luettelokappale"/>
        <w:numPr>
          <w:ilvl w:val="0"/>
          <w:numId w:val="31"/>
        </w:numPr>
        <w:spacing w:before="0"/>
      </w:pPr>
      <w:r>
        <w:t>Kansallisen koodistopalvelun koodistoon Rekisterinpitovastuun siirrot ei ole kirjattu tietoa toimintansa päättäneen yksityisen rekisterinpitäjän ja järjestämisvastuullisen julkisen toimijan yhteisrekisterinpidosta. [LK14].</w:t>
      </w:r>
    </w:p>
    <w:bookmarkEnd w:id="9"/>
    <w:p w14:paraId="0EBEAABC" w14:textId="77777777" w:rsidR="00C5640E" w:rsidRPr="00C5640E" w:rsidRDefault="00C5640E" w:rsidP="00C5640E">
      <w:pPr>
        <w:pStyle w:val="Leipteksti"/>
      </w:pPr>
    </w:p>
    <w:p w14:paraId="1C07141F" w14:textId="498F2714" w:rsidR="00180CFE" w:rsidRDefault="00CD7407" w:rsidP="007E3B4B">
      <w:pPr>
        <w:pStyle w:val="Otsikko2"/>
        <w:spacing w:before="240"/>
      </w:pPr>
      <w:r>
        <w:lastRenderedPageBreak/>
        <w:t>Normaali tapahtumankulku</w:t>
      </w:r>
    </w:p>
    <w:p w14:paraId="26513FCA" w14:textId="0A03C95A" w:rsidR="00CD7407" w:rsidRDefault="00CD7407" w:rsidP="00056B7D">
      <w:pPr>
        <w:pStyle w:val="Numeroituluettelo"/>
        <w:spacing w:before="240" w:after="0"/>
      </w:pPr>
      <w:r>
        <w:t xml:space="preserve">Järjestelmä tuottaa uuden palvelutapahtuman tarvitsemat tiedot </w:t>
      </w:r>
    </w:p>
    <w:p w14:paraId="1608FB08" w14:textId="42744E9D" w:rsidR="00CD7407" w:rsidRDefault="00CD7407" w:rsidP="00A642C1">
      <w:pPr>
        <w:pStyle w:val="Luettelokappale"/>
        <w:numPr>
          <w:ilvl w:val="0"/>
          <w:numId w:val="33"/>
        </w:numPr>
        <w:spacing w:before="0" w:after="0"/>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A642C1">
      <w:pPr>
        <w:pStyle w:val="Luettelokappale"/>
        <w:numPr>
          <w:ilvl w:val="0"/>
          <w:numId w:val="33"/>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1AC3994" w14:textId="31677054" w:rsidR="00CD7407" w:rsidRDefault="00CD7407">
      <w:pPr>
        <w:pStyle w:val="Numeroituluettelo"/>
        <w:spacing w:before="240" w:after="0"/>
      </w:pPr>
      <w:r>
        <w:t xml:space="preserve">Järjestelmä muodostaa valituista tiedoista </w:t>
      </w:r>
      <w:r w:rsidR="00493B53">
        <w:t xml:space="preserve">Kantaan tallennettavan CDA </w:t>
      </w:r>
      <w:r>
        <w:t xml:space="preserve">R2 -asiakirjan seuraavilla periaatteilla [V1, LM2] </w:t>
      </w:r>
    </w:p>
    <w:p w14:paraId="3729B1BE" w14:textId="0BA8A51D" w:rsidR="00CD7407" w:rsidRDefault="00CD7407" w:rsidP="00A642C1">
      <w:pPr>
        <w:pStyle w:val="Luettelokappale"/>
        <w:numPr>
          <w:ilvl w:val="0"/>
          <w:numId w:val="34"/>
        </w:numPr>
        <w:spacing w:before="0"/>
      </w:pPr>
      <w:r>
        <w:t>Palvelutapahtuma-asiakirja merkitään aina ensisijaiseksi asiakirjaksi ja sen tulee olla sisältöosaltaan ns. tyhjä asiakirja, eli se ei saa sisältää hoidollista tietoa, vaikka sisältääkin potilaan tunnistetiedot</w:t>
      </w:r>
      <w:r w:rsidR="00927F07">
        <w:t>.</w:t>
      </w:r>
    </w:p>
    <w:p w14:paraId="55948ABB" w14:textId="43B8CFCA" w:rsidR="00CD7407" w:rsidRDefault="00CD7407" w:rsidP="00A642C1">
      <w:pPr>
        <w:pStyle w:val="Luettelokappale"/>
        <w:numPr>
          <w:ilvl w:val="0"/>
          <w:numId w:val="34"/>
        </w:numPr>
        <w:spacing w:before="0"/>
      </w:pPr>
      <w:r>
        <w:t>Asiakirjan rakenne noudattaa yleistä ”</w:t>
      </w:r>
      <w:r w:rsidR="00977FB5">
        <w:t>Potilastietovarannon</w:t>
      </w:r>
      <w:r>
        <w:t xml:space="preserve"> kertomus ja lomakkeet” -oppaan rakennetta</w:t>
      </w:r>
      <w:r w:rsidR="00927F07">
        <w:t>.</w:t>
      </w:r>
    </w:p>
    <w:p w14:paraId="3E9B176D" w14:textId="6E1C9766" w:rsidR="00CD7407" w:rsidRDefault="00CD7407" w:rsidP="00A642C1">
      <w:pPr>
        <w:pStyle w:val="Luettelokappale"/>
        <w:numPr>
          <w:ilvl w:val="0"/>
          <w:numId w:val="34"/>
        </w:numPr>
        <w:spacing w:before="0"/>
      </w:pPr>
      <w:r>
        <w:t>Asiakirjalle täydennetään kuvailutiedot kuvailutietojen määrittelyn mukaisesti [LM5]</w:t>
      </w:r>
      <w:r w:rsidR="00927F07">
        <w:t>.</w:t>
      </w:r>
      <w:r>
        <w:t xml:space="preserve"> </w:t>
      </w:r>
    </w:p>
    <w:p w14:paraId="30697391" w14:textId="70923EB1" w:rsidR="003E6853" w:rsidRDefault="00CD7407" w:rsidP="00A642C1">
      <w:pPr>
        <w:pStyle w:val="Luettelokappale"/>
        <w:numPr>
          <w:ilvl w:val="0"/>
          <w:numId w:val="34"/>
        </w:numPr>
        <w:spacing w:before="0"/>
      </w:pPr>
      <w:r>
        <w:t xml:space="preserve">Lisäksi tilanteessa </w:t>
      </w:r>
      <w:r w:rsidR="009047A4">
        <w:t>B (</w:t>
      </w:r>
      <w:r>
        <w:t>ostopalvelun järjestäjä):</w:t>
      </w:r>
    </w:p>
    <w:p w14:paraId="1C0FA9BD" w14:textId="2F747BAA" w:rsidR="00CD7407" w:rsidRDefault="00CD7407">
      <w:pPr>
        <w:pStyle w:val="Leipteksti"/>
        <w:spacing w:after="0"/>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A642C1">
      <w:pPr>
        <w:pStyle w:val="Luettelokappale"/>
        <w:numPr>
          <w:ilvl w:val="0"/>
          <w:numId w:val="34"/>
        </w:numPr>
        <w:spacing w:before="0"/>
      </w:pPr>
      <w:r>
        <w:t xml:space="preserve">Lisäksi tilanteessa C (ostopalvelun tuottaja): </w:t>
      </w:r>
    </w:p>
    <w:p w14:paraId="41EA8CFC" w14:textId="451306D3" w:rsidR="00CD7407" w:rsidRDefault="00CD7407" w:rsidP="007E3B4B">
      <w:pPr>
        <w:pStyle w:val="Luettelokappale"/>
        <w:numPr>
          <w:ilvl w:val="1"/>
          <w:numId w:val="5"/>
        </w:numPr>
        <w:spacing w:before="0"/>
      </w:pPr>
      <w:r>
        <w:t>Asiakirjan tuottaja on asiakirjan tuottanut organisaatio</w:t>
      </w:r>
      <w:r w:rsidR="00927F07">
        <w:t>.</w:t>
      </w:r>
    </w:p>
    <w:p w14:paraId="5E2F8945" w14:textId="058F8F18" w:rsidR="00CD7407" w:rsidRDefault="00CD7407" w:rsidP="007E3B4B">
      <w:pPr>
        <w:pStyle w:val="Luettelokappale"/>
        <w:numPr>
          <w:ilvl w:val="1"/>
          <w:numId w:val="5"/>
        </w:numPr>
        <w:spacing w:before="0"/>
      </w:pPr>
      <w:r>
        <w:t>Rekisterinpitäjä ja rekisteri ovat ostopalvelun järjestäjän ostopalvelun valtuutuksessa ilmoittamat rekisterinpitäjä ja rekisteri</w:t>
      </w:r>
      <w:r w:rsidR="00927F07">
        <w:t>.</w:t>
      </w:r>
      <w:r>
        <w:t xml:space="preserve"> </w:t>
      </w:r>
    </w:p>
    <w:p w14:paraId="60B20138" w14:textId="6F714DCE" w:rsidR="00CD7407" w:rsidRDefault="00CD7407" w:rsidP="007E3B4B">
      <w:pPr>
        <w:pStyle w:val="Luettelokappale"/>
        <w:numPr>
          <w:ilvl w:val="1"/>
          <w:numId w:val="5"/>
        </w:numPr>
        <w:spacing w:before="0"/>
      </w:pPr>
      <w:r>
        <w:t>Hoitotapahtumaan osallistunut palveluyksikkö on tuottajan palveluyksikkö</w:t>
      </w:r>
      <w:r w:rsidR="00927F07">
        <w:t>.</w:t>
      </w:r>
    </w:p>
    <w:p w14:paraId="27E5A36D" w14:textId="68C2B99D" w:rsidR="00CD7407" w:rsidRDefault="00CD7407"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2FBB5D86" w14:textId="7A0894D2" w:rsidR="00CD7407" w:rsidRDefault="00CD7407" w:rsidP="007E3B4B">
      <w:pPr>
        <w:pStyle w:val="Luettelokappale"/>
        <w:numPr>
          <w:ilvl w:val="1"/>
          <w:numId w:val="5"/>
        </w:numPr>
        <w:spacing w:before="0"/>
      </w:pPr>
      <w:r>
        <w:t xml:space="preserve">Järjestelmä tuottaa palvelutapahtumalle ostopalvelun valtuutuksen tunnisteen [LM2]. Yksilöidyn valtuutuksen tulee olla esiehdon 3 mukainen. </w:t>
      </w:r>
    </w:p>
    <w:p w14:paraId="364243AF" w14:textId="6DF831AB" w:rsidR="00C5640E" w:rsidRDefault="00C5640E" w:rsidP="00C5640E">
      <w:pPr>
        <w:pStyle w:val="Luettelokappale"/>
        <w:numPr>
          <w:ilvl w:val="0"/>
          <w:numId w:val="5"/>
        </w:numPr>
        <w:spacing w:before="0"/>
      </w:pPr>
      <w:r>
        <w:t>Lisäksi tilanteessa E (</w:t>
      </w:r>
      <w:r w:rsidR="00A52BC6">
        <w:t>tallennus</w:t>
      </w:r>
      <w:r>
        <w:t xml:space="preserve"> toimintansa päättäneen rekisteriin yhteisliittymistilanteessa)</w:t>
      </w:r>
      <w:r w:rsidR="00FF07A6">
        <w:t>:</w:t>
      </w:r>
      <w:r w:rsidR="00631841">
        <w:br/>
      </w:r>
      <w:r w:rsidR="00A52BC6">
        <w:lastRenderedPageBreak/>
        <w:t>Tallennus</w:t>
      </w:r>
      <w:r w:rsidR="00631841">
        <w:t xml:space="preserve">sanomalla on ilmoitettava erityinen syy koodiarvolla 17 </w:t>
      </w:r>
      <w:r w:rsidR="00631841" w:rsidRPr="00631841">
        <w:t>”</w:t>
      </w:r>
      <w:r w:rsidR="006E7AAF" w:rsidRPr="00631841">
        <w:t xml:space="preserve">Toimintansa päättäneen </w:t>
      </w:r>
      <w:r w:rsidR="006E7AAF">
        <w:t>palvelunantajan asiakasrekisterin käsittely</w:t>
      </w:r>
      <w:r w:rsidR="00631841" w:rsidRPr="00631841">
        <w:t xml:space="preserve">”. </w:t>
      </w:r>
      <w:r w:rsidR="00631841">
        <w:t>[LK8].</w:t>
      </w:r>
    </w:p>
    <w:p w14:paraId="41FF97C0" w14:textId="5EF5D72C" w:rsidR="00CD7407" w:rsidRDefault="00CD7407" w:rsidP="00E2224A">
      <w:pPr>
        <w:pStyle w:val="Numeroituluettelo"/>
        <w:spacing w:before="240"/>
      </w:pPr>
      <w:r>
        <w:t>Järjestelmä allekirjoittaa asiakirjan järjestelmäallekirjoitus-varmenteella [V2, LM3]</w:t>
      </w:r>
      <w:r w:rsidR="00927F07">
        <w:t>.</w:t>
      </w:r>
    </w:p>
    <w:p w14:paraId="056D71D4" w14:textId="4DBA55B1" w:rsidR="00CD7407" w:rsidRDefault="00CD7407" w:rsidP="00E2224A">
      <w:pPr>
        <w:pStyle w:val="Numeroituluettelo"/>
        <w:spacing w:before="240"/>
      </w:pPr>
      <w:r>
        <w:t>Järjestelmä tallentaa tiedon siitä, mikä palvelutapahtuma tiedosta muodostettiin [V3]</w:t>
      </w:r>
      <w:r w:rsidR="00927F07">
        <w:t>.</w:t>
      </w:r>
      <w:r>
        <w:t xml:space="preserve"> </w:t>
      </w:r>
    </w:p>
    <w:p w14:paraId="52B473A8" w14:textId="55E18700" w:rsidR="00CD7407" w:rsidRDefault="00CD7407" w:rsidP="00E2224A">
      <w:pPr>
        <w:pStyle w:val="Numeroituluettelo"/>
        <w:spacing w:before="240" w:after="0"/>
      </w:pPr>
      <w:r>
        <w:t xml:space="preserve">Järjestelmä </w:t>
      </w:r>
      <w:r w:rsidR="0018633A">
        <w:t>tallentaa</w:t>
      </w:r>
      <w:r>
        <w:t xml:space="preserve"> asiakirjan alikäyttötapauksen </w:t>
      </w:r>
      <w:r w:rsidR="0018633A">
        <w:t>Tallenna</w:t>
      </w:r>
      <w:r>
        <w:t xml:space="preserve"> asiakirja mukaisesti [V4]</w:t>
      </w:r>
      <w:r w:rsidR="00927F07">
        <w:t>.</w:t>
      </w:r>
      <w:r>
        <w:t xml:space="preserve"> </w:t>
      </w:r>
    </w:p>
    <w:p w14:paraId="6FC5E339" w14:textId="174F658A" w:rsidR="00CD7407" w:rsidRDefault="00CD7407" w:rsidP="00A642C1">
      <w:pPr>
        <w:pStyle w:val="Luettelokappale"/>
        <w:numPr>
          <w:ilvl w:val="0"/>
          <w:numId w:val="34"/>
        </w:numPr>
        <w:spacing w:before="0"/>
      </w:pPr>
      <w:r>
        <w:t>MR-sanoma on RCMR_IN100002FI01</w:t>
      </w:r>
      <w:r w:rsidR="00927F07">
        <w:t>.</w:t>
      </w:r>
    </w:p>
    <w:p w14:paraId="71969381" w14:textId="11F110A5" w:rsidR="003E6853" w:rsidRDefault="00CD7407" w:rsidP="00A642C1">
      <w:pPr>
        <w:pStyle w:val="Luettelokappale"/>
        <w:numPr>
          <w:ilvl w:val="0"/>
          <w:numId w:val="34"/>
        </w:numPr>
        <w:spacing w:before="0"/>
      </w:pPr>
      <w:r>
        <w:t xml:space="preserve">Palvelupyyntö on [LK3] </w:t>
      </w:r>
    </w:p>
    <w:p w14:paraId="59E5B6E0" w14:textId="42BA126E" w:rsidR="00CD7407" w:rsidRDefault="00CD7407" w:rsidP="007E3B4B">
      <w:pPr>
        <w:pStyle w:val="Luettelokappale"/>
        <w:numPr>
          <w:ilvl w:val="1"/>
          <w:numId w:val="5"/>
        </w:numPr>
        <w:spacing w:before="0" w:after="0"/>
      </w:pPr>
      <w:r>
        <w:t>PPA, Potilasasiakirjojen arkistointi</w:t>
      </w:r>
    </w:p>
    <w:p w14:paraId="7761CB31" w14:textId="5BF7106F" w:rsidR="00C4103A" w:rsidRDefault="005C7BCE" w:rsidP="007E3B4B">
      <w:pPr>
        <w:pStyle w:val="Luettelokappale"/>
        <w:numPr>
          <w:ilvl w:val="1"/>
          <w:numId w:val="5"/>
        </w:numPr>
        <w:spacing w:before="0" w:after="0"/>
      </w:pPr>
      <w:r>
        <w:t xml:space="preserve">poikkeus </w:t>
      </w:r>
      <w:r w:rsidR="00C4103A">
        <w:t xml:space="preserve">tilanteessa D: PPA11, </w:t>
      </w:r>
      <w:r w:rsidR="00C4103A" w:rsidRPr="006726B8">
        <w:t>Potilasasiakirjojen arkistointi toimintansa päättäneen rekisterinpitäjän rekisteriin</w:t>
      </w:r>
      <w:r w:rsidR="00C4103A">
        <w:t xml:space="preserve"> [LT3]</w:t>
      </w:r>
      <w:r w:rsidR="00927F07">
        <w:t>.</w:t>
      </w:r>
    </w:p>
    <w:p w14:paraId="77896D9B" w14:textId="4804F1F4" w:rsidR="003E6853" w:rsidRDefault="003E6853" w:rsidP="00A642C1">
      <w:pPr>
        <w:pStyle w:val="Luettelokappale"/>
        <w:numPr>
          <w:ilvl w:val="0"/>
          <w:numId w:val="34"/>
        </w:numPr>
      </w:pPr>
      <w:r>
        <w:t xml:space="preserve">Kun kyseessä on alaikäinen henkilö, järjestelmä tuottaa </w:t>
      </w:r>
      <w:r w:rsidR="00A52BC6">
        <w:t>tallennus</w:t>
      </w:r>
      <w:r>
        <w:t xml:space="preserve">sanomalle palvelutapahtuman metatietoihin tiedon huoltajille luovuttamisen kiellon tilanteesta [LM4, LK13]. </w:t>
      </w:r>
    </w:p>
    <w:p w14:paraId="31303AE3" w14:textId="77777777" w:rsidR="003E6853" w:rsidRDefault="003E6853" w:rsidP="003E6853"/>
    <w:p w14:paraId="595C48CF" w14:textId="00C2E726" w:rsidR="00CD7407" w:rsidRDefault="00CD7407" w:rsidP="00CD7407">
      <w:pPr>
        <w:pStyle w:val="Numeroituluettelo"/>
      </w:pPr>
      <w:r>
        <w:t xml:space="preserve">Järjestelmä tallentaa tiedon siitä, että asiakirja on </w:t>
      </w:r>
      <w:r w:rsidR="0018633A">
        <w:t>tallennettu</w:t>
      </w:r>
      <w:r>
        <w:t xml:space="preserve"> [V3]</w:t>
      </w:r>
      <w:r w:rsidR="00927F07">
        <w:t>.</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502A578C" w:rsidR="00054303" w:rsidRDefault="00CD7407" w:rsidP="00780943">
      <w:pPr>
        <w:pStyle w:val="Leipteksti"/>
        <w:spacing w:after="0"/>
      </w:pPr>
      <w:r>
        <w:t xml:space="preserve">V4 </w:t>
      </w:r>
      <w:r w:rsidR="00A52BC6">
        <w:t>Tallennus</w:t>
      </w:r>
      <w:r>
        <w:t xml:space="preserve"> ei onnistu. Järjestelmä tallentaa tiedon virhetilanteesta ja toimii </w:t>
      </w:r>
      <w:r w:rsidR="00AD1EB6">
        <w:t>Potilastietovarannon</w:t>
      </w:r>
      <w:r>
        <w:t xml:space="preserve">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5A912F8A" w14:textId="379ABDCC" w:rsidR="008706EC" w:rsidRDefault="00054303" w:rsidP="007E3B4B">
      <w:pPr>
        <w:pStyle w:val="Leipteksti"/>
      </w:pPr>
      <w:r w:rsidRPr="00AE6A59">
        <w:t>LT1 Ostopalveluratkaisun siirtymäaikana sallitaan palvelutapahtuman tallennus ostopalvelutilanteessa myös ilman palvelutapahtumaan liitettyä ostopalvelun valtuutuksen tunnistetta.</w:t>
      </w:r>
    </w:p>
    <w:p w14:paraId="54C3C13E" w14:textId="1AB8E844" w:rsidR="00C4103A" w:rsidRDefault="00C4103A" w:rsidP="00C4103A">
      <w:pPr>
        <w:pStyle w:val="Leipteksti"/>
      </w:pPr>
      <w:r>
        <w:t xml:space="preserve">LT2 Toimintansa päättäneen </w:t>
      </w:r>
      <w:r w:rsidR="00932680">
        <w:t xml:space="preserve">rekisterinpitäjän </w:t>
      </w:r>
      <w:r>
        <w:t xml:space="preserve">rekisteriin </w:t>
      </w:r>
      <w:r w:rsidR="00493B53">
        <w:t>ei tallenneta</w:t>
      </w:r>
      <w:r>
        <w:t xml:space="preserve"> uutta tietoa, mutta tietoja voidaan korjata. Jos korjaustilanteessa asiakirjan versiointi ei ole teknisistä syistä mahdollista, voidaan asiakirja joutua mitätöimään ja </w:t>
      </w:r>
      <w:r w:rsidR="00493B53">
        <w:t>tallentamaan</w:t>
      </w:r>
      <w:r>
        <w:t xml:space="preserve"> uusi asiakirja, missä on </w:t>
      </w:r>
      <w:r>
        <w:lastRenderedPageBreak/>
        <w:t xml:space="preserve">mitätöidyn asiakirjan asiasisältö korjauksineen. Toiminnan periaatteet on kuvattu dokumentissa </w:t>
      </w:r>
      <w:r w:rsidR="00977FB5">
        <w:t>Potilastietovarannon</w:t>
      </w:r>
      <w:r>
        <w:t xml:space="preserve">  toiminnalliset vaatimukset sosiaali- ja terveydenhuollon tietojärjestelmille [LM1].</w:t>
      </w:r>
    </w:p>
    <w:p w14:paraId="31858606" w14:textId="42B33CE3" w:rsidR="00932680" w:rsidRDefault="00C4103A" w:rsidP="007E3B4B">
      <w:pPr>
        <w:pStyle w:val="Leipteksti"/>
        <w:spacing w:after="0"/>
      </w:pPr>
      <w:r>
        <w:t xml:space="preserve">LT3 Organisaatiotiedot MR-sanomalla, kun järjestämisvastuullinen rekisterinpitäjä </w:t>
      </w:r>
      <w:r w:rsidR="0018633A">
        <w:t>tallentaa</w:t>
      </w:r>
      <w:r>
        <w:t xml:space="preserve"> </w:t>
      </w:r>
      <w:r w:rsidR="00932680">
        <w:t>toimintansa päättäneen rekisterinpitäjän rekisteriin:</w:t>
      </w:r>
    </w:p>
    <w:p w14:paraId="0B00BBCB" w14:textId="77777777" w:rsidR="00932680" w:rsidRDefault="00C4103A"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55FD3034" w14:textId="77777777" w:rsidR="00932680" w:rsidRDefault="00C4103A" w:rsidP="00A642C1">
      <w:pPr>
        <w:pStyle w:val="Leipteksti"/>
        <w:numPr>
          <w:ilvl w:val="0"/>
          <w:numId w:val="34"/>
        </w:numPr>
        <w:spacing w:after="0"/>
      </w:pPr>
      <w:r>
        <w:t>Toimintansa päättäneen rekisterinpitäjän tiedot tulevat sanomatyyppiin asiakirjan rekisterinpitäjän tietoihin.</w:t>
      </w:r>
    </w:p>
    <w:p w14:paraId="7F0005E5" w14:textId="67C8709B" w:rsidR="00C4103A" w:rsidRDefault="00C4103A"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6967D5EA" w14:textId="77777777" w:rsidR="006E7AAF" w:rsidRDefault="006E7AAF">
      <w:pPr>
        <w:rPr>
          <w:rFonts w:asciiTheme="majorHAnsi" w:eastAsiaTheme="majorEastAsia" w:hAnsiTheme="majorHAnsi" w:cstheme="majorBidi"/>
          <w:bCs/>
          <w:sz w:val="32"/>
          <w:szCs w:val="28"/>
        </w:rPr>
      </w:pPr>
      <w:r>
        <w:br w:type="page"/>
      </w:r>
    </w:p>
    <w:p w14:paraId="6C3D6B85" w14:textId="0F94E5B8" w:rsidR="009A4BBC" w:rsidRDefault="00493B53" w:rsidP="00AE6A59">
      <w:pPr>
        <w:pStyle w:val="Otsikko1"/>
      </w:pPr>
      <w:bookmarkStart w:id="10" w:name="_Toc216782551"/>
      <w:r>
        <w:lastRenderedPageBreak/>
        <w:t>Tallenna</w:t>
      </w:r>
      <w:r w:rsidR="00AE6A59" w:rsidRPr="00AE6A59">
        <w:t xml:space="preserve"> palvelutapahtuma-asiakirja</w:t>
      </w:r>
      <w:bookmarkEnd w:id="10"/>
    </w:p>
    <w:p w14:paraId="4B3F25D5" w14:textId="48512B12" w:rsidR="009F703C" w:rsidRDefault="009F703C" w:rsidP="009F703C">
      <w:pPr>
        <w:pStyle w:val="Otsikko2"/>
      </w:pPr>
      <w:r w:rsidRPr="009F703C">
        <w:t>Käyttötapauksen yleiskuvaus ja lopputulos</w:t>
      </w:r>
    </w:p>
    <w:p w14:paraId="3B23175F" w14:textId="5E3D7D89" w:rsidR="00AE6A59" w:rsidRDefault="00AE6A59" w:rsidP="00AE6A59">
      <w:pPr>
        <w:pStyle w:val="Leipteksti"/>
      </w:pPr>
      <w:r>
        <w:t xml:space="preserve">Käyttötapaus kuvaa uuden palvelutapahtuman </w:t>
      </w:r>
      <w:r w:rsidR="00A52BC6">
        <w:t>tallennus</w:t>
      </w:r>
      <w:r>
        <w:t>tilanteet:</w:t>
      </w:r>
    </w:p>
    <w:p w14:paraId="4C445FAB" w14:textId="7805EBB9" w:rsidR="00AE6A59" w:rsidRDefault="00AE6A59" w:rsidP="00D54165">
      <w:pPr>
        <w:pStyle w:val="Leipteksti"/>
        <w:numPr>
          <w:ilvl w:val="0"/>
          <w:numId w:val="7"/>
        </w:numPr>
        <w:spacing w:after="0"/>
      </w:pPr>
      <w:r>
        <w:t xml:space="preserve">Palvelutapahtuman </w:t>
      </w:r>
      <w:r w:rsidR="00A52BC6">
        <w:t>tallennus</w:t>
      </w:r>
      <w:r>
        <w:t xml:space="preserve"> organisaation omaan rekisteriin</w:t>
      </w:r>
    </w:p>
    <w:p w14:paraId="7616F9E3" w14:textId="1575DE11" w:rsidR="00AE6A59" w:rsidRDefault="00AE6A59" w:rsidP="00D54165">
      <w:pPr>
        <w:pStyle w:val="Leipteksti"/>
        <w:numPr>
          <w:ilvl w:val="0"/>
          <w:numId w:val="7"/>
        </w:numPr>
        <w:spacing w:after="0"/>
      </w:pPr>
      <w:r>
        <w:t xml:space="preserve">Palvelutapahtuman </w:t>
      </w:r>
      <w:r w:rsidR="00A52BC6">
        <w:t>tallennus</w:t>
      </w:r>
      <w:r>
        <w:t xml:space="preserve"> organisaation omaan rekisteriin vanhojen asiakirjojen </w:t>
      </w:r>
      <w:r w:rsidR="00A52BC6">
        <w:t>tallennus</w:t>
      </w:r>
      <w:r w:rsidR="00AE618E">
        <w:t>t</w:t>
      </w:r>
      <w:r>
        <w:t xml:space="preserve">a varten. </w:t>
      </w:r>
    </w:p>
    <w:p w14:paraId="6A7D6057" w14:textId="24C7554E" w:rsidR="00AE6A59" w:rsidRDefault="00AE6A59" w:rsidP="00D54165">
      <w:pPr>
        <w:pStyle w:val="Leipteksti"/>
        <w:numPr>
          <w:ilvl w:val="0"/>
          <w:numId w:val="7"/>
        </w:numPr>
        <w:spacing w:after="0"/>
      </w:pPr>
      <w:r>
        <w:t xml:space="preserve">Palvelutapahtuman </w:t>
      </w:r>
      <w:r w:rsidR="001B2B7D">
        <w:t>tallennus</w:t>
      </w:r>
      <w:r>
        <w:t xml:space="preserve"> rekisterinpitäjän omaan rekisteriin ostopalvelutilannetta varten ostopalvelun järjestäjänä.</w:t>
      </w:r>
    </w:p>
    <w:p w14:paraId="45107EA5" w14:textId="0E205BD1" w:rsidR="00275338" w:rsidRDefault="00AE6A59" w:rsidP="00D54165">
      <w:pPr>
        <w:pStyle w:val="Leipteksti"/>
        <w:numPr>
          <w:ilvl w:val="0"/>
          <w:numId w:val="7"/>
        </w:numPr>
        <w:spacing w:after="0"/>
      </w:pPr>
      <w:r>
        <w:t xml:space="preserve">Palvelutapahtuman </w:t>
      </w:r>
      <w:r w:rsidR="001B2B7D">
        <w:t>tallennus</w:t>
      </w:r>
      <w:r>
        <w:t xml:space="preserve">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2F0E86E" w14:textId="0A6F2989" w:rsidR="006E7AAF" w:rsidRDefault="006E7AAF" w:rsidP="006E7AAF">
      <w:pPr>
        <w:pStyle w:val="Leipteksti"/>
      </w:pPr>
      <w:r>
        <w:t xml:space="preserve">Käyttötapaus kuvaa myös uuden palvelutapahtuman </w:t>
      </w:r>
      <w:r w:rsidR="001B2B7D">
        <w:t>tallennuksen</w:t>
      </w:r>
      <w:r>
        <w:t xml:space="preserve"> toimintansa päättäneen terveydenhuollon yksityisen rekisterinpitäjän rekisteriin  [LT2</w:t>
      </w:r>
      <w:r w:rsidR="00E81082">
        <w:t>, LT3</w:t>
      </w:r>
      <w:r>
        <w:t xml:space="preserve">]. </w:t>
      </w:r>
    </w:p>
    <w:p w14:paraId="0B9EB776" w14:textId="193E72CB" w:rsidR="006E7AAF" w:rsidRDefault="006E7AAF" w:rsidP="006E7AAF">
      <w:pPr>
        <w:pStyle w:val="Leipteksti"/>
        <w:numPr>
          <w:ilvl w:val="0"/>
          <w:numId w:val="7"/>
        </w:numPr>
      </w:pPr>
      <w:r>
        <w:t xml:space="preserve">Palvelutapahtuman </w:t>
      </w:r>
      <w:r w:rsidR="001B2B7D">
        <w:t>tallennus</w:t>
      </w:r>
      <w:r>
        <w:t xml:space="preserve"> toimintansa päättäneen rekisterinpitäjän rekisteriin yhteisliitttymismallissa, jos palvelunantajat ovat sopineet yhteisrekisterinpitäjyydestä. </w:t>
      </w:r>
      <w:r w:rsidR="001B2B7D">
        <w:t>Tallennus</w:t>
      </w:r>
      <w:r>
        <w:t xml:space="preserve">sanoman lähettävä organisaatio on yhteisliittymän isäntäorganisaatio. Asiakirja </w:t>
      </w:r>
      <w:r w:rsidR="00493B53">
        <w:t>tallennetaan</w:t>
      </w:r>
      <w:r>
        <w:t xml:space="preserve"> toimintansa päättäneen rekisterinpitäjän rekisteriin. </w:t>
      </w:r>
      <w:r w:rsidR="00593C68">
        <w:t>Käyttettävä palvelupyyntö on PP1.</w:t>
      </w:r>
    </w:p>
    <w:p w14:paraId="28AAC138" w14:textId="5E1D1F2B" w:rsidR="00593C68" w:rsidRDefault="00593C68" w:rsidP="00593C68">
      <w:pPr>
        <w:pStyle w:val="Leipteksti"/>
        <w:numPr>
          <w:ilvl w:val="0"/>
          <w:numId w:val="7"/>
        </w:numPr>
      </w:pPr>
      <w:r>
        <w:t xml:space="preserve">Palvelutapahtuman </w:t>
      </w:r>
      <w:r w:rsidR="001B2B7D">
        <w:t>tallennus</w:t>
      </w:r>
      <w:r>
        <w:t xml:space="preserve"> toimintansa päättäneen rekisterinpitäjän rekisteriin vanhojen asiakirjojen </w:t>
      </w:r>
      <w:r w:rsidR="001B2B7D">
        <w:t>tallennusta</w:t>
      </w:r>
      <w:r>
        <w:t xml:space="preserve"> varten järjestämisvastuun perusteella. </w:t>
      </w:r>
      <w:r w:rsidR="0018633A">
        <w:t xml:space="preserve">Sanoman </w:t>
      </w:r>
      <w:r>
        <w:t xml:space="preserve">lähettävä organisaatio on järjestämisvastuullinen toimija eli hyvinvointialue tai Helsingin kaupunki. </w:t>
      </w:r>
      <w:r w:rsidR="00FA0EDF">
        <w:t>Vanha a</w:t>
      </w:r>
      <w:r>
        <w:t xml:space="preserve">siakirja </w:t>
      </w:r>
      <w:r w:rsidR="00493B53">
        <w:t>tallennetaan</w:t>
      </w:r>
      <w:r>
        <w:t xml:space="preserve"> toimintansa päättäneen rekisterinpitäjän rekisteriin. Käytettävä palvelupyyntö on PP3711.</w:t>
      </w:r>
    </w:p>
    <w:p w14:paraId="6CEE2C46" w14:textId="5744B109" w:rsidR="00AE6A59" w:rsidRPr="00AE6A59" w:rsidRDefault="00AE6A59" w:rsidP="00AE6A59">
      <w:pPr>
        <w:pStyle w:val="Leipteksti"/>
      </w:pPr>
      <w:r>
        <w:t xml:space="preserve">Lopputuloksena palvelutapahtuman tuottanut organisaatio on muodostanut palvelutapahtuma-asiakirjan, se on </w:t>
      </w:r>
      <w:r w:rsidR="0018633A">
        <w:t>tallennettu</w:t>
      </w:r>
      <w:r>
        <w:t xml:space="preserve"> </w:t>
      </w:r>
      <w:r w:rsidR="007D5DCB">
        <w:t>Potilastietovarantoon</w:t>
      </w:r>
      <w:r>
        <w:t xml:space="preserve"> ja potilastietojärjestelmässä on tieto </w:t>
      </w:r>
      <w:r w:rsidR="0018633A">
        <w:t>Kantaan tallennuksesta</w:t>
      </w:r>
      <w:r>
        <w:t>.</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1C13724E" w:rsidR="00AE6A59" w:rsidRPr="00AE6A59" w:rsidRDefault="00AD1EB6" w:rsidP="00AE6A59">
      <w:pPr>
        <w:pStyle w:val="Numeroituluettelo"/>
      </w:pPr>
      <w:r>
        <w:lastRenderedPageBreak/>
        <w:t>Potilastietovaranto ja Kanta-viestinvälitys, jatkossa Potilastietovaranto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A642C1">
      <w:pPr>
        <w:pStyle w:val="Luettelokappale"/>
        <w:numPr>
          <w:ilvl w:val="0"/>
          <w:numId w:val="35"/>
        </w:numPr>
        <w:spacing w:before="0"/>
      </w:pPr>
      <w:r>
        <w:t>Ostopalvelutilanteessa potilas on yksilöitävä virallisella henkilötunnuksella</w:t>
      </w:r>
    </w:p>
    <w:p w14:paraId="29CFFD05" w14:textId="0E232D3D" w:rsidR="00AE6A59" w:rsidRDefault="00AE6A59" w:rsidP="00A642C1">
      <w:pPr>
        <w:pStyle w:val="Luettelokappale"/>
        <w:numPr>
          <w:ilvl w:val="0"/>
          <w:numId w:val="35"/>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014879D2" w:rsidR="00AE6A59" w:rsidRDefault="00AE6A59" w:rsidP="00A642C1">
      <w:pPr>
        <w:pStyle w:val="Luettelokappale"/>
        <w:numPr>
          <w:ilvl w:val="0"/>
          <w:numId w:val="36"/>
        </w:numPr>
        <w:spacing w:before="0"/>
      </w:pPr>
      <w:r>
        <w:t xml:space="preserve">Ostopalvelun järjestäjän arkistoasiakirjat-rekisterissä on ostopalvelun valtuutus, joka oikeuttaa ostopalvelun tuottajan </w:t>
      </w:r>
      <w:r w:rsidR="00493B53">
        <w:t>tallentamaan</w:t>
      </w:r>
      <w:r>
        <w:t xml:space="preserve"> palvelutapahtuman ostopalvelun järjestäjän rekisteriin.</w:t>
      </w:r>
    </w:p>
    <w:p w14:paraId="332CA75A" w14:textId="54760EB5" w:rsidR="00AE6A59" w:rsidRDefault="00AE6A59" w:rsidP="00A642C1">
      <w:pPr>
        <w:pStyle w:val="Luettelokappale"/>
        <w:numPr>
          <w:ilvl w:val="0"/>
          <w:numId w:val="36"/>
        </w:numPr>
      </w:pPr>
      <w:r>
        <w:t xml:space="preserve">Ostopalvelun tuottajalla on tiedossa ostopalvelujen järjestäjän rekisteri, jota ostopalvelun valtuutus koskee ja johon asiakirjat </w:t>
      </w:r>
      <w:r w:rsidR="00493B53">
        <w:t>tallennetaan</w:t>
      </w:r>
    </w:p>
    <w:p w14:paraId="0B1FA766" w14:textId="3B8AD2D5" w:rsidR="00AE6A59" w:rsidRDefault="00AE6A59" w:rsidP="00A642C1">
      <w:pPr>
        <w:pStyle w:val="Luettelokappale"/>
        <w:numPr>
          <w:ilvl w:val="0"/>
          <w:numId w:val="36"/>
        </w:numPr>
      </w:pPr>
      <w:r>
        <w:t>Ostopalvelun tuottajalla on tiedossa ostopalvelun valtuutuksen tunniste (LT1)</w:t>
      </w:r>
    </w:p>
    <w:p w14:paraId="1E41EF90" w14:textId="52B75694" w:rsidR="006E7AAF" w:rsidRDefault="006E7AAF" w:rsidP="006E7AAF">
      <w:pPr>
        <w:pStyle w:val="Numeroituluettelo"/>
        <w:spacing w:after="0"/>
      </w:pPr>
      <w:r>
        <w:t>Lisäksi tilanteessa E (</w:t>
      </w:r>
      <w:r w:rsidR="0018633A">
        <w:t>tallennus</w:t>
      </w:r>
      <w:r>
        <w:t xml:space="preserve"> toimintansa päättäneen rekisterinpitäjän rekisteriin yhteisliittymismallissa):</w:t>
      </w:r>
    </w:p>
    <w:p w14:paraId="62902A5F" w14:textId="759E83F2" w:rsidR="006E7AAF" w:rsidRDefault="006E7AAF" w:rsidP="00A642C1">
      <w:pPr>
        <w:pStyle w:val="Luettelokappale"/>
        <w:numPr>
          <w:ilvl w:val="0"/>
          <w:numId w:val="36"/>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65528CA6" w14:textId="5E814AC6" w:rsidR="00FA0EDF" w:rsidRDefault="00FA0EDF" w:rsidP="00977FB5">
      <w:pPr>
        <w:pStyle w:val="Numeroituluettelo"/>
        <w:spacing w:after="0"/>
      </w:pPr>
      <w:r>
        <w:t xml:space="preserve">Lisäksi tilanteessa F (vanhojen asiakirjojen </w:t>
      </w:r>
      <w:r w:rsidR="0018633A">
        <w:t>tallennus</w:t>
      </w:r>
      <w:r>
        <w:t xml:space="preserve"> toimintansa päättäneen rekisterinpitäjän rekisteriin järjestämisvastuun perusteella):</w:t>
      </w:r>
    </w:p>
    <w:p w14:paraId="5D38C10A" w14:textId="1D4C2825" w:rsidR="00FA0EDF" w:rsidRDefault="00FA0EDF" w:rsidP="00FA0EDF">
      <w:pPr>
        <w:pStyle w:val="Luettelokappale"/>
        <w:numPr>
          <w:ilvl w:val="0"/>
          <w:numId w:val="36"/>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7C6FDAF" w14:textId="77777777" w:rsidR="006E7AAF" w:rsidRPr="00AE6A59" w:rsidRDefault="006E7AAF" w:rsidP="006E7AAF">
      <w:pPr>
        <w:ind w:left="2118"/>
      </w:pP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A642C1">
      <w:pPr>
        <w:pStyle w:val="Luettelokappale"/>
        <w:numPr>
          <w:ilvl w:val="0"/>
          <w:numId w:val="37"/>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A642C1">
      <w:pPr>
        <w:pStyle w:val="Luettelokappale"/>
        <w:numPr>
          <w:ilvl w:val="0"/>
          <w:numId w:val="3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A642C1">
      <w:pPr>
        <w:pStyle w:val="Luettelokappale"/>
        <w:numPr>
          <w:ilvl w:val="0"/>
          <w:numId w:val="37"/>
        </w:numPr>
      </w:pPr>
      <w:r>
        <w:t xml:space="preserve">Lisäksi tilanteessa B (vanhat asiakirjat): </w:t>
      </w:r>
    </w:p>
    <w:p w14:paraId="539981B7" w14:textId="0517B1CC" w:rsidR="00AE6A59" w:rsidRDefault="00AE6A59" w:rsidP="00D54165">
      <w:pPr>
        <w:pStyle w:val="Luettelokappale"/>
        <w:numPr>
          <w:ilvl w:val="1"/>
          <w:numId w:val="5"/>
        </w:numPr>
      </w:pPr>
      <w:r>
        <w:lastRenderedPageBreak/>
        <w:t>Palvelutapahtumalle voidaan asettaa alkupäiväksi vuoden ensimmäinen päivä ja loppupäiväksi vuoden viimeinen päivä. Tarkempia päivämääriä voidaan käyttää, jos ne tiedetään.</w:t>
      </w:r>
    </w:p>
    <w:p w14:paraId="431229B0" w14:textId="28572D08" w:rsidR="00AE6A59" w:rsidRDefault="00AE6A59" w:rsidP="00C33701">
      <w:pPr>
        <w:pStyle w:val="Numeroituluettelo"/>
        <w:spacing w:after="0"/>
      </w:pPr>
      <w:r>
        <w:t xml:space="preserve">Järjestelmä muodostaa valituista tiedoista </w:t>
      </w:r>
      <w:r w:rsidR="00493B53">
        <w:t xml:space="preserve">Kantaan tallennettavan CDA </w:t>
      </w:r>
      <w:r>
        <w:t xml:space="preserve">R2 -asiakirjan seuraavilla periaatteilla [V1, LM2] </w:t>
      </w:r>
    </w:p>
    <w:p w14:paraId="2AD62778" w14:textId="52DBBF90" w:rsidR="00AE6A59" w:rsidRDefault="00AE6A59" w:rsidP="00A642C1">
      <w:pPr>
        <w:pStyle w:val="Luettelokappale"/>
        <w:numPr>
          <w:ilvl w:val="0"/>
          <w:numId w:val="38"/>
        </w:numPr>
      </w:pPr>
      <w:r>
        <w:t>Palvelutapahtuma-asiakirja merkitään aina ensisijaiseksi asiakirjaksi ja sen tulee olla sisältöosaltaan ns. tyhjä asiakirja, eli se ei saa sisältää hoidollista tietoa, vaikka sisältääkin potilaan tunnistetiedot</w:t>
      </w:r>
    </w:p>
    <w:p w14:paraId="74B4FAF6" w14:textId="6E2E1AD8" w:rsidR="00AE6A59" w:rsidRDefault="00AE6A59" w:rsidP="00A642C1">
      <w:pPr>
        <w:pStyle w:val="Luettelokappale"/>
        <w:numPr>
          <w:ilvl w:val="0"/>
          <w:numId w:val="38"/>
        </w:numPr>
      </w:pPr>
      <w:r>
        <w:t>Asiakirjan rakenne noudattaa yleistä ”</w:t>
      </w:r>
      <w:r w:rsidR="00977FB5">
        <w:t>Potilastietovarannon</w:t>
      </w:r>
      <w:r>
        <w:t xml:space="preserve"> kertomus ja lomakkeet” -oppaan rakennetta </w:t>
      </w:r>
    </w:p>
    <w:p w14:paraId="5E0C9D6F" w14:textId="2B52464B" w:rsidR="00AE6A59" w:rsidRDefault="00AE6A59" w:rsidP="00A642C1">
      <w:pPr>
        <w:pStyle w:val="Luettelokappale"/>
        <w:numPr>
          <w:ilvl w:val="0"/>
          <w:numId w:val="38"/>
        </w:numPr>
      </w:pPr>
      <w:r>
        <w:t xml:space="preserve">Asiakirjalle täydennetään kuvailutiedot kuvailutietojen määrittelyn mukaisesti [LM5] </w:t>
      </w:r>
    </w:p>
    <w:p w14:paraId="2E4FE248" w14:textId="1508836D" w:rsidR="0002303F" w:rsidRDefault="00AE6A59" w:rsidP="00A642C1">
      <w:pPr>
        <w:pStyle w:val="Luettelokappale"/>
        <w:numPr>
          <w:ilvl w:val="0"/>
          <w:numId w:val="38"/>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A642C1">
      <w:pPr>
        <w:pStyle w:val="Luettelokappale"/>
        <w:numPr>
          <w:ilvl w:val="0"/>
          <w:numId w:val="38"/>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A642C1">
      <w:pPr>
        <w:pStyle w:val="Luettelokappale"/>
        <w:numPr>
          <w:ilvl w:val="0"/>
          <w:numId w:val="38"/>
        </w:numPr>
      </w:pPr>
      <w:r>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3FCD4599"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40F3D9B2" w14:textId="1D198BB4" w:rsidR="006E7AAF" w:rsidRDefault="006E7AAF" w:rsidP="006E7AAF">
      <w:pPr>
        <w:pStyle w:val="Luettelokappale"/>
        <w:numPr>
          <w:ilvl w:val="0"/>
          <w:numId w:val="5"/>
        </w:numPr>
        <w:spacing w:before="0"/>
      </w:pPr>
      <w:r>
        <w:lastRenderedPageBreak/>
        <w:t>Lisäksi tilanteessa E (</w:t>
      </w:r>
      <w:r w:rsidR="0018633A">
        <w:t>tallennus</w:t>
      </w:r>
      <w:r>
        <w:t xml:space="preserve"> toimintansa päättäneen rekisteriin yhteisliittymistilanteessa):</w:t>
      </w:r>
      <w:r>
        <w:br/>
      </w:r>
      <w:r w:rsidR="0018633A">
        <w:t xml:space="preserve">Sanomalla </w:t>
      </w:r>
      <w:r>
        <w:t xml:space="preserve">on ilmoitettava erityinen syy koodiarvolla 17 </w:t>
      </w:r>
      <w:r w:rsidRPr="00631841">
        <w:t xml:space="preserve">”Toimintansa päättäneen </w:t>
      </w:r>
      <w:r>
        <w:t>palvelunantajan asiakasrekisterin käsittely</w:t>
      </w:r>
      <w:r w:rsidRPr="00631841">
        <w:t xml:space="preserve">”. </w:t>
      </w:r>
      <w:r>
        <w:t>[LK8].</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7811420B" w:rsidR="00AE6A59" w:rsidRDefault="00AE6A59" w:rsidP="00C33701">
      <w:pPr>
        <w:pStyle w:val="Numeroituluettelo"/>
        <w:spacing w:after="0"/>
      </w:pPr>
      <w:r>
        <w:t xml:space="preserve">Järjestelmä arkistoi asiakirjan alikäyttötapauksen </w:t>
      </w:r>
      <w:r w:rsidR="00493B53">
        <w:t>Tallenna</w:t>
      </w:r>
      <w:r>
        <w:t xml:space="preserve"> asiakirja mukaisesti [V4] </w:t>
      </w:r>
    </w:p>
    <w:p w14:paraId="3244A6A4" w14:textId="4BAEBF59" w:rsidR="00AE6A59" w:rsidRDefault="00AE6A59" w:rsidP="00A642C1">
      <w:pPr>
        <w:pStyle w:val="Luettelokappale"/>
        <w:numPr>
          <w:ilvl w:val="0"/>
          <w:numId w:val="38"/>
        </w:numPr>
      </w:pPr>
      <w:r>
        <w:t>MR-sanoma on RCMR_IN100002FI01</w:t>
      </w:r>
    </w:p>
    <w:p w14:paraId="0EB9B32E" w14:textId="7C88F6C3" w:rsidR="00AE6A59" w:rsidRDefault="00AE6A59" w:rsidP="00A642C1">
      <w:pPr>
        <w:pStyle w:val="Luettelokappale"/>
        <w:numPr>
          <w:ilvl w:val="0"/>
          <w:numId w:val="38"/>
        </w:numPr>
      </w:pPr>
      <w:r>
        <w:t xml:space="preserve">Palvelupyyntö on [LK3] </w:t>
      </w:r>
    </w:p>
    <w:p w14:paraId="051B97C6" w14:textId="491F8F0A" w:rsidR="00AE6A59" w:rsidRDefault="00AE6A59" w:rsidP="00D54165">
      <w:pPr>
        <w:pStyle w:val="Luettelokappale"/>
        <w:numPr>
          <w:ilvl w:val="1"/>
          <w:numId w:val="5"/>
        </w:numPr>
      </w:pPr>
      <w:r>
        <w:t>tilanteessa A (</w:t>
      </w:r>
      <w:r w:rsidR="0018633A">
        <w:t>tallennus</w:t>
      </w:r>
      <w:r>
        <w:t xml:space="preserve">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0DACE57E"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7792B7A9" w14:textId="5ABF53F7" w:rsidR="00655584" w:rsidRDefault="00655584" w:rsidP="00D54165">
      <w:pPr>
        <w:pStyle w:val="Luettelokappale"/>
        <w:numPr>
          <w:ilvl w:val="1"/>
          <w:numId w:val="5"/>
        </w:numPr>
      </w:pPr>
      <w:r>
        <w:t>tilanteessa E (</w:t>
      </w:r>
      <w:r w:rsidR="0018633A">
        <w:t>tallennus</w:t>
      </w:r>
      <w:r>
        <w:t xml:space="preserve"> toimintansa päättäneen rekisteriin yhteisliittymistilanteessa): PP1, Palvelunantajan omien asiakirjojen arkistointi</w:t>
      </w:r>
    </w:p>
    <w:p w14:paraId="3CECC247" w14:textId="05BB254D" w:rsidR="00FA0EDF" w:rsidRDefault="00FA0EDF"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p>
    <w:p w14:paraId="43E9B4B4" w14:textId="790502B1" w:rsidR="00AE6A59" w:rsidRDefault="00AE6A59" w:rsidP="00A642C1">
      <w:pPr>
        <w:pStyle w:val="Luettelokappale"/>
        <w:numPr>
          <w:ilvl w:val="0"/>
          <w:numId w:val="38"/>
        </w:numPr>
      </w:pPr>
      <w:r>
        <w:t xml:space="preserve">Kun kyseessä on alaikäinen henkilö, järjestelmä tuottaa </w:t>
      </w:r>
      <w:r w:rsidR="0018633A">
        <w:t>tallennus</w:t>
      </w:r>
      <w:r>
        <w:t xml:space="preserve">sanomalle palvelutapahtuman metatietoihin tiedon huoltajille luovuttamisen kiellon tilanteesta [LM4, LK13]. </w:t>
      </w:r>
    </w:p>
    <w:p w14:paraId="77C644A4" w14:textId="504549F2" w:rsidR="00AE6A59" w:rsidRDefault="00AE6A59" w:rsidP="00AE6A59">
      <w:pPr>
        <w:pStyle w:val="Numeroituluettelo"/>
      </w:pPr>
      <w:r>
        <w:t xml:space="preserve">Järjestelmä tallentaa tiedon siitä, että asiakirja on </w:t>
      </w:r>
      <w:r w:rsidR="0018633A">
        <w:t>tallennettu</w:t>
      </w:r>
      <w:r>
        <w:t xml:space="preserve">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lastRenderedPageBreak/>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0D329652" w:rsidR="00AE6A59" w:rsidRPr="00AE6A59" w:rsidRDefault="00AE6A59" w:rsidP="00AE6A59">
      <w:pPr>
        <w:pStyle w:val="Leipteksti"/>
        <w:spacing w:after="0"/>
      </w:pPr>
      <w:r>
        <w:t xml:space="preserve">V4 </w:t>
      </w:r>
      <w:r w:rsidR="0018633A">
        <w:t>Tallennus</w:t>
      </w:r>
      <w:r>
        <w:t xml:space="preserve"> ei onnistu. Järjestelmä tallentaa tiedon virhetilanteesta ja toimii </w:t>
      </w:r>
      <w:r w:rsidR="00AD1EB6">
        <w:t>Potilastietovarannon</w:t>
      </w:r>
      <w:r>
        <w:t xml:space="preserve"> palauttaman virheilmoituksen mukaisesti. Käyttötapaus päättyy.</w:t>
      </w:r>
    </w:p>
    <w:p w14:paraId="762C7AA3" w14:textId="46B53AA6" w:rsidR="009F703C" w:rsidRDefault="009F703C" w:rsidP="009F703C">
      <w:pPr>
        <w:pStyle w:val="Otsikko2"/>
      </w:pPr>
      <w:r>
        <w:t>Lisätiedot</w:t>
      </w:r>
    </w:p>
    <w:p w14:paraId="31772909" w14:textId="77777777" w:rsidR="006E7AAF"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p>
    <w:p w14:paraId="436DFCC3" w14:textId="4615298F" w:rsidR="006E7AAF" w:rsidRDefault="006E7AAF" w:rsidP="006E7AAF">
      <w:pPr>
        <w:pStyle w:val="Leipteksti"/>
      </w:pPr>
      <w:r>
        <w:t xml:space="preserve">LT2 Toimintansa päättäneen rekisterinpitäjän rekisteriin </w:t>
      </w:r>
      <w:r w:rsidR="00493B53">
        <w:t>ei tallenneta</w:t>
      </w:r>
      <w:r>
        <w:t xml:space="preserve"> uutta tietoa, mutta tietoja voidaan korjata. Jos korjaustilanteessa asiakirjan versiointi ei ole teknisistä syistä mahdollista, voidaan asiakirja joutua mitätöimään ja </w:t>
      </w:r>
      <w:r w:rsidR="00493B53">
        <w:t>tallentamaan</w:t>
      </w:r>
      <w:r>
        <w:t xml:space="preserve">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7292FC05" w14:textId="34E82FB6" w:rsidR="00E81082" w:rsidRDefault="00E81082" w:rsidP="00E81082">
      <w:pPr>
        <w:pStyle w:val="Leipteksti"/>
        <w:spacing w:after="0"/>
      </w:pPr>
      <w:r>
        <w:t xml:space="preserve">LT3 Organisaatiotiedot MR-sanomalla, kun järjestämisvastuullinen rekisterinpitäjä </w:t>
      </w:r>
      <w:r w:rsidR="002F1AC4">
        <w:t xml:space="preserve">tallentaa </w:t>
      </w:r>
      <w:r>
        <w:t>toimintansa päättäneen rekisterinpitäjän rekisteriin:</w:t>
      </w:r>
    </w:p>
    <w:p w14:paraId="0BDB3F5C" w14:textId="77777777" w:rsidR="00E81082" w:rsidRDefault="00E81082"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51A637E" w14:textId="77777777" w:rsidR="00E81082" w:rsidRDefault="00E81082" w:rsidP="00A642C1">
      <w:pPr>
        <w:pStyle w:val="Leipteksti"/>
        <w:numPr>
          <w:ilvl w:val="0"/>
          <w:numId w:val="34"/>
        </w:numPr>
        <w:spacing w:after="0"/>
      </w:pPr>
      <w:r>
        <w:t>Toimintansa päättäneen rekisterinpitäjän tiedot tulevat sanomatyyppiin asiakirjan rekisterinpitäjän tietoihin.</w:t>
      </w:r>
    </w:p>
    <w:p w14:paraId="1067C606" w14:textId="24D22375" w:rsidR="00E81082" w:rsidRDefault="00E81082"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195BD1F9" w14:textId="77777777" w:rsidR="00E81082" w:rsidRDefault="00E81082" w:rsidP="006E7AAF">
      <w:pPr>
        <w:pStyle w:val="Leipteksti"/>
      </w:pPr>
    </w:p>
    <w:p w14:paraId="18678444" w14:textId="611D05DF" w:rsidR="00C33701" w:rsidRDefault="00076B9B" w:rsidP="00780943">
      <w:pPr>
        <w:pStyle w:val="Leipteksti"/>
      </w:pPr>
      <w:r>
        <w:br w:type="page"/>
      </w:r>
    </w:p>
    <w:p w14:paraId="105E4AB9" w14:textId="2CA6F514" w:rsidR="009F703C" w:rsidRDefault="00493B53" w:rsidP="008729B1">
      <w:pPr>
        <w:pStyle w:val="Otsikko1"/>
      </w:pPr>
      <w:bookmarkStart w:id="11" w:name="_Toc216782552"/>
      <w:r>
        <w:lastRenderedPageBreak/>
        <w:t>Tallenna</w:t>
      </w:r>
      <w:r w:rsidR="008729B1" w:rsidRPr="008729B1">
        <w:t xml:space="preserve"> hoitoasiakirja (PPA</w:t>
      </w:r>
      <w:r w:rsidR="003504FB">
        <w:t>, PPA11</w:t>
      </w:r>
      <w:r w:rsidR="008729B1" w:rsidRPr="008729B1">
        <w:t>)</w:t>
      </w:r>
      <w:bookmarkEnd w:id="11"/>
    </w:p>
    <w:p w14:paraId="0C655E92" w14:textId="5445FD78" w:rsidR="009F703C" w:rsidRDefault="009F703C" w:rsidP="009F703C">
      <w:pPr>
        <w:pStyle w:val="Otsikko2"/>
      </w:pPr>
      <w:r w:rsidRPr="009F703C">
        <w:t>Käyttötapauksen yleiskuvaus ja lopputulos</w:t>
      </w:r>
    </w:p>
    <w:p w14:paraId="47F250F8" w14:textId="6438B715" w:rsidR="00FD1838" w:rsidRDefault="00FD1838" w:rsidP="00FD1838">
      <w:pPr>
        <w:pStyle w:val="Leipteksti"/>
      </w:pPr>
      <w:r>
        <w:t xml:space="preserve">Kayttötapaus kuvaa hoitoasiakirjojan </w:t>
      </w:r>
      <w:r w:rsidR="001B2B7D">
        <w:t>tallennuksen</w:t>
      </w:r>
      <w:r>
        <w:t xml:space="preserve"> potilasasiakirjojen </w:t>
      </w:r>
      <w:r w:rsidR="001B2B7D">
        <w:t>tallennuksen</w:t>
      </w:r>
      <w:r>
        <w:t xml:space="preserve"> palvelupyyntöä (PPA) käyttäen. </w:t>
      </w:r>
      <w:r w:rsidR="007D5DCB">
        <w:t xml:space="preserve">Potilastietovaranto </w:t>
      </w:r>
      <w:r>
        <w:t xml:space="preserve">tarjoaa yksittäisten palvelupyyntöjen rinnalla käyttöön yleisen potilasasiakirjojen </w:t>
      </w:r>
      <w:r w:rsidR="001B2B7D">
        <w:t>tallennuksen</w:t>
      </w:r>
      <w:r>
        <w:t xml:space="preserve"> palvelupyynnön. Tällä palvelupyynnöllä </w:t>
      </w:r>
      <w:r w:rsidR="0018633A">
        <w:t>tallentava</w:t>
      </w:r>
      <w:r>
        <w:t xml:space="preserve"> järjestelmä ei kerro </w:t>
      </w:r>
      <w:r w:rsidR="0018633A">
        <w:t>tallennus</w:t>
      </w:r>
      <w:r>
        <w:t xml:space="preserve">tilannetta, vaan PTA päättelee, onko kyseessä </w:t>
      </w:r>
      <w:r w:rsidR="0018633A">
        <w:t>tallennus</w:t>
      </w:r>
      <w:r>
        <w:t xml:space="preserve"> omaan rekisteriin, vai ostopalvelutilanne.</w:t>
      </w:r>
    </w:p>
    <w:p w14:paraId="36192611" w14:textId="6ED47AD7" w:rsidR="00FD1838" w:rsidRDefault="00FD1838" w:rsidP="00FD1838">
      <w:pPr>
        <w:pStyle w:val="Leipteksti"/>
      </w:pPr>
      <w:r>
        <w:t xml:space="preserve">Käyttötapaus kuvaa uuden hoitoasiakirjan muodostamisen tekniset periaatteet palvelupyyntöä PPA käyttäen seuraavissa </w:t>
      </w:r>
      <w:r w:rsidR="0018633A">
        <w:t>tallennus</w:t>
      </w:r>
      <w:r>
        <w:t>tilanteissa:</w:t>
      </w:r>
    </w:p>
    <w:p w14:paraId="7DD62A32" w14:textId="74FDEF00" w:rsidR="00FD1838" w:rsidRDefault="00FD1838" w:rsidP="007E3B4B">
      <w:pPr>
        <w:pStyle w:val="Leipteksti"/>
        <w:spacing w:before="240"/>
      </w:pPr>
      <w:r>
        <w:t>Asiakirjatyypin mukaan</w:t>
      </w:r>
    </w:p>
    <w:p w14:paraId="034134FE" w14:textId="2169D0D5" w:rsidR="00FD1838" w:rsidRDefault="00FD1838" w:rsidP="007E3B4B">
      <w:pPr>
        <w:pStyle w:val="Leipteksti"/>
        <w:numPr>
          <w:ilvl w:val="0"/>
          <w:numId w:val="8"/>
        </w:numPr>
        <w:spacing w:after="0"/>
      </w:pPr>
      <w:r>
        <w:t xml:space="preserve">Kertomusteksti-muotoisen hoitoasiakirjan </w:t>
      </w:r>
      <w:r w:rsidR="0018633A">
        <w:t>tallennus</w:t>
      </w:r>
      <w:r>
        <w:t>.</w:t>
      </w:r>
      <w:r w:rsidR="009C3D0F">
        <w:br/>
      </w:r>
      <w:r>
        <w:t xml:space="preserve"> Myös ylläpidettävän asiakirjan </w:t>
      </w:r>
      <w:r w:rsidR="0018633A">
        <w:t>tallennus</w:t>
      </w:r>
      <w:r>
        <w:t xml:space="preserve"> noudattaa kertomusteksti-muotoisen hoitoasiakirjan </w:t>
      </w:r>
      <w:r w:rsidR="001B2B7D">
        <w:t>tallennuksen</w:t>
      </w:r>
      <w:r>
        <w:t xml:space="preserve"> periaatteita, kun Tiedonhallintapalvelussa ei vielä ole ylläpidettävää asiakirjaa. (Uuden ylläpidettävän asiakirjan lisääminen, kun Tiedonhallintapalvelussa on ylläpidettävä asiakirja, on kuvattu käyttötapauksessa Korvaa hoitoasiakirja.)</w:t>
      </w:r>
    </w:p>
    <w:p w14:paraId="779A9683" w14:textId="737D3166" w:rsidR="00FD1838" w:rsidRDefault="00FD1838" w:rsidP="007E3B4B">
      <w:pPr>
        <w:pStyle w:val="Leipteksti"/>
        <w:numPr>
          <w:ilvl w:val="0"/>
          <w:numId w:val="8"/>
        </w:numPr>
        <w:spacing w:after="0"/>
      </w:pPr>
      <w:r>
        <w:t xml:space="preserve">Lomakemuotoisen hoitoasiakirjan </w:t>
      </w:r>
      <w:r w:rsidR="0018633A">
        <w:t>tallennus</w:t>
      </w:r>
    </w:p>
    <w:p w14:paraId="6C07A7B1" w14:textId="24DD14D6" w:rsidR="007E3B4B" w:rsidRDefault="007E3B4B" w:rsidP="007E3B4B">
      <w:pPr>
        <w:pStyle w:val="Leipteksti"/>
        <w:ind w:left="1778"/>
      </w:pPr>
      <w:r>
        <w:t xml:space="preserve">Huom. Vanhojen hoitoasiakirjojen </w:t>
      </w:r>
      <w:r w:rsidR="0018633A">
        <w:t>tallennus</w:t>
      </w:r>
      <w:r>
        <w:t xml:space="preserve"> ei ole mahdollinen tällä palvelupyynnöllä.</w:t>
      </w:r>
    </w:p>
    <w:p w14:paraId="008D202C" w14:textId="36DDE4C6" w:rsidR="00FD1838" w:rsidRDefault="0018633A" w:rsidP="00FD1838">
      <w:pPr>
        <w:pStyle w:val="Leipteksti"/>
      </w:pPr>
      <w:r>
        <w:t>Tallennus</w:t>
      </w:r>
      <w:r w:rsidR="00FD1838">
        <w:t xml:space="preserve">tilanteen mukaan (kaikissa tilanteissa sekä kertomusteksti-muotoisen (A) että lomakemuotoisen hoitoasiakirjan (B) </w:t>
      </w:r>
      <w:r>
        <w:t>tallennus</w:t>
      </w:r>
      <w:r w:rsidR="00FD1838">
        <w:t xml:space="preserve"> on mahdollinen)</w:t>
      </w:r>
      <w:r w:rsidR="009C3D0F">
        <w:t>:</w:t>
      </w:r>
    </w:p>
    <w:p w14:paraId="4117F6D9" w14:textId="48180C92" w:rsidR="00FD1838" w:rsidRDefault="00FD1838" w:rsidP="007E3B4B">
      <w:pPr>
        <w:pStyle w:val="Leipteksti"/>
        <w:numPr>
          <w:ilvl w:val="0"/>
          <w:numId w:val="8"/>
        </w:numPr>
        <w:spacing w:after="0"/>
      </w:pPr>
      <w:r>
        <w:t xml:space="preserve">Hoitoasiakirjan </w:t>
      </w:r>
      <w:r w:rsidR="0018633A">
        <w:t>tallennus</w:t>
      </w:r>
      <w:r>
        <w:t xml:space="preserve">. Hoitoasiakirjan </w:t>
      </w:r>
      <w:r w:rsidR="0018633A">
        <w:t>tallennus</w:t>
      </w:r>
      <w:r>
        <w:t xml:space="preserve"> omaan rekisteriin.</w:t>
      </w:r>
    </w:p>
    <w:p w14:paraId="4F65CBE2" w14:textId="5DA710E2" w:rsidR="00FD1838" w:rsidRDefault="00FD1838" w:rsidP="007E3B4B">
      <w:pPr>
        <w:pStyle w:val="Leipteksti"/>
        <w:numPr>
          <w:ilvl w:val="0"/>
          <w:numId w:val="8"/>
        </w:numPr>
        <w:spacing w:after="0"/>
      </w:pPr>
      <w:r>
        <w:t xml:space="preserve">Hoitoasiakirjan </w:t>
      </w:r>
      <w:r w:rsidR="0018633A">
        <w:t>tallennus</w:t>
      </w:r>
      <w:r>
        <w:t xml:space="preserve"> ostopalvelutilanteessa. Ostopalvelutilanteessa ostopalvelun tuottaja arkistoi hoitoasiakirjan ostopalvelun järjestäjän rekisteriin (ml. ostopalvelutilanteessa tuotettu ylläpidettävä asiakirja) </w:t>
      </w:r>
    </w:p>
    <w:p w14:paraId="03A1185A" w14:textId="6D3F91C1" w:rsidR="009C3D0F" w:rsidRDefault="009C3D0F" w:rsidP="007E3B4B">
      <w:pPr>
        <w:pStyle w:val="Leipteksti"/>
        <w:spacing w:before="240"/>
      </w:pPr>
      <w:r>
        <w:t xml:space="preserve">Käyttötapaus kuvaa myös uuden hoitoasiakirjan </w:t>
      </w:r>
      <w:r w:rsidR="001B2B7D">
        <w:t>tallennuksen</w:t>
      </w:r>
      <w:r>
        <w:t xml:space="preserve"> toimintansa päättäneen terveydenhuollon yksityisen rekisterinpitäjän rekisteriin</w:t>
      </w:r>
      <w:r w:rsidR="002215D7">
        <w:t xml:space="preserve"> </w:t>
      </w:r>
      <w:r>
        <w:t>[LT2]</w:t>
      </w:r>
      <w:r w:rsidR="00927F07">
        <w:t>.</w:t>
      </w:r>
    </w:p>
    <w:p w14:paraId="562FE566" w14:textId="225215BE" w:rsidR="009C3D0F" w:rsidRDefault="009C3D0F" w:rsidP="007E3B4B">
      <w:pPr>
        <w:pStyle w:val="Leipteksti"/>
        <w:numPr>
          <w:ilvl w:val="0"/>
          <w:numId w:val="8"/>
        </w:numPr>
      </w:pPr>
      <w:r>
        <w:t xml:space="preserve">Hoitoasiakirjan </w:t>
      </w:r>
      <w:r w:rsidR="0018633A">
        <w:t>tallennus</w:t>
      </w:r>
      <w:r>
        <w:t xml:space="preserve"> toimintansa päättäneen rekisterinpitäjän rekisteriin</w:t>
      </w:r>
      <w:r w:rsidR="002215D7">
        <w:t xml:space="preserve"> järjestämisvastuun perusteella</w:t>
      </w:r>
      <w:r>
        <w:t xml:space="preserve">. </w:t>
      </w:r>
      <w:r w:rsidR="0018633A">
        <w:t xml:space="preserve">Sanoman </w:t>
      </w:r>
      <w:r>
        <w:t xml:space="preserve">lähettävä organisaatio on järjestämisvastuullinen toimija eli hyvinvointialue tai Helsingin kaupunki. Asiakirja </w:t>
      </w:r>
      <w:r w:rsidR="00493B53">
        <w:lastRenderedPageBreak/>
        <w:t xml:space="preserve">tallennetaan </w:t>
      </w:r>
      <w:r>
        <w:t>toimintansa päättäneen rekisterinpitäjän rekisteriin.</w:t>
      </w:r>
      <w:r w:rsidR="002215D7">
        <w:t xml:space="preserve"> Käytettävä palvelupyyntö on PPA11.</w:t>
      </w:r>
    </w:p>
    <w:p w14:paraId="21FDA89D" w14:textId="2E057302" w:rsidR="002215D7" w:rsidRDefault="002215D7" w:rsidP="002215D7">
      <w:pPr>
        <w:pStyle w:val="Leipteksti"/>
        <w:numPr>
          <w:ilvl w:val="0"/>
          <w:numId w:val="8"/>
        </w:numPr>
      </w:pPr>
      <w:r>
        <w:t xml:space="preserve">Hoitoasiakirjan </w:t>
      </w:r>
      <w:r w:rsidR="0018633A">
        <w:t>tallennus</w:t>
      </w:r>
      <w:r>
        <w:t xml:space="preserve"> toimintansa päättäneen rekisterinpitäjän rekisteriin yhteisliitttymismallissa, jos palvelunantajat ovat sopineet yhteisrekisterinpitäjyydestä. </w:t>
      </w:r>
      <w:r w:rsidR="0018633A">
        <w:t xml:space="preserve">Sanoman </w:t>
      </w:r>
      <w:r>
        <w:t xml:space="preserve">lähettävä organisaatio on yhteisliittymän isäntäorganisaatio. Asiakirja </w:t>
      </w:r>
      <w:r w:rsidR="00493B53">
        <w:t>tallennetaan</w:t>
      </w:r>
      <w:r>
        <w:t xml:space="preserve"> toimintansa päättäneen rekisterinpitäjän rekisteriin. Käytettävä palvelupyyntö on PPA.</w:t>
      </w:r>
    </w:p>
    <w:p w14:paraId="5CE26FF0" w14:textId="2219F2AA" w:rsidR="00FD1838" w:rsidRDefault="00FD1838" w:rsidP="00FD183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w:t>
      </w:r>
      <w:r w:rsidR="00493B53">
        <w:t>tallennettavaksi</w:t>
      </w:r>
      <w:r>
        <w:t>.</w:t>
      </w:r>
    </w:p>
    <w:p w14:paraId="1C19B42C" w14:textId="3D107539" w:rsidR="00FD1838" w:rsidRPr="00FD1838" w:rsidRDefault="00FD1838" w:rsidP="00FD1838">
      <w:pPr>
        <w:pStyle w:val="Leipteksti"/>
      </w:pPr>
      <w:r>
        <w:t xml:space="preserve">Käyttötapauksen lopputuloksena asiakirja on muodostettu, se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 xml:space="preserve">. Onnistuneen </w:t>
      </w:r>
      <w:r w:rsidR="001B2B7D">
        <w:t>tallennuksen</w:t>
      </w:r>
      <w:r>
        <w:t xml:space="preserve">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1ECEDE5C" w:rsidR="00FD1838" w:rsidRDefault="00FD1838" w:rsidP="00FD1838">
      <w:pPr>
        <w:pStyle w:val="Numeroituluettelo"/>
      </w:pPr>
      <w:r>
        <w:t>Kantaan liittynyt järjestelmä, potilastietojärjestelmä, jatkossa Järjestelmä</w:t>
      </w:r>
      <w:r w:rsidR="00927F07">
        <w:t>.</w:t>
      </w:r>
    </w:p>
    <w:p w14:paraId="1CD6AF12" w14:textId="08140020" w:rsidR="00FD1838" w:rsidRPr="00FD1838" w:rsidRDefault="00AD1EB6" w:rsidP="00FD1838">
      <w:pPr>
        <w:pStyle w:val="Numeroituluettelo"/>
      </w:pPr>
      <w:r>
        <w:t>Potilastietovaranto ja Kanta-viestinvälitys, jatkossa Potilastietovaranto</w:t>
      </w:r>
      <w:r w:rsidR="00927F07">
        <w:t>.</w:t>
      </w:r>
    </w:p>
    <w:p w14:paraId="4E573819" w14:textId="18666A6C" w:rsidR="009F703C" w:rsidRDefault="009F703C" w:rsidP="009F703C">
      <w:pPr>
        <w:pStyle w:val="Otsikko2"/>
      </w:pPr>
      <w:bookmarkStart w:id="12" w:name="_Hlk156977830"/>
      <w:r w:rsidRPr="009F703C">
        <w:t>Esiehdot</w:t>
      </w:r>
    </w:p>
    <w:p w14:paraId="7C3D6B04" w14:textId="6FCA94BD" w:rsidR="00FD1838" w:rsidRDefault="00FD1838">
      <w:pPr>
        <w:pStyle w:val="Numeroituluettelo"/>
      </w:pPr>
      <w:r>
        <w:t>Potilas on yksilöity järjestelmässä henkilötunnuksella tai tilapäisellä yksilöintitunnuksella [LM11]</w:t>
      </w:r>
      <w:r w:rsidR="00927F07">
        <w:t>.</w:t>
      </w:r>
    </w:p>
    <w:p w14:paraId="5B3F70F0" w14:textId="49B91537" w:rsidR="00FD1838" w:rsidRDefault="00FD1838" w:rsidP="002E1066">
      <w:pPr>
        <w:pStyle w:val="Numeroituluettelo"/>
      </w:pPr>
      <w:r w:rsidRPr="002E1066">
        <w:t>Palvelutapahtumaan</w:t>
      </w:r>
      <w:r>
        <w:t xml:space="preserve"> liittyy yksi tai useampia potilasta koskevia merkintöjä tai valmis lomaketyyppinen merkintä</w:t>
      </w:r>
      <w:r w:rsidR="00927F07">
        <w:t>.</w:t>
      </w:r>
    </w:p>
    <w:p w14:paraId="2BDC8406" w14:textId="3B6DCE2B" w:rsidR="00FD1838" w:rsidRDefault="00FD1838" w:rsidP="00FD1838">
      <w:pPr>
        <w:pStyle w:val="Numeroituluettelo"/>
      </w:pPr>
      <w:r>
        <w:t xml:space="preserve">Palvelutapahtuma on arkistoitu samaan rekisteriin, mihin hoitoasiakirjat </w:t>
      </w:r>
      <w:r w:rsidR="00493B53">
        <w:t>tallennetaan</w:t>
      </w:r>
      <w:r>
        <w:t>.</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34F88402" w:rsidR="00FD1838" w:rsidRDefault="00FD1838" w:rsidP="00FD1838">
      <w:pPr>
        <w:pStyle w:val="Numeroituluettelo"/>
        <w:spacing w:after="0"/>
      </w:pPr>
      <w:r>
        <w:t xml:space="preserve">Lisäksi tilanteessa D (ostopalvelu): </w:t>
      </w:r>
    </w:p>
    <w:p w14:paraId="26FAC0D9" w14:textId="5C6FBC6A" w:rsidR="00FD1838" w:rsidRDefault="00FD1838" w:rsidP="00A642C1">
      <w:pPr>
        <w:pStyle w:val="Luettelokappale"/>
        <w:numPr>
          <w:ilvl w:val="0"/>
          <w:numId w:val="38"/>
        </w:numPr>
      </w:pPr>
      <w:r>
        <w:t>Ostopalvelutilanteessa potilas on yksilöitävä virallisella henkilötunnuksella</w:t>
      </w:r>
      <w:r w:rsidR="00927F07">
        <w:t>.</w:t>
      </w:r>
    </w:p>
    <w:p w14:paraId="7CC51D2B" w14:textId="7E8B25E1" w:rsidR="00FD1838" w:rsidRDefault="00FD1838" w:rsidP="00A642C1">
      <w:pPr>
        <w:pStyle w:val="Luettelokappale"/>
        <w:numPr>
          <w:ilvl w:val="0"/>
          <w:numId w:val="38"/>
        </w:numPr>
      </w:pPr>
      <w:r>
        <w:lastRenderedPageBreak/>
        <w:t xml:space="preserve">Palvelutapahtuma, johon hoitoasiakirja kuuluu, on </w:t>
      </w:r>
      <w:r w:rsidR="0018633A">
        <w:t>tallennettu</w:t>
      </w:r>
      <w:r>
        <w:t xml:space="preserve"> ostopalvelun järjestäjän rekisteriin, ja siinä on yksilöity ostopalvelun valtuutus [LT1]</w:t>
      </w:r>
      <w:r w:rsidR="00927F07">
        <w:t>.</w:t>
      </w:r>
    </w:p>
    <w:p w14:paraId="30FD00BE" w14:textId="3B3915E9" w:rsidR="00FD1838" w:rsidRDefault="00FD1838" w:rsidP="00A642C1">
      <w:pPr>
        <w:pStyle w:val="Luettelokappale"/>
        <w:numPr>
          <w:ilvl w:val="0"/>
          <w:numId w:val="38"/>
        </w:numPr>
      </w:pPr>
      <w:r>
        <w:t xml:space="preserve">Ostopalvelun järjestäjän arkistoasiakirjat-rekisterissä on palvelutapahtumassa yksilöity ostopalvelun valtuutus, joka oikeuttaa ostopalvelun tuottajan </w:t>
      </w:r>
      <w:r w:rsidR="00493B53">
        <w:t>tallentamaan</w:t>
      </w:r>
      <w:r>
        <w:t xml:space="preserve"> ostopalvelun järjestäjän rekisteriin [LT1]</w:t>
      </w:r>
      <w:r w:rsidR="00927F07">
        <w:t>.</w:t>
      </w:r>
    </w:p>
    <w:p w14:paraId="2C0D7B57" w14:textId="180A5826" w:rsidR="00FD1838" w:rsidRDefault="00FD1838" w:rsidP="00A642C1">
      <w:pPr>
        <w:pStyle w:val="Luettelokappale"/>
        <w:numPr>
          <w:ilvl w:val="0"/>
          <w:numId w:val="38"/>
        </w:numPr>
        <w:spacing w:before="0"/>
      </w:pPr>
      <w:r>
        <w:t xml:space="preserve">Ostopalvelun tuottajalla on tiedossa ostopalvelujen järjestäjän rekisteri, jota ostopalvelun valtuutus koskee ja johon asiakirjat </w:t>
      </w:r>
      <w:r w:rsidR="00493B53">
        <w:t>tallennetaan</w:t>
      </w:r>
      <w:r w:rsidR="00927F07">
        <w:t>.</w:t>
      </w:r>
    </w:p>
    <w:p w14:paraId="54B8DCF0" w14:textId="597926B2" w:rsidR="005C7BCE" w:rsidRDefault="005C7BCE" w:rsidP="007E3B4B">
      <w:pPr>
        <w:pStyle w:val="Numeroituluettelo"/>
        <w:spacing w:after="0"/>
      </w:pPr>
      <w:r>
        <w:t>Lisäksi tilanteessa E (</w:t>
      </w:r>
      <w:r w:rsidR="0018633A">
        <w:t>tallennus</w:t>
      </w:r>
      <w:r>
        <w:t xml:space="preserve"> toimintansa päättäneen rekisterinpitäjän rekisteriin</w:t>
      </w:r>
      <w:r w:rsidR="002215D7">
        <w:t xml:space="preserve"> järjestämisvastuun perusteella</w:t>
      </w:r>
      <w:r>
        <w:t>):</w:t>
      </w:r>
    </w:p>
    <w:p w14:paraId="5300D899" w14:textId="5BFEF0AA" w:rsidR="005C7BCE" w:rsidRDefault="005C7BC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3CFA558" w14:textId="17CE52EF" w:rsidR="00F00848" w:rsidRDefault="00F00848" w:rsidP="002F247D">
      <w:pPr>
        <w:pStyle w:val="Numeroituluettelo"/>
        <w:spacing w:after="0"/>
      </w:pPr>
      <w:r>
        <w:t>Lisäksi tilanteessa F (</w:t>
      </w:r>
      <w:r w:rsidR="0018633A">
        <w:t>tallennus</w:t>
      </w:r>
      <w:r>
        <w:t xml:space="preserve"> toimintansa päättäneen rekisterinpitäjän rekisteriin yhteisliittymismallissa):</w:t>
      </w:r>
    </w:p>
    <w:p w14:paraId="5E63A17E" w14:textId="073D7841" w:rsidR="002215D7" w:rsidRDefault="00F0084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07EAB372" w14:textId="77777777" w:rsidR="005C7BCE" w:rsidRPr="00FD1838" w:rsidRDefault="005C7BCE" w:rsidP="007E3B4B"/>
    <w:bookmarkEnd w:id="12"/>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2DB19557" w:rsidR="00FD1838" w:rsidRDefault="00FD1838" w:rsidP="00A642C1">
      <w:pPr>
        <w:pStyle w:val="Luettelokappale"/>
        <w:numPr>
          <w:ilvl w:val="0"/>
          <w:numId w:val="38"/>
        </w:numPr>
        <w:spacing w:before="0"/>
      </w:pPr>
      <w:r>
        <w:t>Järjestelmä kerää käsittelyssä olevaan palvelutapahtumaan liittyvät valmiit merkinnät ja valitsee ne</w:t>
      </w:r>
      <w:r w:rsidR="00FA0EDF">
        <w:t>,</w:t>
      </w:r>
      <w:r>
        <w:t xml:space="preserve"> jotka voi liittää samaan kertomusteksti-tyyppiseen hoitoasiakirjaan.</w:t>
      </w:r>
    </w:p>
    <w:p w14:paraId="65B8F557" w14:textId="5B16CBA0" w:rsidR="00FD1838" w:rsidRDefault="00FD1838" w:rsidP="00A642C1">
      <w:pPr>
        <w:pStyle w:val="Luettelokappale"/>
        <w:numPr>
          <w:ilvl w:val="0"/>
          <w:numId w:val="38"/>
        </w:numPr>
        <w:spacing w:before="0"/>
      </w:pPr>
      <w:r>
        <w:t>Samaan asiakirjaan voidaan viedä merkintöjä, joille voidaan asettaa samat kuvailutiedot. Lisäksi on huomioitava alla luetellut säännöt.</w:t>
      </w:r>
    </w:p>
    <w:p w14:paraId="03A8F6BB" w14:textId="11165B7C" w:rsidR="00FD1838" w:rsidRDefault="00FD1838" w:rsidP="00A642C1">
      <w:pPr>
        <w:pStyle w:val="Luettelokappale"/>
        <w:numPr>
          <w:ilvl w:val="0"/>
          <w:numId w:val="38"/>
        </w:numPr>
        <w:spacing w:before="0"/>
      </w:pPr>
      <w:r>
        <w:t xml:space="preserve">Yhdestä palvelutapahtumasta muodostetaan mahdollisimman vähän erillisiä asiakirjoja, kuitenkin niin että asiakirjojen koko pysyy kohtuullisena [LM12]. </w:t>
      </w:r>
    </w:p>
    <w:p w14:paraId="040E1B89" w14:textId="71358843" w:rsidR="00FD1838" w:rsidRDefault="00FD1838" w:rsidP="00A642C1">
      <w:pPr>
        <w:pStyle w:val="Luettelokappale"/>
        <w:numPr>
          <w:ilvl w:val="0"/>
          <w:numId w:val="38"/>
        </w:numPr>
        <w:spacing w:before="0"/>
      </w:pPr>
      <w:r>
        <w:t>Jotkin merkinnät on arkistoitava erillisenä asiakirjana. Päättely tehdään näkymäkoodiston Erillinen</w:t>
      </w:r>
      <w:r w:rsidR="00AE618E">
        <w:t xml:space="preserve"> </w:t>
      </w:r>
      <w:r>
        <w:t>asiakirja</w:t>
      </w:r>
      <w:r w:rsidR="00AE618E">
        <w:t xml:space="preserve"> </w:t>
      </w:r>
      <w:r>
        <w:t xml:space="preserve">-tiedon perusteella [LK1]. Tällöin asiakirjaan valitaan vain merkintöjä, joilla on sama näkymäkoodi, joka edellyttää </w:t>
      </w:r>
      <w:r w:rsidR="001B2B7D">
        <w:t>tallennusta</w:t>
      </w:r>
      <w:r>
        <w:t xml:space="preserve"> erillisenä asiakirjana.</w:t>
      </w:r>
    </w:p>
    <w:p w14:paraId="2C4301B4" w14:textId="69E4BC51" w:rsidR="00FD1838" w:rsidRDefault="00FD1838" w:rsidP="00A642C1">
      <w:pPr>
        <w:pStyle w:val="Luettelokappale"/>
        <w:numPr>
          <w:ilvl w:val="0"/>
          <w:numId w:val="38"/>
        </w:numPr>
        <w:spacing w:before="0"/>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r w:rsidR="00927F07">
        <w:t>.</w:t>
      </w:r>
    </w:p>
    <w:p w14:paraId="21A5334E" w14:textId="4D89D6B2" w:rsidR="00FD1838" w:rsidRDefault="00FD1838" w:rsidP="00A642C1">
      <w:pPr>
        <w:pStyle w:val="Luettelokappale"/>
        <w:numPr>
          <w:ilvl w:val="0"/>
          <w:numId w:val="38"/>
        </w:numPr>
        <w:spacing w:before="0"/>
      </w:pPr>
      <w:r>
        <w:t>Asiakirjan merkinnöillä tulee olla sama tehtäväluokka ja säilytysaikaluokka. Järjestelmä päättelee merkinnän säilytysaikaluokan, ja valitsee muodostettavaan asiakirjaan ne merkinnät, joiden säilytysaikaluokka on sama.</w:t>
      </w:r>
    </w:p>
    <w:p w14:paraId="59ADF3CD" w14:textId="6D6E3D1E" w:rsidR="00FD1838" w:rsidRDefault="00FD1838" w:rsidP="00A642C1">
      <w:pPr>
        <w:pStyle w:val="Luettelokappale"/>
        <w:numPr>
          <w:ilvl w:val="0"/>
          <w:numId w:val="38"/>
        </w:numPr>
        <w:spacing w:before="0"/>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r w:rsidR="00927F07">
        <w:t>.</w:t>
      </w:r>
    </w:p>
    <w:p w14:paraId="016EEFB8" w14:textId="0115D304" w:rsidR="00FD1838" w:rsidRDefault="00FD1838" w:rsidP="00FD1838">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17EF1D12" w14:textId="3DF9156B" w:rsidR="00FD1838" w:rsidRDefault="00FD1838" w:rsidP="00FD1838">
      <w:pPr>
        <w:pStyle w:val="Numeroituluettelo"/>
        <w:spacing w:after="0"/>
      </w:pPr>
      <w:r>
        <w:t xml:space="preserve">Järjestelmä muodostaa valituista merkinnöistä </w:t>
      </w:r>
      <w:r w:rsidR="00493B53">
        <w:t xml:space="preserve">Kantaan tallennettavan CDA </w:t>
      </w:r>
      <w:r>
        <w:t xml:space="preserve">R2 -asiakirjan seuraavilla periaatteilla [V1, LM2] </w:t>
      </w:r>
    </w:p>
    <w:p w14:paraId="4B3AE9FF" w14:textId="6AD72216" w:rsidR="00FD1838" w:rsidRDefault="00FD1838" w:rsidP="00A642C1">
      <w:pPr>
        <w:pStyle w:val="Luettelokappale"/>
        <w:numPr>
          <w:ilvl w:val="0"/>
          <w:numId w:val="38"/>
        </w:numPr>
        <w:spacing w:before="0"/>
      </w:pPr>
      <w:r>
        <w:t>Asiakirjan rakenne noudattaa yleistä ”</w:t>
      </w:r>
      <w:r w:rsidR="00977FB5">
        <w:t>Potilastietovarannon</w:t>
      </w:r>
      <w:r>
        <w:t xml:space="preserve"> kertomus ja lomakkeet” -oppaan </w:t>
      </w:r>
      <w:r w:rsidR="00927F07" w:rsidRPr="00927F07">
        <w:t>rakennetta tai aihealuekohtaista tarkempaa rakennetta</w:t>
      </w:r>
      <w:r w:rsidR="00927F07">
        <w:t>,</w:t>
      </w:r>
      <w:r w:rsidR="00927F07" w:rsidRPr="00927F07">
        <w:t xml:space="preserve"> </w:t>
      </w:r>
      <w:r>
        <w:t>jos sellainen on määritelty</w:t>
      </w:r>
      <w:r w:rsidR="00927F07">
        <w:t>.</w:t>
      </w:r>
    </w:p>
    <w:p w14:paraId="2E2FB24B" w14:textId="7D27D782" w:rsidR="00FD1838" w:rsidRDefault="00FD1838" w:rsidP="00A642C1">
      <w:pPr>
        <w:pStyle w:val="Luettelokappale"/>
        <w:numPr>
          <w:ilvl w:val="0"/>
          <w:numId w:val="38"/>
        </w:numPr>
        <w:spacing w:before="0"/>
      </w:pPr>
      <w:r>
        <w:t>Asiakirjalle täydennetään kuvailutiedot kuvailutietojen määrittelyn mukaisesti [LM5]</w:t>
      </w:r>
      <w:r w:rsidR="00927F07">
        <w:t>.</w:t>
      </w:r>
    </w:p>
    <w:p w14:paraId="76D7B086" w14:textId="3574559E" w:rsidR="00FD1838" w:rsidRDefault="00FD1838" w:rsidP="00A642C1">
      <w:pPr>
        <w:pStyle w:val="Luettelokappale"/>
        <w:numPr>
          <w:ilvl w:val="0"/>
          <w:numId w:val="38"/>
        </w:numPr>
        <w:spacing w:before="0"/>
      </w:pPr>
      <w:r>
        <w:t xml:space="preserve">Lisäksi tilanteessa B (lomakeasiakirja): </w:t>
      </w:r>
    </w:p>
    <w:p w14:paraId="4B9BF73F" w14:textId="70A1DA07" w:rsidR="00FD1838" w:rsidRDefault="00FD1838" w:rsidP="007E3B4B">
      <w:pPr>
        <w:pStyle w:val="Luettelokappale"/>
        <w:numPr>
          <w:ilvl w:val="1"/>
          <w:numId w:val="5"/>
        </w:numPr>
        <w:spacing w:before="0"/>
      </w:pPr>
      <w:r>
        <w:t>Asiakirjan rakenne noudattaa ”</w:t>
      </w:r>
      <w:r w:rsidR="00977FB5">
        <w:t>Potilastietovarannon</w:t>
      </w:r>
      <w:r>
        <w:t xml:space="preserve"> kertomus ja lomakkeet” -oppaassa määriteltyä lomakemekanismia [LM2]</w:t>
      </w:r>
      <w:r w:rsidR="00927F07">
        <w:t>.</w:t>
      </w:r>
    </w:p>
    <w:p w14:paraId="3968FB63" w14:textId="60AD1A6E" w:rsidR="00FD1838" w:rsidRDefault="00FD1838" w:rsidP="007E3B4B">
      <w:pPr>
        <w:pStyle w:val="Luettelokappale"/>
        <w:numPr>
          <w:ilvl w:val="1"/>
          <w:numId w:val="5"/>
        </w:numPr>
        <w:spacing w:before="0"/>
      </w:pPr>
      <w:r>
        <w:t>CDA R2-rakenteessa käytetään lomakekohtaista tarkempaa rakennetta, jossa on eritelty kenttäryhmät (kaikki kentät ja kunkin kentän tietotyyppi)</w:t>
      </w:r>
      <w:r w:rsidR="00927F07">
        <w:t>.</w:t>
      </w:r>
    </w:p>
    <w:p w14:paraId="0B80D418" w14:textId="6BDBE2C6" w:rsidR="00FD1838" w:rsidRDefault="00FD1838" w:rsidP="007E3B4B">
      <w:pPr>
        <w:pStyle w:val="Luettelokappale"/>
        <w:numPr>
          <w:ilvl w:val="1"/>
          <w:numId w:val="5"/>
        </w:numPr>
        <w:spacing w:before="0"/>
      </w:pPr>
      <w:r>
        <w:t>Kentät sijoitetaan asiakirjaan lomakkeen rakennemäärittelyssä olevan tulostusjärjestyskentän mukaisesti (pienimmästä numerosta alkaen nousevassa järjestyksessä)</w:t>
      </w:r>
      <w:r w:rsidR="00927F07">
        <w:t>.</w:t>
      </w:r>
    </w:p>
    <w:p w14:paraId="68554900" w14:textId="3F08E083" w:rsidR="00FD1838" w:rsidRDefault="00FD1838" w:rsidP="00A642C1">
      <w:pPr>
        <w:pStyle w:val="Luettelokappale"/>
        <w:numPr>
          <w:ilvl w:val="0"/>
          <w:numId w:val="38"/>
        </w:numPr>
        <w:spacing w:before="0"/>
      </w:pPr>
      <w:r>
        <w:t xml:space="preserve">Lisäksi tilanteessa D (ostopalvelu) Järjestelmä tuottaa asiakirjalle seuraavat tiedot: </w:t>
      </w:r>
    </w:p>
    <w:p w14:paraId="2ADE6C41" w14:textId="6D97A696" w:rsidR="00FD1838" w:rsidRDefault="00FD1838" w:rsidP="007E3B4B">
      <w:pPr>
        <w:pStyle w:val="Luettelokappale"/>
        <w:numPr>
          <w:ilvl w:val="1"/>
          <w:numId w:val="5"/>
        </w:numPr>
        <w:spacing w:before="0"/>
      </w:pPr>
      <w:r>
        <w:t>Asiakirjan rekisterinpitäjä on ostopalvelun järjestäjän rekisterinpitäjä</w:t>
      </w:r>
      <w:r w:rsidR="00927F07">
        <w:t>.</w:t>
      </w:r>
    </w:p>
    <w:p w14:paraId="31EBB8A1" w14:textId="6DDEAE9E" w:rsidR="00FD1838" w:rsidRDefault="00FD1838" w:rsidP="007E3B4B">
      <w:pPr>
        <w:pStyle w:val="Luettelokappale"/>
        <w:numPr>
          <w:ilvl w:val="1"/>
          <w:numId w:val="5"/>
        </w:numPr>
        <w:spacing w:before="0"/>
      </w:pPr>
      <w:r>
        <w:t>Hoitotapahtumaan osallistunut palveluyksikkö on tuottajan oma palveluyksikkö</w:t>
      </w:r>
      <w:r w:rsidR="00927F07">
        <w:t>.</w:t>
      </w:r>
    </w:p>
    <w:p w14:paraId="3B16C91D" w14:textId="12DDD36B" w:rsidR="00FD1838" w:rsidRDefault="00FD1838"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r w:rsidR="00927F07">
        <w:t>.</w:t>
      </w:r>
    </w:p>
    <w:p w14:paraId="0B7A5FC3" w14:textId="7333F218" w:rsidR="00FF07A6" w:rsidRDefault="00FF07A6" w:rsidP="006D0F2A">
      <w:pPr>
        <w:pStyle w:val="Luettelokappale"/>
        <w:numPr>
          <w:ilvl w:val="0"/>
          <w:numId w:val="5"/>
        </w:numPr>
        <w:spacing w:before="0"/>
      </w:pPr>
      <w:r>
        <w:t>Lisäksi tilanteessa F (</w:t>
      </w:r>
      <w:r w:rsidR="0018633A">
        <w:t>tallennus</w:t>
      </w:r>
      <w:r>
        <w:t xml:space="preserve"> toimintansa päättäneen rekisteriin yhteisliittymistilanteessa):</w:t>
      </w:r>
      <w:r>
        <w:br/>
      </w:r>
      <w:r w:rsidR="0018633A">
        <w:t xml:space="preserve">Sanomalla </w:t>
      </w:r>
      <w:r>
        <w:t xml:space="preserve">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15361FDC" w14:textId="69E4ADEC" w:rsidR="00FD1838" w:rsidRDefault="00FD1838" w:rsidP="00FD1838">
      <w:pPr>
        <w:pStyle w:val="Numeroituluettelo"/>
        <w:spacing w:after="0"/>
      </w:pPr>
      <w:r>
        <w:t>Järjestelmä allekirjoittaa asiakirjan järjestelmäallekirjoitus-varmenteella [V2, LM3]</w:t>
      </w:r>
      <w:r w:rsidR="00927F07">
        <w:t>.</w:t>
      </w:r>
      <w:r>
        <w:t xml:space="preserve"> </w:t>
      </w:r>
    </w:p>
    <w:p w14:paraId="5870F37E" w14:textId="3BF356C4" w:rsidR="00FD1838" w:rsidRDefault="00FD183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392B8A6E" w:rsidR="00FD1838" w:rsidRDefault="00FD1838" w:rsidP="00FD1838">
      <w:pPr>
        <w:pStyle w:val="Numeroituluettelo"/>
      </w:pPr>
      <w:r>
        <w:t>Järjestelmä tallentaa tiedon siitä, mihin asiakirjaan merkintä liitettiin [V3]</w:t>
      </w:r>
      <w:r w:rsidR="00927F07">
        <w:t>.</w:t>
      </w:r>
    </w:p>
    <w:p w14:paraId="4D4F2986" w14:textId="3E4976CD" w:rsidR="00FD1838" w:rsidRDefault="00FD1838" w:rsidP="00FD1838">
      <w:pPr>
        <w:pStyle w:val="Numeroituluettelo"/>
        <w:spacing w:after="0"/>
      </w:pPr>
      <w:r>
        <w:t xml:space="preserve">Järjestelmä arkistoi asiakirjan alikäyttötapauksen </w:t>
      </w:r>
      <w:r w:rsidR="00493B53">
        <w:t>Tallenna</w:t>
      </w:r>
      <w:r>
        <w:t xml:space="preserve"> asiakirja mukaisesti [V4]</w:t>
      </w:r>
      <w:r w:rsidR="00927F07">
        <w:t>.</w:t>
      </w:r>
      <w:r>
        <w:t xml:space="preserve"> </w:t>
      </w:r>
    </w:p>
    <w:p w14:paraId="70F8E161" w14:textId="7C3B37CD" w:rsidR="00FD1838" w:rsidRDefault="00FD1838" w:rsidP="00A642C1">
      <w:pPr>
        <w:pStyle w:val="Luettelokappale"/>
        <w:numPr>
          <w:ilvl w:val="0"/>
          <w:numId w:val="38"/>
        </w:numPr>
        <w:spacing w:before="0"/>
      </w:pPr>
      <w:r>
        <w:lastRenderedPageBreak/>
        <w:t>MR-sanoma on RCMR_IN100002FI01</w:t>
      </w:r>
      <w:r w:rsidR="00927F07">
        <w:t>.</w:t>
      </w:r>
    </w:p>
    <w:p w14:paraId="16EB3D74" w14:textId="15F09893" w:rsidR="00FD1838" w:rsidRDefault="00FD1838" w:rsidP="00A642C1">
      <w:pPr>
        <w:pStyle w:val="Luettelokappale"/>
        <w:numPr>
          <w:ilvl w:val="0"/>
          <w:numId w:val="38"/>
        </w:numPr>
        <w:spacing w:before="0"/>
      </w:pPr>
      <w:r>
        <w:t xml:space="preserve">Palvelupyyntö on [LK3] </w:t>
      </w:r>
    </w:p>
    <w:p w14:paraId="59A13E51" w14:textId="43086EAE" w:rsidR="00FD1838" w:rsidRDefault="00FD1838" w:rsidP="007E3B4B">
      <w:pPr>
        <w:pStyle w:val="Luettelokappale"/>
        <w:numPr>
          <w:ilvl w:val="1"/>
          <w:numId w:val="5"/>
        </w:numPr>
        <w:spacing w:before="0" w:after="0"/>
      </w:pPr>
      <w:r>
        <w:t>PPA, Potilasasiakirjojen arkistointi</w:t>
      </w:r>
    </w:p>
    <w:p w14:paraId="358AD111" w14:textId="06D8A0DF" w:rsidR="005C7BCE" w:rsidRDefault="005C7BCE" w:rsidP="007E3B4B">
      <w:pPr>
        <w:pStyle w:val="Luettelokappale"/>
        <w:numPr>
          <w:ilvl w:val="1"/>
          <w:numId w:val="5"/>
        </w:numPr>
        <w:spacing w:before="0"/>
      </w:pPr>
      <w:r>
        <w:t xml:space="preserve">poikkeus tilanteessa </w:t>
      </w:r>
      <w:r w:rsidR="00182F11">
        <w:t>E</w:t>
      </w:r>
      <w:r>
        <w:t xml:space="preserve">: PPA11, </w:t>
      </w:r>
      <w:r w:rsidRPr="006726B8">
        <w:t>Potilasasiakirjojen arkistointi toimintansa päättäneen rekisterinpitäjän rekisteriin</w:t>
      </w:r>
      <w:r>
        <w:t xml:space="preserve"> [LT3]</w:t>
      </w:r>
      <w:r w:rsidR="00927F07">
        <w:t>.</w:t>
      </w:r>
    </w:p>
    <w:p w14:paraId="19E08597" w14:textId="235F648D" w:rsidR="00FD1838" w:rsidRDefault="00FD1838" w:rsidP="00FD1838">
      <w:pPr>
        <w:pStyle w:val="Numeroituluettelo"/>
      </w:pPr>
      <w:r>
        <w:t xml:space="preserve">Järjestelmä tallentaa tiedon siitä, että merkintä on </w:t>
      </w:r>
      <w:r w:rsidR="0018633A">
        <w:t>tallennettu</w:t>
      </w:r>
      <w:r>
        <w:t xml:space="preserve"> [V3]</w:t>
      </w:r>
      <w:r w:rsidR="00927F07">
        <w:t>.</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1DA1330A" w:rsidR="00FD1838" w:rsidRDefault="00FD1838" w:rsidP="00FD1838">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6A8E6ED5" w14:textId="62EBBD54" w:rsidR="00C662C6" w:rsidRDefault="003B7920" w:rsidP="00780943">
      <w:pPr>
        <w:pStyle w:val="Leipteksti"/>
      </w:pPr>
      <w:r w:rsidRPr="00FD1838">
        <w:t xml:space="preserve">LT1 Ostopalveluratkaisun siirtymäaikana palvelutapahtuma on voitu </w:t>
      </w:r>
      <w:r w:rsidR="00493B53">
        <w:t>tallentaa</w:t>
      </w:r>
      <w:r w:rsidRPr="00FD1838">
        <w:t xml:space="preserve"> myös ilman ostopalvelun valtuutuksen tunnistetta. Ostopalvelun järjestäjän arkistoasiakirjat-rekisterissä on oltava kuitenkin ostopalvelun valtuutus, joka oikeuttaa ostopalvelun tuottajan </w:t>
      </w:r>
      <w:r w:rsidR="00493B53">
        <w:t>tallentamaan</w:t>
      </w:r>
      <w:r w:rsidRPr="00FD1838">
        <w:t xml:space="preserve"> ostopalvelun järjestäjän rekisteriin.</w:t>
      </w:r>
    </w:p>
    <w:p w14:paraId="16FC7232" w14:textId="72DAA6C1" w:rsidR="009C3D0F" w:rsidRDefault="009C3D0F" w:rsidP="009C3D0F">
      <w:pPr>
        <w:pStyle w:val="Leipteksti"/>
      </w:pPr>
      <w:r>
        <w:t xml:space="preserve">LT2 Toimintansa päättäneen rekisterinpitäjän rekisteriin </w:t>
      </w:r>
      <w:r w:rsidR="00493B53">
        <w:t>ei tallenneta</w:t>
      </w:r>
      <w:r>
        <w:t xml:space="preserve"> uutta tietoa, mutta tietoja voidaan korjata. Jos korjaustilanteessa asiakirjan versiointi ei ole teknisistä syistä mahdollista, voidaan asiakirja joutua mitätöimään ja </w:t>
      </w:r>
      <w:r w:rsidR="00493B53">
        <w:t>tallentamaan</w:t>
      </w:r>
      <w:r>
        <w:t xml:space="preserve">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6DB59365" w14:textId="77777777" w:rsidR="009C3D0F" w:rsidRDefault="009C3D0F" w:rsidP="009C3D0F">
      <w:pPr>
        <w:pStyle w:val="Leipteksti"/>
        <w:spacing w:after="0"/>
      </w:pPr>
      <w:r>
        <w:t>LT3 Organisaatiotiedot MR-sanomalla, kun järjestämisvastuullinen rekisterinpitäjä arkistoi toimintansa päättäneen rekisterinpitäjän rekisteriin:</w:t>
      </w:r>
    </w:p>
    <w:p w14:paraId="69E48279" w14:textId="77777777" w:rsidR="009C3D0F" w:rsidRDefault="009C3D0F"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7E6E54AA" w14:textId="77777777" w:rsidR="009C3D0F" w:rsidRDefault="009C3D0F" w:rsidP="00A642C1">
      <w:pPr>
        <w:pStyle w:val="Leipteksti"/>
        <w:numPr>
          <w:ilvl w:val="0"/>
          <w:numId w:val="34"/>
        </w:numPr>
        <w:spacing w:after="0"/>
      </w:pPr>
      <w:r>
        <w:lastRenderedPageBreak/>
        <w:t>Toimintansa päättäneen rekisterinpitäjän tiedot tulevat sanomatyyppiin asiakirjan rekisterinpitäjän tietoihin.</w:t>
      </w:r>
    </w:p>
    <w:p w14:paraId="69B2EF7F" w14:textId="23D0070B" w:rsidR="009C3D0F" w:rsidRDefault="009C3D0F"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1A49EB4B" w14:textId="29042DB4" w:rsidR="00C33701" w:rsidRPr="00FD1838" w:rsidRDefault="00C33701" w:rsidP="00472797"/>
    <w:p w14:paraId="5A0AC4DA" w14:textId="7EAAF879" w:rsidR="009F703C" w:rsidRDefault="00493B53" w:rsidP="00FD1838">
      <w:pPr>
        <w:pStyle w:val="Otsikko1"/>
      </w:pPr>
      <w:bookmarkStart w:id="13" w:name="_Toc216782553"/>
      <w:r>
        <w:t>Tallenna</w:t>
      </w:r>
      <w:r w:rsidR="00FD1838" w:rsidRPr="00FD1838">
        <w:t xml:space="preserve"> hoitoasiakirja</w:t>
      </w:r>
      <w:bookmarkEnd w:id="13"/>
    </w:p>
    <w:p w14:paraId="6A2ED68E" w14:textId="13C0A6D7" w:rsidR="009F703C" w:rsidRDefault="009F703C" w:rsidP="009F703C">
      <w:pPr>
        <w:pStyle w:val="Otsikko2"/>
      </w:pPr>
      <w:r w:rsidRPr="009F703C">
        <w:t>Käyttötapauksen yleiskuvaus ja lopputulos</w:t>
      </w:r>
    </w:p>
    <w:p w14:paraId="381EA3ED" w14:textId="000B451A" w:rsidR="006243B8" w:rsidRDefault="006243B8" w:rsidP="006243B8">
      <w:pPr>
        <w:pStyle w:val="Leipteksti"/>
      </w:pPr>
      <w:r>
        <w:t xml:space="preserve">Käyttötapaus kuvaa uuden hoitoasiakirjan muodostamisen tekniset periaatteet seuraavissa </w:t>
      </w:r>
      <w:r w:rsidR="00FB2EB2">
        <w:t>tallennus</w:t>
      </w:r>
      <w:r>
        <w:t>tilanteissa:</w:t>
      </w:r>
    </w:p>
    <w:p w14:paraId="0A8386A1" w14:textId="77777777" w:rsidR="006243B8" w:rsidRDefault="006243B8" w:rsidP="006243B8">
      <w:pPr>
        <w:pStyle w:val="Leipteksti"/>
        <w:spacing w:after="0"/>
      </w:pPr>
      <w:r>
        <w:t>Asiakirjatyypin mukaan</w:t>
      </w:r>
    </w:p>
    <w:p w14:paraId="72D0858F" w14:textId="476C9B88" w:rsidR="006243B8" w:rsidRDefault="006243B8" w:rsidP="00D54165">
      <w:pPr>
        <w:pStyle w:val="Leipteksti"/>
        <w:numPr>
          <w:ilvl w:val="0"/>
          <w:numId w:val="9"/>
        </w:numPr>
        <w:spacing w:after="0"/>
      </w:pPr>
      <w:r>
        <w:t xml:space="preserve">Kertomusteksti-muotoisen hoitoasiakirjan </w:t>
      </w:r>
      <w:r w:rsidR="00FB2EB2">
        <w:t>tallennus</w:t>
      </w:r>
      <w:r>
        <w:t xml:space="preserve">. Myös ylläpidettävän asiakirjan </w:t>
      </w:r>
      <w:r w:rsidR="00FB2EB2">
        <w:t>tallennus</w:t>
      </w:r>
      <w:r>
        <w:t xml:space="preserve"> noudattaa kertomusteksti-muotoisen hoitoasiakirjan </w:t>
      </w:r>
      <w:r w:rsidR="001B2B7D">
        <w:t>tallennuksen</w:t>
      </w:r>
      <w:r>
        <w:t xml:space="preserve">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2C9795B6" w:rsidR="006243B8" w:rsidRDefault="006243B8" w:rsidP="00D54165">
      <w:pPr>
        <w:pStyle w:val="Leipteksti"/>
        <w:numPr>
          <w:ilvl w:val="0"/>
          <w:numId w:val="9"/>
        </w:numPr>
        <w:spacing w:after="0"/>
      </w:pPr>
      <w:r>
        <w:t xml:space="preserve">Lomakemuotoisen hoitoasiakirjan </w:t>
      </w:r>
      <w:r w:rsidR="00FB2EB2">
        <w:t>tallennus</w:t>
      </w:r>
    </w:p>
    <w:p w14:paraId="1EB2EAF3" w14:textId="77777777" w:rsidR="006243B8" w:rsidRDefault="006243B8" w:rsidP="006243B8">
      <w:pPr>
        <w:pStyle w:val="Leipteksti"/>
        <w:spacing w:after="0"/>
        <w:ind w:left="2138"/>
      </w:pPr>
    </w:p>
    <w:p w14:paraId="62FACDB5" w14:textId="01F6E49D" w:rsidR="006243B8" w:rsidRDefault="00FB2EB2" w:rsidP="006243B8">
      <w:pPr>
        <w:pStyle w:val="Leipteksti"/>
        <w:spacing w:after="0"/>
      </w:pPr>
      <w:r>
        <w:t>Tallennus</w:t>
      </w:r>
      <w:r w:rsidR="006243B8">
        <w:t xml:space="preserve">tilanteen mukaan (kaikissa tilanteissa sekä kertomusteksti-muotoisen (A) että lomakemuotoisen hoitoasiakirjan (B) </w:t>
      </w:r>
      <w:r>
        <w:t>tallennus</w:t>
      </w:r>
      <w:r w:rsidR="006243B8">
        <w:t xml:space="preserve"> on mahdollinen)</w:t>
      </w:r>
    </w:p>
    <w:p w14:paraId="4AB286E6" w14:textId="462C3C97" w:rsidR="006243B8" w:rsidRDefault="006243B8" w:rsidP="00D54165">
      <w:pPr>
        <w:pStyle w:val="Leipteksti"/>
        <w:numPr>
          <w:ilvl w:val="0"/>
          <w:numId w:val="9"/>
        </w:numPr>
        <w:spacing w:after="0"/>
      </w:pPr>
      <w:r>
        <w:t xml:space="preserve">Hoitoasiakirjan </w:t>
      </w:r>
      <w:r w:rsidR="00FB2EB2">
        <w:t>tallennus</w:t>
      </w:r>
      <w:r>
        <w:t xml:space="preserve">. Hoitoasiakirjan </w:t>
      </w:r>
      <w:r w:rsidR="00FB2EB2">
        <w:t>tallennus</w:t>
      </w:r>
      <w:r>
        <w:t xml:space="preserve"> omaan rekisteriin.</w:t>
      </w:r>
    </w:p>
    <w:p w14:paraId="3DEDFFD8" w14:textId="7D078FD3" w:rsidR="006243B8" w:rsidRDefault="006243B8" w:rsidP="00D54165">
      <w:pPr>
        <w:pStyle w:val="Leipteksti"/>
        <w:numPr>
          <w:ilvl w:val="0"/>
          <w:numId w:val="9"/>
        </w:numPr>
        <w:spacing w:after="0"/>
      </w:pPr>
      <w:r>
        <w:t xml:space="preserve">Vanhan hoitoasiakirjan </w:t>
      </w:r>
      <w:r w:rsidR="00FB2EB2">
        <w:t>tallennus</w:t>
      </w:r>
      <w:r>
        <w:t xml:space="preserve">. </w:t>
      </w:r>
    </w:p>
    <w:p w14:paraId="7A835C23" w14:textId="26257CCD" w:rsidR="001F4A66" w:rsidRDefault="006243B8" w:rsidP="001C0A14">
      <w:pPr>
        <w:pStyle w:val="Leipteksti"/>
        <w:numPr>
          <w:ilvl w:val="0"/>
          <w:numId w:val="9"/>
        </w:numPr>
        <w:spacing w:after="0"/>
      </w:pPr>
      <w:r>
        <w:t xml:space="preserve">Hoitoasiakirjan </w:t>
      </w:r>
      <w:r w:rsidR="00FB2EB2">
        <w:t>tallennus</w:t>
      </w:r>
      <w:r>
        <w:t xml:space="preserve"> ostopalvelutilanteessa. Ostopalvelutilanteessa ostopalvelun tuottaja arkistoi hoitoasiakirjan ostopalvelun järjestäjän rekisteriin (ml. ostopalvelutilanteessa tuotettu ylläpidettävä asiakirja) </w:t>
      </w:r>
    </w:p>
    <w:p w14:paraId="6ED7B1A4" w14:textId="073194BA" w:rsidR="001F4A66" w:rsidRDefault="001F4A66" w:rsidP="001F4A66">
      <w:pPr>
        <w:pStyle w:val="Leipteksti"/>
        <w:spacing w:before="240"/>
      </w:pPr>
      <w:r>
        <w:t xml:space="preserve">Käyttötapaus kuvaa myös uuden hoitoasiakirjan </w:t>
      </w:r>
      <w:r w:rsidR="001B2B7D">
        <w:t>tallennuksen</w:t>
      </w:r>
      <w:r>
        <w:t xml:space="preserve"> toimintansa päättäneen terveydenhuollon yksityisen rekisterinpitäjän rekisteriin [LT2</w:t>
      </w:r>
      <w:r w:rsidR="00E81082">
        <w:t>, LT3</w:t>
      </w:r>
      <w:r>
        <w:t>].</w:t>
      </w:r>
    </w:p>
    <w:p w14:paraId="5C79CF21" w14:textId="7E47A32C" w:rsidR="001F4A66" w:rsidRDefault="001F4A66" w:rsidP="001C0A14">
      <w:pPr>
        <w:pStyle w:val="Leipteksti"/>
        <w:numPr>
          <w:ilvl w:val="0"/>
          <w:numId w:val="9"/>
        </w:numPr>
      </w:pPr>
      <w:r>
        <w:t xml:space="preserve">Hoitoasiakirjan </w:t>
      </w:r>
      <w:r w:rsidR="00FB2EB2">
        <w:t>tallennus</w:t>
      </w:r>
      <w:r>
        <w:t xml:space="preserve"> toimintansa päättäneen rekisterinpitäjän rekisteriin yhteisliitttymismallissa, jos palvelunantajat ovat sopineet yhteisrekisterinpitäjyydestä. </w:t>
      </w:r>
      <w:r w:rsidR="0018633A">
        <w:t xml:space="preserve">Sanoman </w:t>
      </w:r>
      <w:r>
        <w:t xml:space="preserve">lähettävä organisaatio on yhteisliittymän isäntäorganisaatio. Asiakirja </w:t>
      </w:r>
      <w:r w:rsidR="00493B53">
        <w:t>tallennetaan</w:t>
      </w:r>
      <w:r>
        <w:t xml:space="preserve"> toimintansa päättäneen rekisterinpitäjän rekisteriin. </w:t>
      </w:r>
      <w:r w:rsidR="00FA0EDF">
        <w:t xml:space="preserve">Käytettävä palvelupyyntö on PP1. </w:t>
      </w:r>
    </w:p>
    <w:p w14:paraId="3BFD58EB" w14:textId="3C05F41A" w:rsidR="00FA0EDF" w:rsidRDefault="00FA0EDF" w:rsidP="00FA0EDF">
      <w:pPr>
        <w:pStyle w:val="Leipteksti"/>
        <w:numPr>
          <w:ilvl w:val="0"/>
          <w:numId w:val="9"/>
        </w:numPr>
      </w:pPr>
      <w:r>
        <w:lastRenderedPageBreak/>
        <w:t xml:space="preserve">Vanhan hoitoasiakirjan </w:t>
      </w:r>
      <w:r w:rsidR="00FB2EB2">
        <w:t>tallennus</w:t>
      </w:r>
      <w:r>
        <w:t xml:space="preserve"> toimintansa päättäneen rekisterinpitäjän rekisteriin järjestämisvastuun perusteella. </w:t>
      </w:r>
      <w:r w:rsidR="0018633A">
        <w:t xml:space="preserve">Sanoman </w:t>
      </w:r>
      <w:r>
        <w:t xml:space="preserve">lähettävä organisaatio on järjestämisvastuullinen toimija eli hyvinvointialue tai Helsingin kaupunki. Vanha asiakirja </w:t>
      </w:r>
      <w:r w:rsidR="00493B53">
        <w:t>tallennetaan</w:t>
      </w:r>
      <w:r>
        <w:t xml:space="preserve"> toimintansa päättäneen rekisterinpitäjän rekisteriin. Käytettävä palvelupyyntö on PP3711.</w:t>
      </w:r>
    </w:p>
    <w:p w14:paraId="737BC8EA" w14:textId="77777777" w:rsidR="001F4A66" w:rsidRDefault="001F4A66" w:rsidP="001C0A14">
      <w:pPr>
        <w:pStyle w:val="Leipteksti"/>
        <w:spacing w:after="0"/>
      </w:pPr>
    </w:p>
    <w:p w14:paraId="46411F85" w14:textId="1B07BE7A" w:rsidR="006243B8" w:rsidRDefault="006243B8" w:rsidP="006243B8">
      <w:pPr>
        <w:pStyle w:val="Leipteksti"/>
      </w:pPr>
      <w:r>
        <w:t xml:space="preserve">Potilastietojärjestelmä muodostaa palvelutapahtumaan kuuluvista merkinnöistä kertomusteksti-tyyppisen hoitoasiakirjan tai lomakemuotoisen potilasasiakirjan ja toimittaa sen </w:t>
      </w:r>
      <w:r w:rsidR="00977FB5">
        <w:t>Potilastietovarannon</w:t>
      </w:r>
      <w:r>
        <w:t xml:space="preserve"> </w:t>
      </w:r>
      <w:r w:rsidR="00493B53">
        <w:t>tallennettavaksi</w:t>
      </w:r>
      <w:r>
        <w:t>.</w:t>
      </w:r>
    </w:p>
    <w:p w14:paraId="60CD3AC7" w14:textId="79AE44F1" w:rsidR="006243B8" w:rsidRPr="006243B8" w:rsidRDefault="006243B8" w:rsidP="006243B8">
      <w:pPr>
        <w:pStyle w:val="Leipteksti"/>
      </w:pPr>
      <w:r>
        <w:t xml:space="preserve">Käyttötapauksen lopputuloksena asiakirja on muodostettu, se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 xml:space="preserve">. Onnistuneen </w:t>
      </w:r>
      <w:r w:rsidR="001B2B7D">
        <w:t>tallennuksen</w:t>
      </w:r>
      <w:r>
        <w:t xml:space="preserve">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22C95356" w:rsidR="006243B8" w:rsidRPr="006243B8" w:rsidRDefault="00AD1EB6" w:rsidP="006243B8">
      <w:pPr>
        <w:pStyle w:val="Numeroituluettelo"/>
      </w:pPr>
      <w:r>
        <w:t>Potilastietovaranto ja Kanta-viestinvälitys, jatkossa Potilastietovaranto</w:t>
      </w:r>
    </w:p>
    <w:p w14:paraId="263572DD" w14:textId="360A958F" w:rsidR="009F703C" w:rsidRDefault="009F703C" w:rsidP="009F703C">
      <w:pPr>
        <w:pStyle w:val="Otsikko2"/>
      </w:pPr>
      <w:r w:rsidRPr="009F703C">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A642C1">
      <w:pPr>
        <w:pStyle w:val="Luettelokappale"/>
        <w:numPr>
          <w:ilvl w:val="0"/>
          <w:numId w:val="38"/>
        </w:numPr>
      </w:pPr>
      <w:r>
        <w:t>Ostopalvelutilanteessa potilas on yksilöitävä virallisella henkilötunnuksella</w:t>
      </w:r>
    </w:p>
    <w:p w14:paraId="5BFC2CD5" w14:textId="7FB1EFCF" w:rsidR="006243B8" w:rsidRDefault="006243B8" w:rsidP="00A642C1">
      <w:pPr>
        <w:pStyle w:val="Luettelokappale"/>
        <w:numPr>
          <w:ilvl w:val="0"/>
          <w:numId w:val="38"/>
        </w:numPr>
      </w:pPr>
      <w:r>
        <w:t xml:space="preserve">Palvelutapahtuma, johon hoitoasiakirja kuuluu, on </w:t>
      </w:r>
      <w:r w:rsidR="0018633A">
        <w:t>tallennettu</w:t>
      </w:r>
      <w:r>
        <w:t xml:space="preserve"> ostopalvelun järjestäjän rekisteriin, ja siinä on yksilöity ostopalvelun valtuutus. [LT1]</w:t>
      </w:r>
    </w:p>
    <w:p w14:paraId="7450D5AC" w14:textId="5E082D8F" w:rsidR="006243B8" w:rsidRDefault="006243B8" w:rsidP="00A642C1">
      <w:pPr>
        <w:pStyle w:val="Luettelokappale"/>
        <w:numPr>
          <w:ilvl w:val="0"/>
          <w:numId w:val="38"/>
        </w:numPr>
      </w:pPr>
      <w:r>
        <w:lastRenderedPageBreak/>
        <w:t xml:space="preserve">Ostopalvelun järjestäjän arkistoasiakirjat-rekisterissä on palvelutapahtumassa yksilöity ostopalvelun valtuutus, joka oikeuttaa ostopalvelun tuottajan </w:t>
      </w:r>
      <w:r w:rsidR="00493B53">
        <w:t>tallentamaan</w:t>
      </w:r>
      <w:r>
        <w:t xml:space="preserve"> palvelutapahtuman ostopalvelun järjestäjän rekisteriin.</w:t>
      </w:r>
      <w:r w:rsidR="00493B53">
        <w:t xml:space="preserve"> </w:t>
      </w:r>
      <w:r>
        <w:t>[LT1]</w:t>
      </w:r>
    </w:p>
    <w:p w14:paraId="4F1868F0" w14:textId="418F6C20" w:rsidR="006243B8" w:rsidRDefault="006243B8" w:rsidP="00A642C1">
      <w:pPr>
        <w:pStyle w:val="Luettelokappale"/>
        <w:numPr>
          <w:ilvl w:val="0"/>
          <w:numId w:val="38"/>
        </w:numPr>
      </w:pPr>
      <w:r>
        <w:t xml:space="preserve">Ostopalvelun tuottajalla on tiedossa ostopalvelujen järjestäjän rekisteri, jota ostopalvelun valtuutus koskee ja johon asiakirjat </w:t>
      </w:r>
      <w:r w:rsidR="00493B53">
        <w:t>tallennetaan</w:t>
      </w:r>
    </w:p>
    <w:p w14:paraId="368EBFB1" w14:textId="00122015" w:rsidR="001F4A66" w:rsidRDefault="001F4A66" w:rsidP="001C0A14">
      <w:pPr>
        <w:pStyle w:val="Numeroituluettelo"/>
        <w:spacing w:after="0"/>
      </w:pPr>
      <w:r>
        <w:t>Lisäksi tilanteessa F (</w:t>
      </w:r>
      <w:r w:rsidR="00FB2EB2">
        <w:t>tallennus</w:t>
      </w:r>
      <w:r>
        <w:t xml:space="preserve"> toimintansa päättäneen rekisterinpitäjän rekisteriin yhteisliittymismallissa):</w:t>
      </w:r>
    </w:p>
    <w:p w14:paraId="1D5CA732" w14:textId="2DD039DF" w:rsidR="001F4A66" w:rsidRDefault="001F4A66"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130D6D37" w14:textId="4B0C1C69" w:rsidR="00FA0EDF" w:rsidRDefault="00FA0EDF" w:rsidP="00977FB5">
      <w:pPr>
        <w:pStyle w:val="Numeroituluettelo"/>
        <w:spacing w:after="0"/>
      </w:pPr>
      <w:r>
        <w:t xml:space="preserve">Lisäksi tilanteessa G (vanhan asiakirjan </w:t>
      </w:r>
      <w:r w:rsidR="00FB2EB2">
        <w:t>tallennus</w:t>
      </w:r>
      <w:r>
        <w:t xml:space="preserve"> toimintansa päättäneen rekisterinpitäjän rekisteriin järjestämisvastuun perusteella):</w:t>
      </w:r>
    </w:p>
    <w:p w14:paraId="2848FC8D" w14:textId="16873393" w:rsidR="00FA0EDF" w:rsidRDefault="00FA0EDF" w:rsidP="00FA0EDF">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5DC86967" w14:textId="77777777" w:rsidR="001F4A66" w:rsidRPr="006243B8" w:rsidRDefault="001F4A66" w:rsidP="001C0A14">
      <w:pPr>
        <w:ind w:left="2118"/>
      </w:pP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5BD24BC4" w:rsidR="006243B8" w:rsidRDefault="006243B8" w:rsidP="00A642C1">
      <w:pPr>
        <w:pStyle w:val="Luettelokappale"/>
        <w:numPr>
          <w:ilvl w:val="0"/>
          <w:numId w:val="38"/>
        </w:numPr>
      </w:pPr>
      <w:r>
        <w:t>Järjestelmä kerää käsittelyssä olevaan palvelutapahtumaan liittyvät valmiit merkinnät ja valitsee ne</w:t>
      </w:r>
      <w:r w:rsidR="00FA0EDF">
        <w:t>,</w:t>
      </w:r>
      <w:r>
        <w:t xml:space="preserve"> jotka voi liittää samaan kertomusteksti-tyyppiseen hoitoasiakirjaan.</w:t>
      </w:r>
    </w:p>
    <w:p w14:paraId="79A796AB" w14:textId="3E83841D" w:rsidR="006243B8" w:rsidRDefault="006243B8" w:rsidP="00A642C1">
      <w:pPr>
        <w:pStyle w:val="Luettelokappale"/>
        <w:numPr>
          <w:ilvl w:val="0"/>
          <w:numId w:val="38"/>
        </w:numPr>
      </w:pPr>
      <w:r>
        <w:t>Samaan asiakirjaan voidaan viedä merkintöjä, joille voidaan asettaa samat kuvailutiedot. Lisäksi on huomioitava alla luetellut säännöt.</w:t>
      </w:r>
    </w:p>
    <w:p w14:paraId="2D4C1DCD" w14:textId="6516D152" w:rsidR="006243B8" w:rsidRDefault="006243B8" w:rsidP="00A642C1">
      <w:pPr>
        <w:pStyle w:val="Luettelokappale"/>
        <w:numPr>
          <w:ilvl w:val="0"/>
          <w:numId w:val="38"/>
        </w:numPr>
      </w:pPr>
      <w:r>
        <w:t xml:space="preserve">Yhdestä palvelutapahtumasta muodostetaan mahdollisimman vähän erillisiä asiakirjoja, kuitenkin niin että asiakirjojen koko pysyy kohtuullisena [LM12]. </w:t>
      </w:r>
    </w:p>
    <w:p w14:paraId="5C2008BA" w14:textId="66E9DAD9" w:rsidR="006243B8" w:rsidRDefault="006243B8" w:rsidP="00A642C1">
      <w:pPr>
        <w:pStyle w:val="Luettelokappale"/>
        <w:numPr>
          <w:ilvl w:val="0"/>
          <w:numId w:val="38"/>
        </w:numPr>
      </w:pPr>
      <w:r>
        <w:t xml:space="preserve">Jotkin merkinnät on arkistoitava erillisenä asiakirjana. Päättely tehdään näkymäkoodiston Erillinen asiakirja -tiedon perusteella [LK1]. Tällöin asiakirjaan valitaan vain merkintöjä, joilla on sama näkymäkoodi, joka edellyttää </w:t>
      </w:r>
      <w:r w:rsidR="001B2B7D">
        <w:t>tallennusta</w:t>
      </w:r>
      <w:r>
        <w:t xml:space="preserve"> erillisenä asiakirjana.</w:t>
      </w:r>
    </w:p>
    <w:p w14:paraId="53FBBDCE" w14:textId="1A32CB3D" w:rsidR="006243B8" w:rsidRDefault="006243B8" w:rsidP="00A642C1">
      <w:pPr>
        <w:pStyle w:val="Luettelokappale"/>
        <w:numPr>
          <w:ilvl w:val="0"/>
          <w:numId w:val="38"/>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A642C1">
      <w:pPr>
        <w:pStyle w:val="Luettelokappale"/>
        <w:numPr>
          <w:ilvl w:val="0"/>
          <w:numId w:val="38"/>
        </w:numPr>
      </w:pPr>
      <w:r>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A642C1">
      <w:pPr>
        <w:pStyle w:val="Luettelokappale"/>
        <w:numPr>
          <w:ilvl w:val="0"/>
          <w:numId w:val="38"/>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78732D44" w14:textId="08A47D68" w:rsidR="006243B8" w:rsidRDefault="006243B8" w:rsidP="00E65499">
      <w:pPr>
        <w:pStyle w:val="Numeroituluettelo"/>
        <w:spacing w:after="0"/>
      </w:pPr>
      <w:r>
        <w:t xml:space="preserve">Järjestelmä muodostaa valituista merkinnöistä </w:t>
      </w:r>
      <w:r w:rsidR="00493B53">
        <w:t xml:space="preserve">Kantaan tallennettavan CDA </w:t>
      </w:r>
      <w:r>
        <w:t xml:space="preserve">R2 -asiakirjan seuraavilla periaatteilla [V1, LM2] </w:t>
      </w:r>
    </w:p>
    <w:p w14:paraId="759C8CC0" w14:textId="03B1415C" w:rsidR="006243B8" w:rsidRDefault="006243B8" w:rsidP="00A642C1">
      <w:pPr>
        <w:pStyle w:val="Luettelokappale"/>
        <w:numPr>
          <w:ilvl w:val="0"/>
          <w:numId w:val="38"/>
        </w:numPr>
      </w:pPr>
      <w:r>
        <w:t>Asiakirjan rakenne noudattaa yleistä ”</w:t>
      </w:r>
      <w:r w:rsidR="00977FB5">
        <w:t>Potilastietovarannon</w:t>
      </w:r>
      <w:r>
        <w:t xml:space="preserve"> kertomus ja lomakkeet” -oppaan rakennetta tai aihealuekohtaista tarkempaa rakennetta</w:t>
      </w:r>
      <w:r w:rsidR="00FA0EDF">
        <w:t>,</w:t>
      </w:r>
      <w:r>
        <w:t xml:space="preserve"> jos sellainen on määritelty</w:t>
      </w:r>
    </w:p>
    <w:p w14:paraId="11D0961E" w14:textId="08D33B33" w:rsidR="006243B8" w:rsidRDefault="006243B8" w:rsidP="00A642C1">
      <w:pPr>
        <w:pStyle w:val="Luettelokappale"/>
        <w:numPr>
          <w:ilvl w:val="0"/>
          <w:numId w:val="38"/>
        </w:numPr>
      </w:pPr>
      <w:r>
        <w:t>Asiakirjalle täydennetään kuvailutiedot kuvailutietojen määrittelyn mukaisesti [LM5]</w:t>
      </w:r>
    </w:p>
    <w:p w14:paraId="0A1BB3D3" w14:textId="7F376C30" w:rsidR="006243B8" w:rsidRDefault="006243B8" w:rsidP="00A642C1">
      <w:pPr>
        <w:pStyle w:val="Luettelokappale"/>
        <w:numPr>
          <w:ilvl w:val="0"/>
          <w:numId w:val="38"/>
        </w:numPr>
      </w:pPr>
      <w:r>
        <w:t xml:space="preserve">Lisäksi tilanteessa B (lomakeasiakirja): </w:t>
      </w:r>
    </w:p>
    <w:p w14:paraId="63CE5E99" w14:textId="23990727" w:rsidR="006243B8" w:rsidRDefault="006243B8" w:rsidP="00D54165">
      <w:pPr>
        <w:pStyle w:val="Luettelokappale"/>
        <w:numPr>
          <w:ilvl w:val="1"/>
          <w:numId w:val="5"/>
        </w:numPr>
      </w:pPr>
      <w:r>
        <w:t>Asiakirjan rakenne noudattaa ”</w:t>
      </w:r>
      <w:r w:rsidR="00977FB5">
        <w:t>Potilastietovarannon</w:t>
      </w:r>
      <w:r>
        <w:t xml:space="preserve">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A642C1">
      <w:pPr>
        <w:pStyle w:val="Luettelokappale"/>
        <w:numPr>
          <w:ilvl w:val="0"/>
          <w:numId w:val="38"/>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A642C1">
      <w:pPr>
        <w:pStyle w:val="Luettelokappale"/>
        <w:numPr>
          <w:ilvl w:val="0"/>
          <w:numId w:val="38"/>
        </w:numPr>
      </w:pPr>
      <w:r>
        <w:lastRenderedPageBreak/>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12DD8ACC"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39ADA585" w14:textId="600AFEBE" w:rsidR="001F4A66" w:rsidRDefault="001F4A66" w:rsidP="001F4A66">
      <w:pPr>
        <w:pStyle w:val="Luettelokappale"/>
        <w:numPr>
          <w:ilvl w:val="0"/>
          <w:numId w:val="5"/>
        </w:numPr>
        <w:spacing w:before="0"/>
      </w:pPr>
      <w:r>
        <w:t>Lisäksi tilanteessa F (</w:t>
      </w:r>
      <w:r w:rsidR="00FB2EB2">
        <w:t>tallennus</w:t>
      </w:r>
      <w:r>
        <w:t xml:space="preserve"> toimintansa päättäneen rekisteriin yhteisliittymistilanteessa):</w:t>
      </w:r>
      <w:r>
        <w:br/>
      </w:r>
      <w:r w:rsidR="00FB2EB2">
        <w:t xml:space="preserve">Sanomalla </w:t>
      </w:r>
      <w:r>
        <w:t xml:space="preserve">on ilmoitettava erityinen syy koodiarvolla 17 </w:t>
      </w:r>
      <w:r w:rsidRPr="00631841">
        <w:t xml:space="preserve">”Toimintansa päättäneen </w:t>
      </w:r>
      <w:r>
        <w:t>palvelunantajan asiakasrekisterin käsittely</w:t>
      </w:r>
      <w:r w:rsidRPr="00631841">
        <w:t xml:space="preserve">”. </w:t>
      </w:r>
      <w:r>
        <w:t>[LK8]</w:t>
      </w:r>
    </w:p>
    <w:p w14:paraId="58225F44" w14:textId="77777777" w:rsidR="001F4A66" w:rsidRDefault="001F4A66" w:rsidP="001C0A14">
      <w:pPr>
        <w:ind w:left="2118"/>
      </w:pP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A642C1">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08B61A45" w:rsidR="006243B8" w:rsidRDefault="006243B8" w:rsidP="00E65499">
      <w:pPr>
        <w:pStyle w:val="Numeroituluettelo"/>
        <w:spacing w:after="0"/>
      </w:pPr>
      <w:r>
        <w:t xml:space="preserve">Järjestelmä arkistoi asiakirjan alikäyttötapauksen </w:t>
      </w:r>
      <w:r w:rsidR="00493B53">
        <w:t>Tallenna</w:t>
      </w:r>
      <w:r>
        <w:t xml:space="preserve"> asiakirja mukaisesti. [V4] </w:t>
      </w:r>
    </w:p>
    <w:p w14:paraId="2C11ADA4" w14:textId="0AF05C39" w:rsidR="006243B8" w:rsidRDefault="006243B8" w:rsidP="00A642C1">
      <w:pPr>
        <w:pStyle w:val="Luettelokappale"/>
        <w:numPr>
          <w:ilvl w:val="0"/>
          <w:numId w:val="38"/>
        </w:numPr>
      </w:pPr>
      <w:r>
        <w:t>MR-sanoma on RCMR_IN100002FI01</w:t>
      </w:r>
    </w:p>
    <w:p w14:paraId="3D3F2958" w14:textId="21E3D395" w:rsidR="006243B8" w:rsidRDefault="006243B8" w:rsidP="00A642C1">
      <w:pPr>
        <w:pStyle w:val="Luettelokappale"/>
        <w:numPr>
          <w:ilvl w:val="0"/>
          <w:numId w:val="38"/>
        </w:numPr>
      </w:pPr>
      <w:r>
        <w:t xml:space="preserve">Palvelupyyntö on [LK3] </w:t>
      </w:r>
    </w:p>
    <w:p w14:paraId="3B21FAB9" w14:textId="7B681651" w:rsidR="006243B8" w:rsidRDefault="006243B8" w:rsidP="00D54165">
      <w:pPr>
        <w:pStyle w:val="Luettelokappale"/>
        <w:numPr>
          <w:ilvl w:val="1"/>
          <w:numId w:val="5"/>
        </w:numPr>
      </w:pPr>
      <w:r>
        <w:t>tilanteessa C (</w:t>
      </w:r>
      <w:r w:rsidR="00FB2EB2">
        <w:t>tallennus</w:t>
      </w:r>
      <w:r>
        <w:t xml:space="preserve">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354A3D89"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734238B4" w14:textId="1F57292F" w:rsidR="00655584" w:rsidRDefault="00655584" w:rsidP="005E4E47">
      <w:pPr>
        <w:pStyle w:val="Luettelokappale"/>
        <w:numPr>
          <w:ilvl w:val="1"/>
          <w:numId w:val="5"/>
        </w:numPr>
      </w:pPr>
      <w:r>
        <w:lastRenderedPageBreak/>
        <w:t>tilanteessa F (</w:t>
      </w:r>
      <w:r w:rsidR="00FB2EB2">
        <w:t>tallennus</w:t>
      </w:r>
      <w:r>
        <w:t xml:space="preserve"> toimintansa päättäneen rekisteriin yhteisliittymistilanteessa): PP1, Palvelunantajan omien asiakirjojen arkistointi</w:t>
      </w:r>
    </w:p>
    <w:p w14:paraId="3BC3E1BA" w14:textId="12C38E99" w:rsidR="005E4E47" w:rsidRDefault="005E4E47" w:rsidP="005E4E47">
      <w:pPr>
        <w:pStyle w:val="Luettelokappale"/>
        <w:numPr>
          <w:ilvl w:val="1"/>
          <w:numId w:val="5"/>
        </w:numPr>
      </w:pPr>
      <w:r>
        <w:t xml:space="preserve">tilanteessa G (vanha asiakirja): PP3711, </w:t>
      </w:r>
      <w:r w:rsidRPr="00FA0EDF">
        <w:t>Vanhojen potilasasiakirjojen arkistointi toimintansa päättäneen rekisterinpitäjän rekisteriin</w:t>
      </w:r>
    </w:p>
    <w:p w14:paraId="5563525D" w14:textId="51944C48" w:rsidR="006243B8" w:rsidRDefault="006243B8" w:rsidP="00E65499">
      <w:pPr>
        <w:pStyle w:val="Numeroituluettelo"/>
      </w:pPr>
      <w:r>
        <w:t xml:space="preserve">Järjestelmä tallentaa tiedon siitä, että merkintä on </w:t>
      </w:r>
      <w:r w:rsidR="0018633A">
        <w:t>tallennettu</w:t>
      </w:r>
      <w:r>
        <w:t>.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10589FF7" w:rsidR="003B7920" w:rsidRPr="003B7920" w:rsidRDefault="003B7920" w:rsidP="003B7920">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7500D78C" w14:textId="7B3F2C18" w:rsidR="009F703C" w:rsidRDefault="009F703C" w:rsidP="009F703C">
      <w:pPr>
        <w:pStyle w:val="Otsikko2"/>
      </w:pPr>
      <w:r>
        <w:t>Lisätiedot</w:t>
      </w:r>
    </w:p>
    <w:p w14:paraId="5C19B783" w14:textId="58A01AF9" w:rsidR="0076514E" w:rsidRDefault="003B7920" w:rsidP="00780943">
      <w:pPr>
        <w:pStyle w:val="Leipteksti"/>
      </w:pPr>
      <w:r w:rsidRPr="003B7920">
        <w:t xml:space="preserve">LT1 Ostopalveluratkaisun siirtymäaikana palvelutapahtuma on voitu </w:t>
      </w:r>
      <w:r w:rsidR="00493B53">
        <w:t>tallentaa</w:t>
      </w:r>
      <w:r w:rsidRPr="003B7920">
        <w:t xml:space="preserve"> myös ilman ostopalvelun valtuutuksen tunnistetta. Ostopalvelun järjestäjän arkistoasiakirjat-rekisterissä on oltava kuitenkin ostopalvelun valtuutus, joka oikeuttaa ostopalvelun tuottajan </w:t>
      </w:r>
      <w:r w:rsidR="00493B53">
        <w:t>tallentamaan</w:t>
      </w:r>
      <w:r w:rsidRPr="003B7920">
        <w:t xml:space="preserve"> ostopalvelun järjestäjän rekisteriin.</w:t>
      </w:r>
    </w:p>
    <w:p w14:paraId="61A1F108" w14:textId="4D5B460A" w:rsidR="0076514E" w:rsidRDefault="0076514E" w:rsidP="0076514E">
      <w:pPr>
        <w:pStyle w:val="Leipteksti"/>
      </w:pPr>
      <w:r>
        <w:t xml:space="preserve">LT2 Toimintansa päättäneen rekisterinpitäjän rekisteriin </w:t>
      </w:r>
      <w:r w:rsidR="00493B53">
        <w:t>ei tallenneta</w:t>
      </w:r>
      <w:r>
        <w:t xml:space="preserve"> uutta tietoa, mutta tietoja voidaan korjata. Jos korjaustilanteessa asiakirjan versiointi ei ole teknisistä syistä mahdollista, voidaan asiakirja joutua mitätöimään ja </w:t>
      </w:r>
      <w:r w:rsidR="00493B53">
        <w:t>tallentamaan</w:t>
      </w:r>
      <w:r>
        <w:t xml:space="preserve"> uusi asiakirja, missä on mitätöidyn asiakirjan asiasisältö korjauksineen. Toiminnan periaatteet on kuvattu dokumentissa </w:t>
      </w:r>
      <w:r w:rsidR="00977FB5">
        <w:t>Potilastietovarannon</w:t>
      </w:r>
      <w:r>
        <w:t xml:space="preserve">  toiminnalliset vaatimukset sosiaali- ja terveydenhuollon tietojärjestelmille [LM1].</w:t>
      </w:r>
    </w:p>
    <w:p w14:paraId="4181119D" w14:textId="77777777" w:rsidR="005E4E47" w:rsidRDefault="005E4E47" w:rsidP="005E4E47">
      <w:pPr>
        <w:pStyle w:val="Leipteksti"/>
        <w:spacing w:after="0"/>
      </w:pPr>
      <w:r>
        <w:t>LT3 Organisaatiotiedot MR-sanomalla, kun järjestämisvastuullinen rekisterinpitäjä arkistoi toimintansa päättäneen rekisterinpitäjän rekisteriin:</w:t>
      </w:r>
    </w:p>
    <w:p w14:paraId="0F8D92D3" w14:textId="77777777" w:rsidR="005E4E47" w:rsidRDefault="005E4E47" w:rsidP="005E4E47">
      <w:pPr>
        <w:pStyle w:val="Leipteksti"/>
        <w:numPr>
          <w:ilvl w:val="0"/>
          <w:numId w:val="34"/>
        </w:numPr>
        <w:spacing w:before="240" w:after="0"/>
      </w:pPr>
      <w:r>
        <w:t xml:space="preserve">Järjestämisvastuullisen toimijan tiedot tulevat liityntäpisteen, sanoman lähettäjän ja kontrollikehyksen tietoihin. </w:t>
      </w:r>
    </w:p>
    <w:p w14:paraId="45465383" w14:textId="77777777" w:rsidR="005E4E47" w:rsidRDefault="005E4E47" w:rsidP="005E4E47">
      <w:pPr>
        <w:pStyle w:val="Leipteksti"/>
        <w:numPr>
          <w:ilvl w:val="0"/>
          <w:numId w:val="34"/>
        </w:numPr>
        <w:spacing w:after="0"/>
      </w:pPr>
      <w:r>
        <w:t>Toimintansa päättäneen rekisterinpitäjän tiedot tulevat sanomatyyppiin asiakirjan rekisterinpitäjän tietoihin.</w:t>
      </w:r>
    </w:p>
    <w:p w14:paraId="621101DB" w14:textId="7B9FD0C1" w:rsidR="005E4E47" w:rsidRDefault="005E4E47" w:rsidP="005E4E47">
      <w:pPr>
        <w:pStyle w:val="Leipteksti"/>
      </w:pPr>
      <w:r>
        <w:lastRenderedPageBreak/>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w:t>
      </w:r>
    </w:p>
    <w:p w14:paraId="608F2F0F" w14:textId="09E97427" w:rsidR="003B7920" w:rsidRPr="003B7920" w:rsidRDefault="00076B9B" w:rsidP="00472797">
      <w:pPr>
        <w:pStyle w:val="Leipteksti"/>
        <w:ind w:left="0"/>
      </w:pPr>
      <w:r>
        <w:br w:type="page"/>
      </w:r>
    </w:p>
    <w:p w14:paraId="2DB76FAE" w14:textId="16DB0316" w:rsidR="009F703C" w:rsidRDefault="00493B53" w:rsidP="003B7920">
      <w:pPr>
        <w:pStyle w:val="Otsikko1"/>
        <w:spacing w:before="220"/>
      </w:pPr>
      <w:bookmarkStart w:id="14" w:name="_Toc256000000"/>
      <w:bookmarkStart w:id="15" w:name="_Toc37061992"/>
      <w:bookmarkStart w:id="16" w:name="_Toc216782554"/>
      <w:r>
        <w:lastRenderedPageBreak/>
        <w:t>Tallenna</w:t>
      </w:r>
      <w:r w:rsidR="003B7920">
        <w:t xml:space="preserve"> asiakirja </w:t>
      </w:r>
      <w:bookmarkEnd w:id="14"/>
      <w:bookmarkEnd w:id="15"/>
      <w:r w:rsidR="00AC710C">
        <w:t>Tahdonilmaisupalveluun</w:t>
      </w:r>
      <w:bookmarkEnd w:id="16"/>
    </w:p>
    <w:p w14:paraId="71442B5E" w14:textId="2787333A" w:rsidR="009F703C" w:rsidRDefault="009F703C" w:rsidP="009F703C">
      <w:pPr>
        <w:pStyle w:val="Otsikko2"/>
      </w:pPr>
      <w:r w:rsidRPr="009F703C">
        <w:t>Käyttötapauksen yleiskuvaus ja lopputulos</w:t>
      </w:r>
    </w:p>
    <w:p w14:paraId="780900F7" w14:textId="3ABA3E6B" w:rsidR="00220168" w:rsidRDefault="00220168" w:rsidP="00220168">
      <w:pPr>
        <w:pStyle w:val="Leipteksti"/>
      </w:pPr>
      <w:r>
        <w:t xml:space="preserve">Käyttötapaus kuvaa </w:t>
      </w:r>
      <w:r w:rsidR="00DF784E">
        <w:t>Tahdonilmaisupalveluun</w:t>
      </w:r>
      <w:r>
        <w:t xml:space="preserve"> arkistoitavien asiakirjojen ensimmäisen version </w:t>
      </w:r>
      <w:r w:rsidR="001B2B7D">
        <w:t>tallennuksen</w:t>
      </w:r>
      <w:r>
        <w:t xml:space="preserve">. </w:t>
      </w:r>
      <w:r w:rsidR="00AC710C">
        <w:t>Tahdonilmaisupalveluun</w:t>
      </w:r>
      <w:r>
        <w:t xml:space="preserve"> </w:t>
      </w:r>
      <w:r w:rsidR="00493B53">
        <w:t>tallennetaan</w:t>
      </w:r>
      <w:r>
        <w:t xml:space="preserve">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6638BD40" w:rsidR="00DF784E" w:rsidRDefault="00DF784E">
      <w:pPr>
        <w:pStyle w:val="Leipteksti"/>
        <w:numPr>
          <w:ilvl w:val="0"/>
          <w:numId w:val="10"/>
        </w:numPr>
        <w:spacing w:after="0"/>
      </w:pPr>
      <w:r>
        <w:t>Potilastie</w:t>
      </w:r>
      <w:r w:rsidR="00977FB5">
        <w:t>tojen</w:t>
      </w:r>
      <w:r w:rsidR="00220168">
        <w:t xml:space="preserve">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35FEC59E" w:rsidR="00220168" w:rsidRDefault="00AC710C" w:rsidP="00220168">
      <w:pPr>
        <w:pStyle w:val="Leipteksti"/>
      </w:pPr>
      <w:r>
        <w:t>Tahdonilmaisupalveluun</w:t>
      </w:r>
      <w:r w:rsidR="00220168">
        <w:t xml:space="preserve"> </w:t>
      </w:r>
      <w:r w:rsidR="00493B53">
        <w:t xml:space="preserve">tallennettavat </w:t>
      </w:r>
      <w:r w:rsidR="00220168">
        <w:t xml:space="preserve">asiakirjat ovat </w:t>
      </w:r>
      <w:r w:rsidR="00DF784E">
        <w:t xml:space="preserve">Tahdonilmaisupalvelun </w:t>
      </w:r>
      <w:r w:rsidR="00220168">
        <w:t xml:space="preserve">ylläpidettäviä lomakeasiakirjoja, joita </w:t>
      </w:r>
      <w:r w:rsidR="007D5DCB">
        <w:t>Potilastietovarantoon</w:t>
      </w:r>
      <w:r w:rsidR="00220168">
        <w:t xml:space="preserve"> liittyneet organisaatiot voivat ylläpitää potilaan pyynnöstä. Asiakirjoilla voi olla vain yksi voimassa oleva versiopuu, joten ennen uuden asiakirjan </w:t>
      </w:r>
      <w:r w:rsidR="001B2B7D">
        <w:t>tallennusta</w:t>
      </w:r>
      <w:r w:rsidR="00220168">
        <w:t xml:space="preserve"> on Potilastie</w:t>
      </w:r>
      <w:r w:rsidR="001B2B7D">
        <w:t>tovaranno</w:t>
      </w:r>
      <w:r w:rsidR="00220168">
        <w:t xml:space="preserve">sta varmistettava, ettei voimassaolevaa asiakirjaa ole. </w:t>
      </w:r>
      <w:r w:rsidR="00FF3280">
        <w:t xml:space="preserve">Tahdonilmaisupalvelun </w:t>
      </w:r>
      <w:r w:rsidR="00220168">
        <w:t xml:space="preserve">ylläpidettävä asiakirja on muodostettava ja </w:t>
      </w:r>
      <w:r w:rsidR="00493B53">
        <w:t>tallennettava</w:t>
      </w:r>
      <w:r w:rsidR="00220168">
        <w:t xml:space="preserve">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658BD73C" w:rsidR="00220168" w:rsidRPr="00220168" w:rsidRDefault="00220168" w:rsidP="00220168">
      <w:pPr>
        <w:pStyle w:val="Leipteksti"/>
      </w:pPr>
      <w:r>
        <w:t xml:space="preserve">Käyttötapauksen lopputuloksena potilaalle on </w:t>
      </w:r>
      <w:r w:rsidR="0018633A">
        <w:t>tallennettu</w:t>
      </w:r>
      <w:r>
        <w:t xml:space="preserve"> uusi ylläpidettävä asiakirja </w:t>
      </w:r>
      <w:r w:rsidR="00FF3280">
        <w:t>Tahdonilmaisupalveluun</w:t>
      </w:r>
      <w:r>
        <w:t xml:space="preserve">. </w:t>
      </w:r>
      <w:r w:rsidR="007D5DCB">
        <w:t>Potilastietovarantoon</w:t>
      </w:r>
      <w:r>
        <w:t xml:space="preserve">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24720693" w:rsidR="00220168" w:rsidRPr="00220168" w:rsidRDefault="00AD1EB6" w:rsidP="00220168">
      <w:pPr>
        <w:pStyle w:val="Numeroituluettelo"/>
      </w:pPr>
      <w:r>
        <w:t>Potilastietovaranto ja Kanta-viestinvälitys, jatkossa Potilastietovaranto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68B12084" w:rsidR="00220168" w:rsidRDefault="00220168" w:rsidP="00220168">
      <w:pPr>
        <w:pStyle w:val="Numeroituluettelo"/>
      </w:pPr>
      <w:r>
        <w:t xml:space="preserve">Järjestelmässä tallennetaan merkintä </w:t>
      </w:r>
      <w:r w:rsidR="00AC710C">
        <w:t>Tahdonilmaisupalveluun</w:t>
      </w:r>
      <w:r>
        <w:t xml:space="preserve"> </w:t>
      </w:r>
      <w:r w:rsidR="00493B53">
        <w:t>tallennettava</w:t>
      </w:r>
      <w:r>
        <w:t>sta sisällöstä.</w:t>
      </w:r>
    </w:p>
    <w:p w14:paraId="171F424E" w14:textId="1A134D17" w:rsidR="00220168" w:rsidRDefault="00220168" w:rsidP="00220168">
      <w:pPr>
        <w:pStyle w:val="Numeroituluettelo"/>
        <w:spacing w:after="0"/>
      </w:pPr>
      <w:r>
        <w:t xml:space="preserve">Järjestelmä muodostaa merkinnästä </w:t>
      </w:r>
      <w:r w:rsidR="00493B53">
        <w:t xml:space="preserve">Kantaan tallennettavan CDA </w:t>
      </w:r>
      <w:r>
        <w:t xml:space="preserve">R2 -asiakirjan seuraavilla periaatteilla [V1] </w:t>
      </w:r>
    </w:p>
    <w:p w14:paraId="253F720B" w14:textId="01259C47" w:rsidR="00220168" w:rsidRDefault="00AC710C" w:rsidP="00A642C1">
      <w:pPr>
        <w:pStyle w:val="Luettelokappale"/>
        <w:numPr>
          <w:ilvl w:val="0"/>
          <w:numId w:val="38"/>
        </w:numPr>
      </w:pPr>
      <w:r>
        <w:t>Tahdonilmaisupalveluun</w:t>
      </w:r>
      <w:r w:rsidR="00220168">
        <w:t xml:space="preserve"> </w:t>
      </w:r>
      <w:r w:rsidR="00493B53">
        <w:t>tallennettava</w:t>
      </w:r>
      <w:r w:rsidR="00220168">
        <w:t xml:space="preserve"> asiakirja muodostetaan välittömästi merkinnän tallennuksen jälkeen</w:t>
      </w:r>
    </w:p>
    <w:p w14:paraId="0E06E352" w14:textId="309E8994" w:rsidR="00220168" w:rsidRDefault="00220168" w:rsidP="00A642C1">
      <w:pPr>
        <w:pStyle w:val="Luettelokappale"/>
        <w:numPr>
          <w:ilvl w:val="0"/>
          <w:numId w:val="38"/>
        </w:numPr>
      </w:pPr>
      <w:r>
        <w:t>Lomaketyyppisistä näkymistä tuotetaan aina oma itsenäinen asiakirja</w:t>
      </w:r>
    </w:p>
    <w:p w14:paraId="394B73AB" w14:textId="538EDA83" w:rsidR="00220168" w:rsidRDefault="00220168"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03844B9A" w14:textId="38660A5E" w:rsidR="00220168" w:rsidRDefault="00220168" w:rsidP="00A642C1">
      <w:pPr>
        <w:pStyle w:val="Luettelokappale"/>
        <w:numPr>
          <w:ilvl w:val="0"/>
          <w:numId w:val="38"/>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A642C1">
      <w:pPr>
        <w:pStyle w:val="Luettelokappale"/>
        <w:numPr>
          <w:ilvl w:val="0"/>
          <w:numId w:val="38"/>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A642C1">
      <w:pPr>
        <w:pStyle w:val="Luettelokappale"/>
        <w:numPr>
          <w:ilvl w:val="0"/>
          <w:numId w:val="38"/>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A642C1">
      <w:pPr>
        <w:pStyle w:val="Luettelokappale"/>
        <w:numPr>
          <w:ilvl w:val="0"/>
          <w:numId w:val="38"/>
        </w:numPr>
      </w:pPr>
      <w:r>
        <w:t>Asiakirjalle täydennetään kuvailutiedot kuvailutietojen määrittelyn mukaisesti [</w:t>
      </w:r>
      <w:r w:rsidR="00EE1FC5">
        <w:t xml:space="preserve">LT2, </w:t>
      </w:r>
      <w:r>
        <w:t>LM5]</w:t>
      </w:r>
    </w:p>
    <w:p w14:paraId="66B7BEAD" w14:textId="24485A6F" w:rsidR="00220168" w:rsidRDefault="00AC710C" w:rsidP="00A642C1">
      <w:pPr>
        <w:pStyle w:val="Luettelokappale"/>
        <w:numPr>
          <w:ilvl w:val="0"/>
          <w:numId w:val="38"/>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7206C6B7" w:rsidR="00220168" w:rsidRDefault="00220168" w:rsidP="00220168">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1B274788" w14:textId="1E824337" w:rsidR="00220168" w:rsidRDefault="00220168" w:rsidP="00A642C1">
      <w:pPr>
        <w:pStyle w:val="Luettelokappale"/>
        <w:numPr>
          <w:ilvl w:val="0"/>
          <w:numId w:val="38"/>
        </w:numPr>
      </w:pPr>
      <w:r>
        <w:t>MR-sanoma on RCMR_IN100002FI01</w:t>
      </w:r>
    </w:p>
    <w:p w14:paraId="4CEFF2B0" w14:textId="06C21045" w:rsidR="00220168" w:rsidRDefault="00220168" w:rsidP="00A642C1">
      <w:pPr>
        <w:pStyle w:val="Luettelokappale"/>
        <w:numPr>
          <w:ilvl w:val="0"/>
          <w:numId w:val="38"/>
        </w:numPr>
      </w:pPr>
      <w:r>
        <w:t xml:space="preserve">Palvelupyyntö on PP23, </w:t>
      </w:r>
      <w:r w:rsidR="00AC710C">
        <w:t>Tahdonilmaisupalveluun</w:t>
      </w:r>
      <w:r>
        <w:t xml:space="preserve"> tallennus</w:t>
      </w:r>
    </w:p>
    <w:p w14:paraId="2C3E3250" w14:textId="50B44425" w:rsidR="00220168" w:rsidRDefault="00220168" w:rsidP="00220168">
      <w:pPr>
        <w:pStyle w:val="Numeroituluettelo"/>
      </w:pPr>
      <w:r>
        <w:t xml:space="preserve">Järjestelmä tallentaa tiedon siitä, että merkintä on </w:t>
      </w:r>
      <w:r w:rsidR="0018633A">
        <w:t>tallennettu</w:t>
      </w:r>
      <w:r>
        <w:t>. [V3]</w:t>
      </w:r>
    </w:p>
    <w:p w14:paraId="691D01E0" w14:textId="4F4B1EFF"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w:t>
      </w:r>
      <w:r w:rsidR="00493B53">
        <w:t>tallennettava</w:t>
      </w:r>
      <w:r>
        <w:t xml:space="preserve"> lomake. [LY1]</w:t>
      </w:r>
    </w:p>
    <w:p w14:paraId="7CEB287B" w14:textId="4E42BBE5" w:rsidR="00EE4C0D" w:rsidRDefault="00EE4C0D" w:rsidP="00C76B72">
      <w:pPr>
        <w:pStyle w:val="Numeroituluettelo"/>
      </w:pPr>
      <w:r>
        <w:t>Tilanteessa</w:t>
      </w:r>
      <w:r w:rsidR="00F17F93">
        <w:t xml:space="preserve"> C</w:t>
      </w:r>
      <w:r w:rsidR="00AF0323">
        <w:t xml:space="preserve"> (Potilastie</w:t>
      </w:r>
      <w:r w:rsidR="00977FB5">
        <w:t>tojen</w:t>
      </w:r>
      <w:r w:rsidR="00AF0323">
        <w:t xml:space="preserve">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417463D4" w:rsidR="009F703C" w:rsidRDefault="00220168" w:rsidP="00F65814">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0A8084D3"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A2297D1" w:rsidR="00C06DC8" w:rsidRDefault="00C06DC8" w:rsidP="00592CC9">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6393A80B" w:rsidR="00165542" w:rsidRDefault="00165542" w:rsidP="00592CC9">
      <w:pPr>
        <w:pStyle w:val="Leipteksti"/>
        <w:spacing w:after="0"/>
      </w:pPr>
      <w:r>
        <w:t xml:space="preserve">1.1.2024 alkaen Luovutuslupa laajenee kattamaan luovutukset myös </w:t>
      </w:r>
      <w:r w:rsidR="00977FB5">
        <w:t>Potilastietovarannon</w:t>
      </w:r>
      <w:r>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w:t>
      </w:r>
      <w:r w:rsidR="00493B53">
        <w:t>Kantaan tallennettavalle</w:t>
      </w:r>
      <w:r>
        <w:t xml:space="preserve"> CDA R2 asiakirjalle.</w:t>
      </w:r>
    </w:p>
    <w:p w14:paraId="4818DCDB" w14:textId="77777777" w:rsidR="00165542" w:rsidRDefault="00165542" w:rsidP="00592CC9">
      <w:pPr>
        <w:pStyle w:val="Leipteksti"/>
        <w:spacing w:after="0"/>
      </w:pPr>
    </w:p>
    <w:p w14:paraId="1F6550EC" w14:textId="1665AE0C" w:rsidR="00C06DC8" w:rsidRDefault="00C06DC8" w:rsidP="00AE0028">
      <w:pPr>
        <w:pStyle w:val="Leipteksti"/>
        <w:spacing w:after="0"/>
      </w:pPr>
      <w:r w:rsidRPr="008C2FD8">
        <w:rPr>
          <w:b/>
        </w:rPr>
        <w:t>Potilastie</w:t>
      </w:r>
      <w:r w:rsidR="00977FB5">
        <w:rPr>
          <w:b/>
        </w:rPr>
        <w:t>tojen</w:t>
      </w:r>
      <w:r w:rsidRPr="008C2FD8">
        <w:rPr>
          <w:b/>
        </w:rPr>
        <w:t xml:space="preserve"> kieltoasiakirja</w:t>
      </w:r>
      <w:r w:rsidR="00EE1FC5">
        <w:t xml:space="preserve"> (näkymätunnus 331, näkymälyhenne KIE)</w:t>
      </w:r>
    </w:p>
    <w:p w14:paraId="734C6FB7" w14:textId="600AA2E8" w:rsidR="00D749B8" w:rsidRDefault="00C06DC8" w:rsidP="00C06DC8">
      <w:pPr>
        <w:pStyle w:val="Leipteksti"/>
      </w:pPr>
      <w:r>
        <w:t xml:space="preserve">Lomakkeella eArkisto/Lomake - Luovutuskielto ja luovutuskiellon peruutus (1.2.246.537.6.12.2002.331) ilmoitetaan tietojen luovutuskielto </w:t>
      </w:r>
      <w:r w:rsidR="007D5DCB">
        <w:t>Potilastietovarantoon</w:t>
      </w:r>
      <w:r>
        <w:t xml:space="preserve">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31310B42" w:rsidR="00D749B8" w:rsidRDefault="00B90C6B" w:rsidP="00D749B8">
      <w:pPr>
        <w:pStyle w:val="Leipteksti"/>
        <w:spacing w:after="0"/>
      </w:pPr>
      <w:r w:rsidRPr="00BC106E">
        <w:t xml:space="preserve">1.1.2024 alkaen </w:t>
      </w:r>
      <w:r w:rsidR="00D749B8" w:rsidRPr="00BC106E">
        <w:t>Potilastie</w:t>
      </w:r>
      <w:r w:rsidR="00977FB5">
        <w:t>tojen</w:t>
      </w:r>
      <w:r w:rsidR="00D749B8" w:rsidRPr="00BC106E">
        <w:t xml:space="preserve">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01F1DCD9"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r w:rsidR="00A35891">
        <w:t>.</w:t>
      </w:r>
    </w:p>
    <w:p w14:paraId="5582C00D" w14:textId="664FE86E" w:rsidR="00A35891" w:rsidRDefault="00A35891" w:rsidP="00A35891">
      <w:pPr>
        <w:pStyle w:val="Leipteksti"/>
      </w:pPr>
      <w:r>
        <w:t>09/2026 alkaen Lääkemääräyksen kieltoasiakirjasta on käytössä kaksi versiota, jotka molemmat on julkaistu koodistopalvelussa. Versio 1.2.246.537.6.12.2002.370.2014 on poistuva lomakeversio, jota on mahdollista käyttää 1.10.2027 saakka. Jos järjestelmä tukee sähköisen lääkemääräyksen versiota 5.0.0 tai uudempaa, tulee järjestelmän tallentaa Lääkemääräyksen kieltoasiakirja lomakeversiolla 1.2.246.537.6.12.2002.370.2025</w:t>
      </w:r>
      <w:r w:rsidR="00F91EDD">
        <w:t>01</w:t>
      </w:r>
      <w:r>
        <w:t>.</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17" w:name="_Hlk138858726"/>
      <w:r w:rsidRPr="00BC106E">
        <w:rPr>
          <w:b/>
        </w:rPr>
        <w:t>Tutkimusaineistolöydöstä koskeva yhteydenottokielto</w:t>
      </w:r>
      <w:r>
        <w:t xml:space="preserve"> (näkymätunnus 503, näkymälyhenne YKIE)</w:t>
      </w:r>
    </w:p>
    <w:bookmarkEnd w:id="17"/>
    <w:p w14:paraId="6BA722F9" w14:textId="7266F6A3"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lastRenderedPageBreak/>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592CC9" w:rsidRDefault="00364E7A" w:rsidP="006F3FED">
      <w:pPr>
        <w:pStyle w:val="Leipteksti"/>
      </w:pPr>
      <w:r w:rsidRPr="00592CC9">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18"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A642C1">
      <w:pPr>
        <w:pStyle w:val="Leipteksti"/>
        <w:numPr>
          <w:ilvl w:val="0"/>
          <w:numId w:val="47"/>
        </w:numPr>
        <w:spacing w:after="0"/>
      </w:pPr>
      <w:r>
        <w:t xml:space="preserve">tiedon tietotyyppi on string (attribuutti Tietotyypin tunniste = ST), </w:t>
      </w:r>
    </w:p>
    <w:p w14:paraId="145789F9" w14:textId="02FC2201" w:rsidR="00936EA2" w:rsidRDefault="00936EA2" w:rsidP="00A642C1">
      <w:pPr>
        <w:pStyle w:val="Leipteksti"/>
        <w:numPr>
          <w:ilvl w:val="0"/>
          <w:numId w:val="47"/>
        </w:numPr>
        <w:spacing w:after="0"/>
      </w:pPr>
      <w:r>
        <w:t xml:space="preserve">tieto tulee siirtomuotoon (attribuutti Siirtomuotoon = T) </w:t>
      </w:r>
    </w:p>
    <w:p w14:paraId="324E185A" w14:textId="77777777" w:rsidR="00936EA2" w:rsidRDefault="00936EA2" w:rsidP="00A642C1">
      <w:pPr>
        <w:pStyle w:val="Leipteksti"/>
        <w:numPr>
          <w:ilvl w:val="0"/>
          <w:numId w:val="47"/>
        </w:numPr>
        <w:spacing w:after="0"/>
      </w:pPr>
      <w:r>
        <w:t xml:space="preserve">ja sisältö on vakioteksti (attribuutti Täytettävä kenttä = F). </w:t>
      </w:r>
    </w:p>
    <w:p w14:paraId="18AE42C5" w14:textId="67CD2329"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18"/>
      <w:r w:rsidR="00076B9B">
        <w:br w:type="page"/>
      </w:r>
    </w:p>
    <w:p w14:paraId="354B2170" w14:textId="42AF5C1A" w:rsidR="009F703C" w:rsidRDefault="00493B53" w:rsidP="00020F09">
      <w:pPr>
        <w:pStyle w:val="Otsikko1"/>
        <w:spacing w:before="220"/>
      </w:pPr>
      <w:bookmarkStart w:id="19" w:name="_Toc256000030"/>
      <w:bookmarkStart w:id="20" w:name="_Toc37061999"/>
      <w:bookmarkStart w:id="21" w:name="_Toc216782555"/>
      <w:r>
        <w:lastRenderedPageBreak/>
        <w:t>Tallenna</w:t>
      </w:r>
      <w:r w:rsidR="00020F09">
        <w:t xml:space="preserve"> arkistoasiakirja</w:t>
      </w:r>
      <w:bookmarkEnd w:id="19"/>
      <w:bookmarkEnd w:id="20"/>
      <w:bookmarkEnd w:id="21"/>
    </w:p>
    <w:p w14:paraId="1E4E9E41" w14:textId="4415E099" w:rsidR="009F703C" w:rsidRDefault="009F703C" w:rsidP="009F703C">
      <w:pPr>
        <w:pStyle w:val="Otsikko2"/>
      </w:pPr>
      <w:r w:rsidRPr="009F703C">
        <w:t>Käyttötapauksen yleiskuvaus ja lopputulos</w:t>
      </w:r>
    </w:p>
    <w:p w14:paraId="3BD2698E" w14:textId="3BD74728" w:rsidR="001661F3" w:rsidRDefault="001661F3" w:rsidP="001661F3">
      <w:pPr>
        <w:pStyle w:val="Leipteksti"/>
      </w:pPr>
      <w:r>
        <w:t xml:space="preserve">Käyttötapaus kuvaa arkistoasiakirja-tyyppisen asiakirjan ensimmäisen version </w:t>
      </w:r>
      <w:r w:rsidR="001B2B7D">
        <w:t>tallennuksen</w:t>
      </w:r>
      <w:r>
        <w:t xml:space="preserve">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6205A447" w:rsidR="001661F3" w:rsidRDefault="001661F3" w:rsidP="00A642C1">
      <w:pPr>
        <w:pStyle w:val="Luettelokappale"/>
        <w:numPr>
          <w:ilvl w:val="0"/>
          <w:numId w:val="38"/>
        </w:numPr>
      </w:pPr>
      <w:r>
        <w:t>Ostopalvelun valtuutus (</w:t>
      </w:r>
      <w:r w:rsidR="0019618B">
        <w:t xml:space="preserve">näkymälyhenne </w:t>
      </w:r>
      <w:r>
        <w:t xml:space="preserve">OSVA) </w:t>
      </w:r>
      <w:r w:rsidR="00493B53">
        <w:t>tallennetaan</w:t>
      </w:r>
      <w:r>
        <w:t xml:space="preserve">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61C8A2BC" w:rsidR="001661F3" w:rsidRDefault="001661F3" w:rsidP="00A642C1">
      <w:pPr>
        <w:pStyle w:val="Luettelokappale"/>
        <w:numPr>
          <w:ilvl w:val="0"/>
          <w:numId w:val="38"/>
        </w:numPr>
      </w:pPr>
      <w:r>
        <w:t>Luovutusilmoitus (</w:t>
      </w:r>
      <w:r w:rsidR="0019618B">
        <w:t xml:space="preserve">näkymälyhenne </w:t>
      </w:r>
      <w:r>
        <w:t xml:space="preserve">LILM) </w:t>
      </w:r>
      <w:r w:rsidR="00493B53">
        <w:t>tallennetaan</w:t>
      </w:r>
      <w:r>
        <w:t xml:space="preserve"> käyttötapauksen </w:t>
      </w:r>
      <w:r w:rsidR="00493B53">
        <w:t>Tallenna</w:t>
      </w:r>
      <w:r>
        <w:t xml:space="preserve"> luovutusilmoitus mukaisesti.</w:t>
      </w:r>
    </w:p>
    <w:p w14:paraId="165627B9" w14:textId="60BB8F75" w:rsidR="001661F3" w:rsidRPr="001661F3" w:rsidRDefault="001661F3" w:rsidP="001661F3">
      <w:pPr>
        <w:pStyle w:val="Leipteksti"/>
      </w:pPr>
      <w:r>
        <w:t xml:space="preserve">Käyttötapauksen lopputuloksena arkistoasiakirjan ensimmäinen versio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6611BDC0" w:rsidR="001661F3" w:rsidRPr="001661F3" w:rsidRDefault="00AD1EB6" w:rsidP="001661F3">
      <w:pPr>
        <w:pStyle w:val="Numeroituluettelo"/>
      </w:pPr>
      <w:r>
        <w:t>Potilastietovaranto ja Kanta-viestinvälitys, jatkossa Potilastietovaranto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2E49FF11" w:rsidR="001661F3" w:rsidRDefault="001661F3" w:rsidP="00A642C1">
      <w:pPr>
        <w:pStyle w:val="Luettelokappale"/>
        <w:numPr>
          <w:ilvl w:val="0"/>
          <w:numId w:val="38"/>
        </w:numPr>
      </w:pPr>
      <w:r>
        <w:t>potilasta ei yksilöidä, kun kyseessä on</w:t>
      </w:r>
      <w:r w:rsidR="00F17F93">
        <w:t xml:space="preserve"> </w:t>
      </w:r>
      <w:r w:rsidR="00197E20">
        <w:t>rekisteri</w:t>
      </w:r>
      <w:r>
        <w:t xml:space="preserve">tasoisen ostopalvelun valtuutuksen </w:t>
      </w:r>
      <w:r w:rsidR="00FB2EB2">
        <w:t>tallennus</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6EAF7A9E" w:rsidR="001661F3" w:rsidRDefault="001661F3" w:rsidP="001661F3">
      <w:pPr>
        <w:pStyle w:val="Numeroituluettelo"/>
      </w:pPr>
      <w:r>
        <w:t xml:space="preserve">Järjestelmässä tallennetaan merkintä arkistoasiakirjan </w:t>
      </w:r>
      <w:r w:rsidR="00493B53">
        <w:t>Kantaan tallennetavasta</w:t>
      </w:r>
      <w:r>
        <w:t xml:space="preserve"> sisällöstä.</w:t>
      </w:r>
    </w:p>
    <w:p w14:paraId="16B75357" w14:textId="14AAC22F" w:rsidR="001661F3" w:rsidRDefault="001661F3" w:rsidP="001661F3">
      <w:pPr>
        <w:pStyle w:val="Numeroituluettelo"/>
        <w:spacing w:after="0"/>
      </w:pPr>
      <w:r>
        <w:t xml:space="preserve">Järjestelmä muodostaa merkinnästä </w:t>
      </w:r>
      <w:r w:rsidR="00493B53">
        <w:t xml:space="preserve">Kantaan tallennettavan CDA </w:t>
      </w:r>
      <w:r>
        <w:t xml:space="preserve">R2 -asiakirjan seuraavilla periaatteilla [V1] </w:t>
      </w:r>
    </w:p>
    <w:p w14:paraId="1204E7FB" w14:textId="64538E86" w:rsidR="001661F3" w:rsidRDefault="001661F3" w:rsidP="00A642C1">
      <w:pPr>
        <w:pStyle w:val="Luettelokappale"/>
        <w:numPr>
          <w:ilvl w:val="0"/>
          <w:numId w:val="38"/>
        </w:numPr>
      </w:pPr>
      <w:r>
        <w:t>Lomaketyyppisistä näkymistä tuotetaan aina oma itsenäinen asiakirja</w:t>
      </w:r>
    </w:p>
    <w:p w14:paraId="61444493" w14:textId="5A8541F6" w:rsidR="001661F3" w:rsidRDefault="001661F3" w:rsidP="00A642C1">
      <w:pPr>
        <w:pStyle w:val="Luettelokappale"/>
        <w:numPr>
          <w:ilvl w:val="0"/>
          <w:numId w:val="38"/>
        </w:numPr>
      </w:pPr>
      <w:r>
        <w:lastRenderedPageBreak/>
        <w:t>Asiakirjan rakenne noudattaa ”</w:t>
      </w:r>
      <w:r w:rsidR="00977FB5">
        <w:t>Potilastietovarannon</w:t>
      </w:r>
      <w:r>
        <w:t xml:space="preserve"> kertomus ja lomakkeet” -oppaan rakennetta ja siellä määriteltyä lomakemekanismia [LM2]</w:t>
      </w:r>
    </w:p>
    <w:p w14:paraId="1307A4AE" w14:textId="6DCEF80F"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20602B">
        <w:t>[LT</w:t>
      </w:r>
      <w:proofErr w:type="gramStart"/>
      <w:r w:rsidR="0020602B">
        <w:t>1]</w:t>
      </w:r>
      <w:r w:rsidR="003C40C1">
        <w:t>[</w:t>
      </w:r>
      <w:proofErr w:type="gramEnd"/>
      <w:r w:rsidR="003C40C1">
        <w:t>LT2]</w:t>
      </w:r>
    </w:p>
    <w:p w14:paraId="2BE2B608" w14:textId="77C65AF5"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A642C1">
      <w:pPr>
        <w:pStyle w:val="Luettelokappale"/>
        <w:numPr>
          <w:ilvl w:val="0"/>
          <w:numId w:val="38"/>
        </w:numPr>
      </w:pPr>
      <w:r>
        <w:t>Asiakirjalle täydennetään kuvailutiedot kuvailutietojen määrittelyn mukaisesti [LM5]</w:t>
      </w:r>
    </w:p>
    <w:p w14:paraId="22BE6655" w14:textId="7F042CF7" w:rsidR="001661F3" w:rsidRDefault="00493B53" w:rsidP="00A642C1">
      <w:pPr>
        <w:pStyle w:val="Luettelokappale"/>
        <w:numPr>
          <w:ilvl w:val="0"/>
          <w:numId w:val="38"/>
        </w:numPr>
      </w:pPr>
      <w:r>
        <w:t>Tallennettavan</w:t>
      </w:r>
      <w:r w:rsidR="001661F3">
        <w:t xml:space="preserve">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474CE372" w:rsidR="001661F3" w:rsidRDefault="001661F3" w:rsidP="00D54165">
      <w:pPr>
        <w:pStyle w:val="Luettelokappale"/>
        <w:numPr>
          <w:ilvl w:val="1"/>
          <w:numId w:val="5"/>
        </w:numPr>
      </w:pPr>
      <w:r>
        <w:t xml:space="preserve">rekisterinpitäjä on </w:t>
      </w:r>
      <w:r w:rsidR="0018633A">
        <w:t>tallentava</w:t>
      </w:r>
      <w:r>
        <w:t xml:space="preserve">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1B23A5EA" w:rsidR="001661F3" w:rsidRDefault="001661F3" w:rsidP="001661F3">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5AD74ABC" w14:textId="31D1CE70" w:rsidR="001661F3" w:rsidRDefault="001661F3" w:rsidP="00A642C1">
      <w:pPr>
        <w:pStyle w:val="Luettelokappale"/>
        <w:numPr>
          <w:ilvl w:val="0"/>
          <w:numId w:val="38"/>
        </w:numPr>
      </w:pPr>
      <w:r>
        <w:t>MR-sanoma on RCMR_IN100002FI01</w:t>
      </w:r>
    </w:p>
    <w:p w14:paraId="105AE60B" w14:textId="5D7D1CC2" w:rsidR="001661F3" w:rsidRDefault="001661F3" w:rsidP="00A642C1">
      <w:pPr>
        <w:pStyle w:val="Luettelokappale"/>
        <w:numPr>
          <w:ilvl w:val="0"/>
          <w:numId w:val="38"/>
        </w:numPr>
      </w:pPr>
      <w:r>
        <w:t>Palvelupyyntö on PP32, Arkistoasiakirjojen arkistointi</w:t>
      </w:r>
    </w:p>
    <w:p w14:paraId="0A37DC03" w14:textId="5C07067C" w:rsidR="001661F3" w:rsidRDefault="001661F3" w:rsidP="001661F3">
      <w:pPr>
        <w:pStyle w:val="Numeroituluettelo"/>
      </w:pPr>
      <w:r>
        <w:t xml:space="preserve">Järjestelmä tallentaa tiedon siitä, että merkintä on </w:t>
      </w:r>
      <w:r w:rsidR="0018633A">
        <w:t>tallennettu</w:t>
      </w:r>
      <w:r>
        <w:t>.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8DDA8E0" w:rsidR="001661F3" w:rsidRPr="001661F3" w:rsidRDefault="001661F3" w:rsidP="008C2FD8">
      <w:pPr>
        <w:pStyle w:val="Leipteksti"/>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bookmarkStart w:id="22" w:name="_Hlk165028571"/>
      <w:r>
        <w:t xml:space="preserve">LT1 </w:t>
      </w:r>
      <w:r w:rsidR="0068539E">
        <w:t>Ostopalvelun valtuutuksen lomakerakenne</w:t>
      </w:r>
    </w:p>
    <w:p w14:paraId="09628379" w14:textId="049E0FBB" w:rsidR="0068539E" w:rsidRDefault="0068539E" w:rsidP="008C2FD8">
      <w:pPr>
        <w:pStyle w:val="Leipteksti"/>
        <w:spacing w:after="0"/>
      </w:pPr>
      <w:r>
        <w:lastRenderedPageBreak/>
        <w:t>Ostopalvelun valtuutuksesta (näkymälyhenne OSVA, näkymätunnus 362) on käytössä kaksi versiota, jotka molemmat on julkaistu koodistopalvelussa:</w:t>
      </w:r>
    </w:p>
    <w:p w14:paraId="1A28F07F" w14:textId="6490B308" w:rsidR="00076B9B" w:rsidRDefault="0068539E" w:rsidP="00505EC7">
      <w:pPr>
        <w:pStyle w:val="Leipteksti"/>
      </w:pPr>
      <w:r w:rsidRPr="0068539E">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30A86603" w14:textId="36B23312" w:rsidR="003C40C1" w:rsidRDefault="003C40C1" w:rsidP="003C40C1">
      <w:pPr>
        <w:pStyle w:val="Leipteksti"/>
      </w:pPr>
      <w:r>
        <w:t>LT2 Ostopalvelun valtuutuksen lomakkeen tietokentän tunnisteen (codeId) 2 käyttö</w:t>
      </w:r>
    </w:p>
    <w:p w14:paraId="475E5323" w14:textId="77777777" w:rsidR="003C40C1" w:rsidRDefault="003C40C1" w:rsidP="003C40C1">
      <w:pPr>
        <w:pStyle w:val="Leipteksti"/>
      </w:pPr>
      <w:r>
        <w:t>Ostopalvelun valtuutuksen tunniste on ostopalvelun valtuutus -asiakirjan lomakesisällössä annettu yksilöivä tunniste (eArkisto/Lomake - Ostopalvelun valtuutus 1.2.246.537.6.12.2002.362, codeId 2), joka saa arvon seuraavasti:</w:t>
      </w:r>
    </w:p>
    <w:p w14:paraId="08A83B96" w14:textId="77777777" w:rsidR="003C40C1" w:rsidRDefault="003C40C1" w:rsidP="00735C21">
      <w:pPr>
        <w:pStyle w:val="Leipteksti"/>
        <w:spacing w:after="0"/>
      </w:pPr>
      <w:r>
        <w:t>-  Osva-lomakkeen versio 1.2.246.537.6.12.2002.362.20140311: Ostopalvelun valtuutus asiakirjan setId</w:t>
      </w:r>
    </w:p>
    <w:p w14:paraId="4E5ACEA0" w14:textId="24F3A920" w:rsidR="003C40C1" w:rsidRDefault="003C40C1" w:rsidP="003C40C1">
      <w:pPr>
        <w:pStyle w:val="Leipteksti"/>
      </w:pPr>
      <w:r>
        <w:t>-  Osva2-lomakkeen versio 1.2.246.537.6.12.2002.362. 20200101: Ostopalvelun valtuutus -asiakirjan setId tai valtuutukselle generoitu yksilöivä tunnus</w:t>
      </w:r>
    </w:p>
    <w:p w14:paraId="652FE88F" w14:textId="77777777" w:rsidR="003C40C1" w:rsidRDefault="003C40C1" w:rsidP="00505EC7">
      <w:pPr>
        <w:pStyle w:val="Leipteksti"/>
      </w:pPr>
    </w:p>
    <w:bookmarkEnd w:id="22"/>
    <w:p w14:paraId="545C16F1" w14:textId="77777777" w:rsidR="00505EC7" w:rsidRDefault="00505EC7">
      <w:pPr>
        <w:rPr>
          <w:rFonts w:asciiTheme="majorHAnsi" w:eastAsiaTheme="majorEastAsia" w:hAnsiTheme="majorHAnsi" w:cstheme="majorBidi"/>
          <w:bCs/>
          <w:sz w:val="32"/>
          <w:szCs w:val="28"/>
        </w:rPr>
      </w:pPr>
      <w:r>
        <w:br w:type="page"/>
      </w:r>
    </w:p>
    <w:p w14:paraId="51FA0D89" w14:textId="30B766AD" w:rsidR="009F703C" w:rsidRDefault="00493B53" w:rsidP="001661F3">
      <w:pPr>
        <w:pStyle w:val="Otsikko1"/>
      </w:pPr>
      <w:bookmarkStart w:id="23" w:name="_Toc216782556"/>
      <w:r>
        <w:lastRenderedPageBreak/>
        <w:t>Tallenna</w:t>
      </w:r>
      <w:r w:rsidR="001661F3" w:rsidRPr="001661F3">
        <w:t xml:space="preserve"> luovutusilmoitus</w:t>
      </w:r>
      <w:bookmarkEnd w:id="23"/>
    </w:p>
    <w:p w14:paraId="66E8E4C1" w14:textId="640063F1" w:rsidR="001661F3" w:rsidRDefault="009F703C" w:rsidP="006C2388">
      <w:pPr>
        <w:pStyle w:val="Otsikko2"/>
      </w:pPr>
      <w:r w:rsidRPr="009F703C">
        <w:t>Käyttötapauksen yleiskuvaus ja lopputulos</w:t>
      </w:r>
    </w:p>
    <w:p w14:paraId="5AEBB678" w14:textId="4A90954C" w:rsidR="001661F3" w:rsidRDefault="001661F3" w:rsidP="001661F3">
      <w:pPr>
        <w:pStyle w:val="Leipteksti"/>
      </w:pPr>
      <w:r>
        <w:t xml:space="preserve">Käyttötapaus kuvaa </w:t>
      </w:r>
      <w:r w:rsidR="0018633A">
        <w:t>tallentava</w:t>
      </w:r>
      <w:r>
        <w:t xml:space="preserve">n organisaation omaan arkistoasiakirjat-rekisteriin arkistoitavien luovutusilmoitus-asiakirjojen </w:t>
      </w:r>
      <w:r w:rsidR="001B2B7D">
        <w:t>tallennuksen</w:t>
      </w:r>
      <w:r>
        <w:t xml:space="preserve">. Luovutusilmoituksesta muodostetaan lomakeasiakirja. Luovutusilmoitusta ei voi korjata eikä mitätöidä potilastietojärjestelmästä, joten kyseessä on aina ensimmäisen version </w:t>
      </w:r>
      <w:r w:rsidR="00FB2EB2">
        <w:t>tallennus</w:t>
      </w:r>
      <w:r>
        <w:t>. Luovutusilmoitus mitätöidään tarvittaessa arkistonhoitajan käyttöliittymästä.</w:t>
      </w:r>
    </w:p>
    <w:p w14:paraId="1FC40318" w14:textId="514FB6E3" w:rsidR="001661F3" w:rsidRDefault="001661F3" w:rsidP="001661F3">
      <w:pPr>
        <w:pStyle w:val="Leipteksti"/>
      </w:pPr>
      <w:r w:rsidRPr="00603324">
        <w:t xml:space="preserve">Luovutusilmoitus muodostetaan, kun potilastietojärjestelmään sähköisessä muodossa tallennettuja tietoja luovutetaan </w:t>
      </w:r>
      <w:r w:rsidR="00977FB5">
        <w:t>Potilastietovarannon</w:t>
      </w:r>
      <w:r w:rsidRPr="00603324">
        <w:t xml:space="preserve">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6EDE21C7" w:rsidR="001661F3" w:rsidRDefault="001661F3" w:rsidP="00A642C1">
      <w:pPr>
        <w:pStyle w:val="Numeroituluettelo"/>
        <w:numPr>
          <w:ilvl w:val="0"/>
          <w:numId w:val="48"/>
        </w:numPr>
      </w:pPr>
      <w:r>
        <w:t xml:space="preserve">Työntävä luovutus: luovutuksen antavan organisaation käyttäjä välittää oman sähköisen rekisterin tietoja </w:t>
      </w:r>
      <w:r w:rsidR="00977FB5">
        <w:t>Potilastietovarannon</w:t>
      </w:r>
      <w:r>
        <w:t xml:space="preserve"> ulkopuolella toiselle rekisterinpitäjälle tai muulle taholle, jolla on oikeus saada tiedot. Työntävässä luovutuksessa tiedot voidaan siirtää sähköisesti tai tulostettuna fyysiseen muotoon.</w:t>
      </w:r>
    </w:p>
    <w:p w14:paraId="14FA2F26" w14:textId="7A4F3E8B" w:rsidR="001661F3" w:rsidRDefault="001661F3" w:rsidP="00A642C1">
      <w:pPr>
        <w:pStyle w:val="Numeroituluettelo"/>
        <w:numPr>
          <w:ilvl w:val="0"/>
          <w:numId w:val="48"/>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 xml:space="preserve">tietoja </w:t>
      </w:r>
      <w:r w:rsidR="00977FB5">
        <w:t>Potilastietovarannon</w:t>
      </w:r>
      <w:r>
        <w:t xml:space="preserve"> ulkopuolella esimerkiksi aluetietojärjestelmän kautta.</w:t>
      </w:r>
    </w:p>
    <w:p w14:paraId="7E06FA9A" w14:textId="2FD469AA" w:rsidR="001661F3" w:rsidRPr="001661F3" w:rsidRDefault="001661F3" w:rsidP="001661F3">
      <w:pPr>
        <w:pStyle w:val="Leipteksti"/>
      </w:pPr>
      <w:r>
        <w:t xml:space="preserve">Käyttötapauksen lopputuloksena luovutusilmoitus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6A1E2ED0" w:rsidR="001661F3" w:rsidRPr="001661F3" w:rsidRDefault="00AD1EB6" w:rsidP="001661F3">
      <w:pPr>
        <w:pStyle w:val="Numeroituluettelo"/>
      </w:pPr>
      <w:r>
        <w:t>Potilastietovaranto ja Kanta-viestinvälitys, jatkossa Potilastietovaranto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7F64C9F0" w:rsidR="001661F3" w:rsidRDefault="001661F3" w:rsidP="001661F3">
      <w:pPr>
        <w:pStyle w:val="Numeroituluettelo"/>
        <w:spacing w:after="0"/>
      </w:pPr>
      <w:r>
        <w:t xml:space="preserve">Järjestelmä muodostaa luovutusta koskevista tiedoista </w:t>
      </w:r>
      <w:r w:rsidR="00493B53">
        <w:t xml:space="preserve">Kantaan tallennettavan CDA </w:t>
      </w:r>
      <w:r>
        <w:t xml:space="preserve">R2 -asiakirjan seuraavilla periaatteilla [V1] </w:t>
      </w:r>
    </w:p>
    <w:p w14:paraId="2141E9E6" w14:textId="73BF6284" w:rsidR="001661F3" w:rsidRDefault="001661F3" w:rsidP="00A642C1">
      <w:pPr>
        <w:pStyle w:val="Luettelokappale"/>
        <w:numPr>
          <w:ilvl w:val="0"/>
          <w:numId w:val="38"/>
        </w:numPr>
      </w:pPr>
      <w:r>
        <w:t>Lomaketyyppisistä näkymistä tuotetaan aina oma itsenäinen asiakirja</w:t>
      </w:r>
    </w:p>
    <w:p w14:paraId="78B6D51F" w14:textId="43919D42" w:rsidR="001661F3" w:rsidRDefault="001661F3" w:rsidP="00A642C1">
      <w:pPr>
        <w:pStyle w:val="Luettelokappale"/>
        <w:numPr>
          <w:ilvl w:val="0"/>
          <w:numId w:val="38"/>
        </w:numPr>
      </w:pPr>
      <w:r>
        <w:t>Asiakirjan rakenne noudattaa ”</w:t>
      </w:r>
      <w:r w:rsidR="00977FB5">
        <w:t>Potilastietovarannon</w:t>
      </w:r>
      <w:r>
        <w:t xml:space="preserve"> kertomus ja lomakkeet” -oppaan rakennetta ja siellä määriteltyä lomakemekanismia [LM2]</w:t>
      </w:r>
    </w:p>
    <w:p w14:paraId="191B0BC9" w14:textId="18191991" w:rsidR="001661F3" w:rsidRDefault="001661F3" w:rsidP="00A642C1">
      <w:pPr>
        <w:pStyle w:val="Luettelokappale"/>
        <w:numPr>
          <w:ilvl w:val="0"/>
          <w:numId w:val="38"/>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A642C1">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A642C1">
      <w:pPr>
        <w:pStyle w:val="Luettelokappale"/>
        <w:numPr>
          <w:ilvl w:val="0"/>
          <w:numId w:val="38"/>
        </w:numPr>
      </w:pPr>
      <w:r>
        <w:t>Asiakirjalle täydennetään kuvailutiedot kuvailutietojen määrittelyn mukaisesti [LM5]</w:t>
      </w:r>
    </w:p>
    <w:p w14:paraId="0E92D275" w14:textId="6043932E" w:rsidR="001661F3" w:rsidRDefault="00493B53" w:rsidP="00A642C1">
      <w:pPr>
        <w:pStyle w:val="Luettelokappale"/>
        <w:numPr>
          <w:ilvl w:val="0"/>
          <w:numId w:val="38"/>
        </w:numPr>
      </w:pPr>
      <w:r>
        <w:t>Tallennettavan</w:t>
      </w:r>
      <w:r w:rsidR="001661F3">
        <w:t xml:space="preserve">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07A417E9" w:rsidR="001661F3" w:rsidRDefault="001661F3" w:rsidP="001661F3">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06CD36E6" w:rsidR="001661F3" w:rsidRDefault="001661F3" w:rsidP="001661F3">
      <w:pPr>
        <w:pStyle w:val="Numeroituluettelo"/>
      </w:pPr>
      <w:r>
        <w:t xml:space="preserve">Järjestelmä tallentaa tiedon siitä, että merkintä on </w:t>
      </w:r>
      <w:r w:rsidR="0018633A">
        <w:t>tallennettu</w:t>
      </w:r>
      <w:r>
        <w:t>.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9EC066A" w:rsidR="001661F3" w:rsidRDefault="001661F3" w:rsidP="001661F3">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34569D74"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xml:space="preserve">- Tämä lomakemäärittelyn luovutusilmoitukset </w:t>
      </w:r>
      <w:r w:rsidR="00493B53">
        <w:t>tallennetaan</w:t>
      </w:r>
      <w:r w:rsidR="002B68BD">
        <w:t xml:space="preserve"> luovutuksen antavan organisaation rekisteriin riippumatta luovutustilanteesta.</w:t>
      </w:r>
    </w:p>
    <w:p w14:paraId="6CEF340C" w14:textId="68EC6F02"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w:t>
      </w:r>
      <w:r w:rsidR="00493B53">
        <w:t>tallennetaan</w:t>
      </w:r>
      <w:r w:rsidR="002B68BD">
        <w:t xml:space="preserve"> luovutuksen saavan organisaation rekisteriin. </w:t>
      </w:r>
      <w:r w:rsidR="006E62E9">
        <w:t>Luovutustilanteen A</w:t>
      </w:r>
      <w:r w:rsidR="002B68BD">
        <w:t xml:space="preserve"> luovutusilmoitukset </w:t>
      </w:r>
      <w:r w:rsidR="00493B53">
        <w:t>tallennetaan</w:t>
      </w:r>
      <w:r w:rsidR="002B68BD">
        <w:t xml:space="preserve"> luovutuksen antavan organisaation rekisteriin.</w:t>
      </w:r>
    </w:p>
    <w:p w14:paraId="24D00E32" w14:textId="1BE1EC19" w:rsidR="001661F3" w:rsidRPr="001661F3" w:rsidRDefault="00076B9B" w:rsidP="00076B9B">
      <w:r>
        <w:br w:type="page"/>
      </w:r>
    </w:p>
    <w:p w14:paraId="7A755399" w14:textId="02481754" w:rsidR="009F703C" w:rsidRDefault="00187A6D" w:rsidP="00187A6D">
      <w:pPr>
        <w:pStyle w:val="Otsikko1"/>
      </w:pPr>
      <w:bookmarkStart w:id="24" w:name="_Toc216782557"/>
      <w:bookmarkStart w:id="25" w:name="_Hlk157071164"/>
      <w:r w:rsidRPr="00187A6D">
        <w:lastRenderedPageBreak/>
        <w:t>Korvaa palvelutapahtuma-asiakirja (PPA</w:t>
      </w:r>
      <w:r w:rsidR="00081E50">
        <w:t>, PPA11</w:t>
      </w:r>
      <w:r w:rsidRPr="00187A6D">
        <w:t>)</w:t>
      </w:r>
      <w:bookmarkEnd w:id="24"/>
    </w:p>
    <w:bookmarkEnd w:id="25"/>
    <w:p w14:paraId="021501E8" w14:textId="4D3B2687" w:rsidR="009F703C" w:rsidRDefault="009F703C" w:rsidP="009F703C">
      <w:pPr>
        <w:pStyle w:val="Otsikko2"/>
      </w:pPr>
      <w:r w:rsidRPr="009F703C">
        <w:t>Käyttötapauksen yleiskuvaus ja lopputulos</w:t>
      </w:r>
    </w:p>
    <w:p w14:paraId="4D617A26" w14:textId="6F0488AF" w:rsidR="00083FB1" w:rsidRDefault="00083FB1" w:rsidP="00083FB1">
      <w:pPr>
        <w:pStyle w:val="Leipteksti"/>
      </w:pPr>
      <w:r>
        <w:t xml:space="preserve">Kayttötapaus kuvaa palvelutapahtuman korvaavan version </w:t>
      </w:r>
      <w:r w:rsidR="001B2B7D">
        <w:t>tallennuksen</w:t>
      </w:r>
      <w:r>
        <w:t xml:space="preserve"> potilasasiakirjojen </w:t>
      </w:r>
      <w:r w:rsidR="001B2B7D">
        <w:t>tallennuksen</w:t>
      </w:r>
      <w:r>
        <w:t xml:space="preserve"> palvelupyyntöä (PPA) käyttäen. </w:t>
      </w:r>
      <w:r w:rsidR="007D5DCB">
        <w:t xml:space="preserve">Potilastietovaranto </w:t>
      </w:r>
      <w:r>
        <w:t xml:space="preserve">tarjoaa yksittäisten palvelupyyntöjen rinnalla käyttöön yleisen potilasasiakirjojen </w:t>
      </w:r>
      <w:r w:rsidR="001B2B7D">
        <w:t>tallennuksen</w:t>
      </w:r>
      <w:r>
        <w:t xml:space="preserve"> palvelupyynnön. Tällä palvelupyynnöllä </w:t>
      </w:r>
      <w:r w:rsidR="0018633A">
        <w:t>tallentava</w:t>
      </w:r>
      <w:r>
        <w:t xml:space="preserve"> järjestelmä ei kerro </w:t>
      </w:r>
      <w:r w:rsidR="00FB2EB2">
        <w:t>tallennus</w:t>
      </w:r>
      <w:r>
        <w:t xml:space="preserve">tilannetta, vaan PTA päättelee, onko kyseessä </w:t>
      </w:r>
      <w:r w:rsidR="00FB2EB2">
        <w:t>tallennus</w:t>
      </w:r>
      <w:r>
        <w:t xml:space="preserve"> omaan rekisteriin vai ostopalvelutilanne.</w:t>
      </w:r>
    </w:p>
    <w:p w14:paraId="2F97EE0E" w14:textId="50FE7974" w:rsidR="00083FB1" w:rsidRDefault="00083FB1" w:rsidP="00083FB1">
      <w:pPr>
        <w:pStyle w:val="Leipteksti"/>
        <w:spacing w:after="0"/>
      </w:pPr>
      <w:r>
        <w:t xml:space="preserve">Käyttötapaus kuvaa korvaavan palvelutapahtuman </w:t>
      </w:r>
      <w:r w:rsidR="00FB2EB2">
        <w:t>tallennus</w:t>
      </w:r>
      <w:r>
        <w:t>tilanteet:</w:t>
      </w:r>
    </w:p>
    <w:p w14:paraId="7294584A" w14:textId="555D705C" w:rsidR="00083FB1" w:rsidRDefault="00083FB1" w:rsidP="00D54165">
      <w:pPr>
        <w:pStyle w:val="Leipteksti"/>
        <w:numPr>
          <w:ilvl w:val="0"/>
          <w:numId w:val="11"/>
        </w:numPr>
        <w:spacing w:after="0"/>
      </w:pPr>
      <w:r>
        <w:t>Organisaation omassa rekisterissä olevan palvelutapahtuman korvaaminen</w:t>
      </w:r>
      <w:r w:rsidR="000D00CA">
        <w:t>.</w:t>
      </w:r>
    </w:p>
    <w:p w14:paraId="400BFA7B" w14:textId="7CAC5189" w:rsidR="00083FB1" w:rsidRDefault="00083FB1" w:rsidP="00D54165">
      <w:pPr>
        <w:pStyle w:val="Leipteksti"/>
        <w:numPr>
          <w:ilvl w:val="0"/>
          <w:numId w:val="11"/>
        </w:numPr>
        <w:spacing w:after="0"/>
      </w:pPr>
      <w:r>
        <w:t>Organisaation omassa rekisterissä olevan palvelutapahtuman korvaaminen</w:t>
      </w:r>
      <w:r w:rsidR="000D00CA">
        <w:t>.</w:t>
      </w:r>
      <w:r>
        <w:t xml:space="preserve"> ostopalvelun järjestäjänä ostopalvelutilannetta varten.</w:t>
      </w:r>
    </w:p>
    <w:p w14:paraId="2695143B" w14:textId="62A43ADF" w:rsidR="00083FB1" w:rsidRDefault="00083FB1">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1F2D63FC" w14:textId="37FB0D35" w:rsidR="005D1228" w:rsidRDefault="00083FB1">
      <w:pPr>
        <w:pStyle w:val="Leipteksti"/>
      </w:pPr>
      <w:r>
        <w:t xml:space="preserve">Huom. Vanhojen asiakirjojen palvelutapahtuman </w:t>
      </w:r>
      <w:r w:rsidR="00FB2EB2">
        <w:t>tallennus</w:t>
      </w:r>
      <w:r>
        <w:t xml:space="preserve"> ei ole mahdollinen tällä palvelupyynnöllä.</w:t>
      </w:r>
    </w:p>
    <w:p w14:paraId="0A15AA46" w14:textId="17604E22" w:rsidR="005D1228" w:rsidRDefault="005D1228" w:rsidP="005D1228">
      <w:pPr>
        <w:pStyle w:val="Leipteksti"/>
      </w:pPr>
      <w:r>
        <w:t>Käyttötapaus kuvaa myös palvelutapahtuman korvaamisen toimintansa päättäneen terveydenhuollon yksityisen rekisterinpitäjän rekisteriin [LT1]</w:t>
      </w:r>
      <w:r w:rsidR="000D00CA">
        <w:t>.</w:t>
      </w:r>
      <w:r>
        <w:t xml:space="preserve"> </w:t>
      </w:r>
    </w:p>
    <w:p w14:paraId="7C31F17A" w14:textId="46B98A28" w:rsidR="005D1228" w:rsidRDefault="004A7F9E" w:rsidP="007E3B4B">
      <w:pPr>
        <w:pStyle w:val="Leipteksti"/>
        <w:numPr>
          <w:ilvl w:val="0"/>
          <w:numId w:val="11"/>
        </w:numPr>
      </w:pPr>
      <w:r>
        <w:t>Toimintansa päättäneen rekisterinpitäjän rekisterissä olevan palvelutapahtuman korvaaminen</w:t>
      </w:r>
      <w:r w:rsidR="006D0F2A">
        <w:t xml:space="preserve"> järjestämisvastuun perusteella</w:t>
      </w:r>
      <w:r>
        <w:t xml:space="preserve">. </w:t>
      </w:r>
      <w:r w:rsidR="0018633A">
        <w:t>Sanoman</w:t>
      </w:r>
      <w:r w:rsidR="005D1228">
        <w:t xml:space="preserve"> lähettävä organisaatio on järjestämisvastuullinen toimija eli hyvinvointialue tai Helsingin kaupunki. Asiakirja </w:t>
      </w:r>
      <w:r w:rsidR="00493B53">
        <w:t>tallennetaan</w:t>
      </w:r>
      <w:r w:rsidR="005D1228">
        <w:t xml:space="preserve"> toimintansa päättäneen rekisterinpitäjän rekisteriin.</w:t>
      </w:r>
      <w:r w:rsidR="00081E50">
        <w:t xml:space="preserve"> Käytettävä palvelupyyntö on PPA11.</w:t>
      </w:r>
    </w:p>
    <w:p w14:paraId="3C35FC20" w14:textId="73551C41" w:rsidR="006D0F2A" w:rsidRDefault="00863A9D" w:rsidP="006D0F2A">
      <w:pPr>
        <w:pStyle w:val="Leipteksti"/>
        <w:numPr>
          <w:ilvl w:val="0"/>
          <w:numId w:val="11"/>
        </w:numPr>
      </w:pPr>
      <w:bookmarkStart w:id="26" w:name="_Hlk162973927"/>
      <w:r>
        <w:t xml:space="preserve">Toimintansa päättäneen rekisterinpitäjän rekisterissä olevan palvelutapahtuman korvaaminen </w:t>
      </w:r>
      <w:r w:rsidR="006D0F2A">
        <w:t xml:space="preserve">yhteisliitttymismallissa, jos palvelunantajat ovat sopineet yhteisrekisterinpitäjyydestä. </w:t>
      </w:r>
      <w:r w:rsidR="0018633A">
        <w:t>Sanoman</w:t>
      </w:r>
      <w:r w:rsidR="006D0F2A">
        <w:t xml:space="preserve"> lähettävä organisaatio on yhteisliittymän isäntäorganisaatio. Asiakirja </w:t>
      </w:r>
      <w:r w:rsidR="00493B53">
        <w:t>tallennetaan</w:t>
      </w:r>
      <w:r w:rsidR="006D0F2A">
        <w:t xml:space="preserve"> toimintansa päättäneen rekisterinpitäjän rekisteriin. Käytettävä palvelupyyntö on PPA.</w:t>
      </w:r>
    </w:p>
    <w:bookmarkEnd w:id="26"/>
    <w:p w14:paraId="6E5A8F44" w14:textId="025F8460" w:rsidR="00083FB1" w:rsidRDefault="00083FB1" w:rsidP="00083FB1">
      <w:pPr>
        <w:pStyle w:val="Leipteksti"/>
      </w:pPr>
      <w:r>
        <w:lastRenderedPageBreak/>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141E86D" w14:textId="185C6890" w:rsidR="00083FB1" w:rsidRPr="00083FB1" w:rsidRDefault="00083FB1" w:rsidP="00083FB1">
      <w:pPr>
        <w:pStyle w:val="Leipteksti"/>
      </w:pPr>
      <w:r>
        <w:t xml:space="preserve">Lopputuloksena palvelutapahtuman tuottanut organisaatio on muodostanut palvelutapahtuma-asiakirjasta uuden version, se on </w:t>
      </w:r>
      <w:r w:rsidR="0018633A">
        <w:t>tallennettu</w:t>
      </w:r>
      <w:r>
        <w:t xml:space="preserve"> </w:t>
      </w:r>
      <w:r w:rsidR="007D5DCB">
        <w:t>Potilastietovarantoon</w:t>
      </w:r>
      <w:r>
        <w:t xml:space="preserve"> ja potilastietojärjestelmässä on tieto </w:t>
      </w:r>
      <w:r w:rsidR="0018633A">
        <w:t>Kantaan tallennuksesta</w:t>
      </w:r>
      <w:r>
        <w:t>.</w:t>
      </w:r>
    </w:p>
    <w:p w14:paraId="7AF6D55A" w14:textId="759C97F0" w:rsidR="009F703C" w:rsidRDefault="009F703C" w:rsidP="009F703C">
      <w:pPr>
        <w:pStyle w:val="Otsikko2"/>
      </w:pPr>
      <w:r w:rsidRPr="009F703C">
        <w:t>Käyttäjäroolit</w:t>
      </w:r>
    </w:p>
    <w:p w14:paraId="491CB364" w14:textId="5EF7DF30" w:rsidR="00083FB1" w:rsidRDefault="00083FB1" w:rsidP="00083FB1">
      <w:pPr>
        <w:pStyle w:val="Numeroituluettelo"/>
      </w:pPr>
      <w:r>
        <w:t>Kantaan liittynyt järjestelmä, potilastietojärjestelmä, jatkossa Järjestelmä</w:t>
      </w:r>
      <w:r w:rsidR="000D00CA">
        <w:t>.</w:t>
      </w:r>
    </w:p>
    <w:p w14:paraId="137DCC19" w14:textId="72688315" w:rsidR="00083FB1" w:rsidRPr="00083FB1" w:rsidRDefault="00AD1EB6" w:rsidP="00083FB1">
      <w:pPr>
        <w:pStyle w:val="Numeroituluettelo"/>
      </w:pPr>
      <w:r>
        <w:t>Potilastietovaranto ja Kanta-viestinvälitys, jatkossa Potilastietovaranto</w:t>
      </w:r>
      <w:r w:rsidR="000D00CA">
        <w:t>.</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A642C1">
      <w:pPr>
        <w:pStyle w:val="Luettelokappale"/>
        <w:numPr>
          <w:ilvl w:val="0"/>
          <w:numId w:val="38"/>
        </w:numPr>
        <w:spacing w:before="0"/>
      </w:pPr>
      <w:r>
        <w:t>Ostopalvelun järjestäjän ark</w:t>
      </w:r>
      <w:r w:rsidR="00696F24">
        <w:t xml:space="preserve">istoasiakirjat-rekisterissä on </w:t>
      </w:r>
      <w:r>
        <w:t>ostopalvelutilanteen mukainen ostopalvelun valtuutus.</w:t>
      </w:r>
    </w:p>
    <w:p w14:paraId="65025F4B" w14:textId="5AED8F14" w:rsidR="00083FB1" w:rsidRDefault="00083FB1" w:rsidP="00083FB1">
      <w:pPr>
        <w:pStyle w:val="Numeroituluettelo"/>
      </w:pPr>
      <w:r>
        <w:t xml:space="preserve">Lisäksi tilanteessa C (ostopalvelu): Ostopalvelun järjestäjän arkistoasiakirjat-rekisterissä on ostopalvelun valtuutus, joka oikeuttaa ostopalvelun tuottajan </w:t>
      </w:r>
      <w:r w:rsidR="00493B53">
        <w:t>tallentamaan</w:t>
      </w:r>
      <w:r>
        <w:t xml:space="preserve"> palvelutapahtuman ostopalvelun järjestäjän rekisteriin</w:t>
      </w:r>
      <w:r w:rsidR="005D1228">
        <w:t>.</w:t>
      </w:r>
    </w:p>
    <w:p w14:paraId="621E349F" w14:textId="2ED580DA" w:rsidR="005D1228" w:rsidRDefault="005D1228" w:rsidP="005D1228">
      <w:pPr>
        <w:pStyle w:val="Numeroituluettelo"/>
        <w:spacing w:before="240" w:after="0"/>
      </w:pPr>
      <w:bookmarkStart w:id="27" w:name="_Hlk174023783"/>
      <w:r>
        <w:t>Lisäksi tilanteessa D (</w:t>
      </w:r>
      <w:r w:rsidR="00FB2EB2">
        <w:t>tallennus</w:t>
      </w:r>
      <w:r>
        <w:t xml:space="preserve"> toimintansa päättäneen rekisterinpitäjän rekisteriin</w:t>
      </w:r>
      <w:r w:rsidR="00863A9D">
        <w:t xml:space="preserve"> järjestämisvastuun perusteella</w:t>
      </w:r>
      <w:r>
        <w:t>):</w:t>
      </w:r>
    </w:p>
    <w:p w14:paraId="24A4D222" w14:textId="6BDEB6D7" w:rsidR="005D1228" w:rsidRPr="00083FB1" w:rsidRDefault="005D1228" w:rsidP="00A642C1">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bookmarkEnd w:id="27"/>
    <w:p w14:paraId="61761A23" w14:textId="4F7F4001" w:rsidR="00863A9D" w:rsidRDefault="00863A9D" w:rsidP="002F247D">
      <w:pPr>
        <w:pStyle w:val="Numeroituluettelo"/>
        <w:spacing w:before="240" w:after="0"/>
      </w:pPr>
      <w:r>
        <w:t>Lisäksi tilanteessa E (</w:t>
      </w:r>
      <w:r w:rsidR="00FB2EB2">
        <w:t>tallennus</w:t>
      </w:r>
      <w:r>
        <w:t xml:space="preserve"> toimintansa päättäneen rekisterinpitäjän rekisteriin yhteisliittymismallissa):</w:t>
      </w:r>
    </w:p>
    <w:p w14:paraId="3AD8F51C" w14:textId="387F7A71" w:rsidR="00863A9D" w:rsidRDefault="00863A9D" w:rsidP="00A642C1">
      <w:pPr>
        <w:pStyle w:val="Luettelokappale"/>
        <w:numPr>
          <w:ilvl w:val="0"/>
          <w:numId w:val="31"/>
        </w:numPr>
        <w:spacing w:before="0"/>
      </w:pPr>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p>
    <w:p w14:paraId="15A63966" w14:textId="64A22100" w:rsidR="009F703C" w:rsidRDefault="009F703C" w:rsidP="007E3B4B">
      <w:pPr>
        <w:pStyle w:val="Otsikko2"/>
        <w:spacing w:before="240"/>
      </w:pPr>
      <w:r w:rsidRPr="009F703C">
        <w:t>Normaali tapahtumankulku</w:t>
      </w:r>
    </w:p>
    <w:p w14:paraId="63AC155D" w14:textId="77777777" w:rsidR="00083FB1" w:rsidRDefault="00083FB1" w:rsidP="007E3B4B">
      <w:pPr>
        <w:pStyle w:val="Leipteksti"/>
        <w:spacing w:after="0"/>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60F9D525" w:rsidR="00083FB1" w:rsidRDefault="00083FB1" w:rsidP="00A642C1">
      <w:pPr>
        <w:pStyle w:val="Luettelokappale"/>
        <w:numPr>
          <w:ilvl w:val="0"/>
          <w:numId w:val="38"/>
        </w:numPr>
        <w:spacing w:before="0"/>
      </w:pPr>
      <w:r>
        <w:lastRenderedPageBreak/>
        <w:t>Palvelutapahtuman päivittäminen: järjestelmä tuottaa palvelutapahtuman muuttuneet tiedot</w:t>
      </w:r>
      <w:r w:rsidR="000D00CA">
        <w:t>.</w:t>
      </w:r>
    </w:p>
    <w:p w14:paraId="65919C51" w14:textId="6B72E7B2" w:rsidR="00083FB1" w:rsidRDefault="00083FB1" w:rsidP="00A642C1">
      <w:pPr>
        <w:pStyle w:val="Luettelokappale"/>
        <w:numPr>
          <w:ilvl w:val="0"/>
          <w:numId w:val="38"/>
        </w:numPr>
        <w:spacing w:before="0"/>
      </w:pPr>
      <w:r>
        <w:t>Palvelutapahtuman päättäminen: järjestelmä tuottaa palvelutapahtumalle loppupäivän</w:t>
      </w:r>
      <w:r w:rsidR="000D00CA">
        <w:t>.</w:t>
      </w:r>
    </w:p>
    <w:p w14:paraId="1E26AEBD" w14:textId="322F9026" w:rsidR="00083FB1" w:rsidRDefault="00083FB1" w:rsidP="00A642C1">
      <w:pPr>
        <w:pStyle w:val="Luettelokappale"/>
        <w:numPr>
          <w:ilvl w:val="0"/>
          <w:numId w:val="38"/>
        </w:numPr>
        <w:spacing w:before="0"/>
      </w:pPr>
      <w:r>
        <w:t>Palvelutapahtuman mitätöiminen: järjestelmä tuottaa mitätöivän palvelutapahtuma-asiakirjan</w:t>
      </w:r>
      <w:r w:rsidR="000D00CA">
        <w:t>.</w:t>
      </w:r>
    </w:p>
    <w:p w14:paraId="4D0A3DEF" w14:textId="1C819173" w:rsidR="00083FB1" w:rsidRDefault="00083FB1" w:rsidP="00DA739D">
      <w:pPr>
        <w:pStyle w:val="Luettelokappale"/>
        <w:numPr>
          <w:ilvl w:val="1"/>
          <w:numId w:val="5"/>
        </w:numPr>
        <w:spacing w:before="0"/>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r w:rsidR="000D00CA">
        <w:t>.</w:t>
      </w:r>
    </w:p>
    <w:p w14:paraId="1CF6D949" w14:textId="40065E0D" w:rsidR="00083FB1" w:rsidRDefault="00083FB1" w:rsidP="00DA739D">
      <w:pPr>
        <w:pStyle w:val="Luettelokappale"/>
        <w:numPr>
          <w:ilvl w:val="1"/>
          <w:numId w:val="5"/>
        </w:numPr>
        <w:spacing w:before="0"/>
      </w:pPr>
      <w:r>
        <w:t>Palvelutapahtuman mitätöinti on mahdollinen vain, jos siihen kuuluvat hoitoasiakirjat on jo mitätöity</w:t>
      </w:r>
      <w:r w:rsidR="000D00CA">
        <w:t>.</w:t>
      </w:r>
    </w:p>
    <w:p w14:paraId="44FA88BB" w14:textId="45394564" w:rsidR="00083FB1" w:rsidRDefault="00083FB1" w:rsidP="00A642C1">
      <w:pPr>
        <w:pStyle w:val="Luettelokappale"/>
        <w:numPr>
          <w:ilvl w:val="0"/>
          <w:numId w:val="38"/>
        </w:numPr>
        <w:spacing w:before="0"/>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6B5F395B" w:rsidR="00083FB1" w:rsidRDefault="00083FB1" w:rsidP="00083FB1">
      <w:pPr>
        <w:pStyle w:val="Numeroituluettelo"/>
      </w:pPr>
      <w:r>
        <w:t xml:space="preserve">Järjestelmä muodostaa valituista tiedoista </w:t>
      </w:r>
      <w:r w:rsidR="00493B53">
        <w:t xml:space="preserve">Kantaan tallennettavan CDA </w:t>
      </w:r>
      <w:r>
        <w:t xml:space="preserve">R2 -asiakirjan käyttötapauksen </w:t>
      </w:r>
      <w:r w:rsidR="00493B53">
        <w:t>Tallenna</w:t>
      </w:r>
      <w:r>
        <w:t xml:space="preserve"> palvelutapahtuma-asiakirja (PPA) normaalissa tapahtumankulussa kuvattujen periaatteiden mukaisesti [V1, LM2]</w:t>
      </w:r>
      <w:r w:rsidR="000D00CA">
        <w:t>.</w:t>
      </w:r>
    </w:p>
    <w:p w14:paraId="20D5AD21" w14:textId="3CB1AA2A" w:rsidR="00083FB1" w:rsidRDefault="00083FB1" w:rsidP="00083FB1">
      <w:pPr>
        <w:pStyle w:val="Numeroituluettelo"/>
      </w:pPr>
      <w:r>
        <w:t>Järjestelmä allekirjoittaa asiakirjan järjestelmäallekirjoitus-varmenteella [V2, LM3]</w:t>
      </w:r>
      <w:r w:rsidR="000D00CA">
        <w:t>.</w:t>
      </w:r>
    </w:p>
    <w:p w14:paraId="405F9B29" w14:textId="06D9ED05" w:rsidR="00083FB1" w:rsidRDefault="00083FB1" w:rsidP="00083FB1">
      <w:pPr>
        <w:pStyle w:val="Numeroituluettelo"/>
      </w:pPr>
      <w:r>
        <w:t>Järjestelmä tallentaa tiedon siitä, mikä palvelutapahtuma tiedosta muodostettiin [V3]</w:t>
      </w:r>
      <w:r w:rsidR="000D00CA">
        <w:t>.</w:t>
      </w:r>
      <w:r>
        <w:t xml:space="preserve"> </w:t>
      </w:r>
    </w:p>
    <w:p w14:paraId="2ED05B5F" w14:textId="1F351D0D" w:rsidR="00083FB1" w:rsidRDefault="00083FB1" w:rsidP="00083FB1">
      <w:pPr>
        <w:pStyle w:val="Numeroituluettelo"/>
        <w:spacing w:after="0"/>
      </w:pPr>
      <w:r>
        <w:t xml:space="preserve">Järjestelmä arkistoi asiakirjan alikäyttötapauksen </w:t>
      </w:r>
      <w:r w:rsidR="00493B53">
        <w:t>Tallenna</w:t>
      </w:r>
      <w:r>
        <w:t xml:space="preserve"> asiakirja mukaisesti [V4]</w:t>
      </w:r>
      <w:r w:rsidR="000D00CA">
        <w:t>.</w:t>
      </w:r>
    </w:p>
    <w:p w14:paraId="0A4E1F6F" w14:textId="06EA21DE" w:rsidR="00083FB1" w:rsidRDefault="00083FB1" w:rsidP="00A642C1">
      <w:pPr>
        <w:pStyle w:val="Luettelokappale"/>
        <w:numPr>
          <w:ilvl w:val="0"/>
          <w:numId w:val="38"/>
        </w:numPr>
        <w:spacing w:before="0"/>
      </w:pPr>
      <w:r>
        <w:t>MR-sanoma on RCMR_IN100016 FI01</w:t>
      </w:r>
      <w:r w:rsidR="000D00CA">
        <w:t>.</w:t>
      </w:r>
    </w:p>
    <w:p w14:paraId="7218A995" w14:textId="57807CF8" w:rsidR="00083FB1" w:rsidRDefault="00083FB1" w:rsidP="00A642C1">
      <w:pPr>
        <w:pStyle w:val="Luettelokappale"/>
        <w:numPr>
          <w:ilvl w:val="0"/>
          <w:numId w:val="38"/>
        </w:numPr>
        <w:spacing w:before="0"/>
      </w:pPr>
      <w:r>
        <w:t>Palvelupyyntö on [LK3]</w:t>
      </w:r>
    </w:p>
    <w:p w14:paraId="372EA52D" w14:textId="28A112B0" w:rsidR="00083FB1" w:rsidRDefault="00083FB1" w:rsidP="005D1228">
      <w:pPr>
        <w:pStyle w:val="Luettelokappale"/>
        <w:numPr>
          <w:ilvl w:val="1"/>
          <w:numId w:val="5"/>
        </w:numPr>
        <w:spacing w:before="0"/>
      </w:pPr>
      <w:r>
        <w:t>PPA, Potilasasiakirjojen arkistointi</w:t>
      </w:r>
    </w:p>
    <w:p w14:paraId="4656B10B" w14:textId="5F22071B" w:rsidR="005D1228" w:rsidRDefault="005D1228" w:rsidP="00DA739D">
      <w:pPr>
        <w:pStyle w:val="Luettelokappale"/>
        <w:numPr>
          <w:ilvl w:val="1"/>
          <w:numId w:val="5"/>
        </w:numPr>
        <w:spacing w:before="0"/>
      </w:pPr>
      <w:r>
        <w:t xml:space="preserve">poikkeus tilanteessa D: PPA11, </w:t>
      </w:r>
      <w:r w:rsidRPr="006726B8">
        <w:t>Potilasasiakirjojen arkistointi toimintansa päättäneen rekisterinpitäjän rekisteriin</w:t>
      </w:r>
      <w:r>
        <w:t xml:space="preserve"> [LT</w:t>
      </w:r>
      <w:r w:rsidR="004A7F9E">
        <w:t>2</w:t>
      </w:r>
      <w:r>
        <w:t>]</w:t>
      </w:r>
      <w:r w:rsidR="000D00CA">
        <w:t>.</w:t>
      </w:r>
    </w:p>
    <w:p w14:paraId="1383867E" w14:textId="387C436C" w:rsidR="00083FB1" w:rsidRDefault="00083FB1" w:rsidP="00A642C1">
      <w:pPr>
        <w:pStyle w:val="Luettelokappale"/>
        <w:numPr>
          <w:ilvl w:val="0"/>
          <w:numId w:val="38"/>
        </w:numPr>
        <w:spacing w:before="0"/>
      </w:pPr>
      <w:r>
        <w:t>Asiakirjan korvauksen syy [LK2]</w:t>
      </w:r>
    </w:p>
    <w:p w14:paraId="37CB4CC4" w14:textId="5A4335E3" w:rsidR="00083FB1" w:rsidRDefault="00083FB1" w:rsidP="00DA739D">
      <w:pPr>
        <w:pStyle w:val="Luettelokappale"/>
        <w:numPr>
          <w:ilvl w:val="1"/>
          <w:numId w:val="5"/>
        </w:numPr>
        <w:spacing w:before="0"/>
      </w:pPr>
      <w:r>
        <w:t>palvelutapahtuman päättäminen ja päivittäminen: 1, korjaus</w:t>
      </w:r>
      <w:r w:rsidR="000D00CA">
        <w:t>.</w:t>
      </w:r>
    </w:p>
    <w:p w14:paraId="0D4CCF80" w14:textId="7E59E8C1" w:rsidR="00083FB1" w:rsidRDefault="00083FB1" w:rsidP="00DA739D">
      <w:pPr>
        <w:pStyle w:val="Luettelokappale"/>
        <w:numPr>
          <w:ilvl w:val="1"/>
          <w:numId w:val="5"/>
        </w:numPr>
        <w:spacing w:before="0"/>
      </w:pPr>
      <w:r>
        <w:t>palvelutapahtuman mitätöiminen: 2, mitätöinti</w:t>
      </w:r>
      <w:r w:rsidR="000D00CA">
        <w:t>.</w:t>
      </w:r>
    </w:p>
    <w:p w14:paraId="56C1223D" w14:textId="37777F42" w:rsidR="00083FB1" w:rsidRDefault="00083FB1" w:rsidP="00DA739D">
      <w:pPr>
        <w:pStyle w:val="Luettelokappale"/>
        <w:numPr>
          <w:ilvl w:val="1"/>
          <w:numId w:val="5"/>
        </w:numPr>
        <w:spacing w:before="0"/>
      </w:pPr>
      <w:r>
        <w:t>palvelutapahtumaa ei ole mahdollista päivittää tai mitätöidä siten että vanhat versiot merkitään käytöstä poistetuiksi (koodiarvot 3 ja 4)</w:t>
      </w:r>
      <w:r w:rsidR="000D00CA">
        <w:t>.</w:t>
      </w:r>
    </w:p>
    <w:p w14:paraId="4A4B559A" w14:textId="49DEBE19" w:rsidR="00083FB1" w:rsidRDefault="00083FB1" w:rsidP="00A642C1">
      <w:pPr>
        <w:pStyle w:val="Luettelokappale"/>
        <w:numPr>
          <w:ilvl w:val="0"/>
          <w:numId w:val="38"/>
        </w:numPr>
        <w:spacing w:before="0"/>
      </w:pPr>
      <w:r>
        <w:t xml:space="preserve">Kun kyseessä on alaikäinen henkilö, järjestelmä tuottaa sanomalle palvelutapahtuman metatietoihin tiedon huoltajille luovuttamisen kiellon tilanteesta [LM4, LK13]. </w:t>
      </w:r>
    </w:p>
    <w:p w14:paraId="471FCDCF" w14:textId="41842D33" w:rsidR="00083FB1" w:rsidRDefault="00083FB1" w:rsidP="00083FB1">
      <w:pPr>
        <w:pStyle w:val="Numeroituluettelo"/>
      </w:pPr>
      <w:r>
        <w:t xml:space="preserve">Järjestelmä tallentaa tiedon siitä, että palvelutapahtuman korvaava versio on </w:t>
      </w:r>
      <w:r w:rsidR="0018633A">
        <w:t>tallennettu</w:t>
      </w:r>
      <w:r>
        <w:t xml:space="preserve"> [V3]</w:t>
      </w:r>
      <w:r w:rsidR="000D00CA">
        <w:t>.</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lastRenderedPageBreak/>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A46BB6" w14:textId="77ECA2DB" w:rsidR="005D1228" w:rsidRDefault="00083FB1" w:rsidP="005C1B2C">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47E42BCB" w14:textId="77777777" w:rsidR="005D1228" w:rsidRDefault="005D1228" w:rsidP="005D1228">
      <w:pPr>
        <w:pStyle w:val="Otsikko2"/>
        <w:spacing w:before="240"/>
      </w:pPr>
      <w:r>
        <w:t>Lisätiedot</w:t>
      </w:r>
    </w:p>
    <w:p w14:paraId="1770E9AF" w14:textId="6B9015D0" w:rsidR="005D1228" w:rsidRDefault="005D1228" w:rsidP="005D1228">
      <w:pPr>
        <w:pStyle w:val="Leipteksti"/>
      </w:pPr>
      <w:r>
        <w:t xml:space="preserve">LT1 Toimintansa päättäneen rekisterinpitäjän rekisteriin </w:t>
      </w:r>
      <w:r w:rsidR="00493B53">
        <w:t>ei tallenneta</w:t>
      </w:r>
      <w:r>
        <w:t xml:space="preserve"> uutta tietoa, mutta tietoja voidaan tarvittaessa korjata. Toiminnan periaatteet on kuvattu dokumentissa </w:t>
      </w:r>
      <w:r w:rsidR="00977FB5">
        <w:t>Potilastietovarannon</w:t>
      </w:r>
      <w:r>
        <w:t xml:space="preserve">  toiminnalliset vaatimukset sosiaali- ja terveydenhuollon tietojärjestelmille [LM1].</w:t>
      </w:r>
    </w:p>
    <w:p w14:paraId="70CAB6A9" w14:textId="6A07BEEC" w:rsidR="004A7F9E" w:rsidRDefault="004A7F9E" w:rsidP="004A7F9E">
      <w:pPr>
        <w:pStyle w:val="Leipteksti"/>
        <w:spacing w:after="0"/>
      </w:pPr>
      <w:r>
        <w:t>LT2 Organisaatiotiedot MR-sanomalla, kun järjestämisvastuullinen rekisterinpitäjä arkistoi toimintansa päättäneen rekisterinpitäjän rekisteriin:</w:t>
      </w:r>
    </w:p>
    <w:p w14:paraId="2BCE66A9"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28451F3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7ECB2ED5" w14:textId="74F19D33" w:rsidR="004A7F9E" w:rsidRDefault="004A7F9E"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11AD77D5" w14:textId="2174418D" w:rsidR="005C1B2C" w:rsidRDefault="005C1B2C" w:rsidP="00472797">
      <w:pPr>
        <w:pStyle w:val="Leipteksti"/>
      </w:pPr>
    </w:p>
    <w:p w14:paraId="4FE9D280" w14:textId="42CC7C9E" w:rsidR="009F703C" w:rsidRDefault="00E57E35" w:rsidP="00E57E35">
      <w:pPr>
        <w:pStyle w:val="Otsikko1"/>
      </w:pPr>
      <w:bookmarkStart w:id="28" w:name="_Toc216782558"/>
      <w:r w:rsidRPr="00E57E35">
        <w:t>Korvaa palvelutapahtuma-asiakirja</w:t>
      </w:r>
      <w:bookmarkEnd w:id="28"/>
    </w:p>
    <w:p w14:paraId="583D54CF" w14:textId="23D6A6A6" w:rsidR="009F703C" w:rsidRDefault="009F703C" w:rsidP="009F703C">
      <w:pPr>
        <w:pStyle w:val="Otsikko2"/>
      </w:pPr>
      <w:r w:rsidRPr="009F703C">
        <w:t>Käyttötapauksen yleiskuvaus ja lopputulos</w:t>
      </w:r>
    </w:p>
    <w:p w14:paraId="5C23976B" w14:textId="34930DBC" w:rsidR="00E57E35" w:rsidRDefault="00E57E35" w:rsidP="00E57E35">
      <w:pPr>
        <w:pStyle w:val="Leipteksti"/>
        <w:spacing w:after="0"/>
      </w:pPr>
      <w:r>
        <w:t xml:space="preserve">Käyttötapaus kuvaa korvaavan palvelutapahtuman </w:t>
      </w:r>
      <w:r w:rsidR="00FB2EB2">
        <w:t>tallennus</w:t>
      </w:r>
      <w:r>
        <w:t>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29C598E9" w:rsidR="00E57E35" w:rsidRDefault="00E57E35" w:rsidP="00D54165">
      <w:pPr>
        <w:pStyle w:val="Leipteksti"/>
        <w:numPr>
          <w:ilvl w:val="0"/>
          <w:numId w:val="12"/>
        </w:numPr>
        <w:spacing w:after="0"/>
      </w:pPr>
      <w:r>
        <w:lastRenderedPageBreak/>
        <w:t xml:space="preserve">Vanhan palvelutapahtuman korvaaminen. Vanhoja asiakirjoja koskeva palvelutapahtuma korjataan potilastietojärjestelmästä sanomarajapinnan kautta </w:t>
      </w:r>
      <w:r w:rsidR="007D5DCB">
        <w:t>Potilastietovarantoon</w:t>
      </w:r>
      <w:r>
        <w:t xml:space="preserve">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0F32771E"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1E106D27" w14:textId="20BE6239" w:rsidR="0076514E" w:rsidRDefault="0076514E" w:rsidP="0076514E">
      <w:pPr>
        <w:pStyle w:val="Leipteksti"/>
        <w:spacing w:after="0"/>
      </w:pPr>
    </w:p>
    <w:p w14:paraId="7AB79609" w14:textId="22DE4214" w:rsidR="0076514E" w:rsidRDefault="0076514E" w:rsidP="0076514E">
      <w:pPr>
        <w:pStyle w:val="Leipteksti"/>
      </w:pPr>
      <w:r>
        <w:t>Käyttötapaus kuvaa myös palvelutapahtuman korvaamisen toimintansa päättäneen terveydenhuollon yksityisen rekisterinpitäjän rekisteriin [LT1</w:t>
      </w:r>
      <w:r w:rsidR="0075267D">
        <w:t>, LT2</w:t>
      </w:r>
      <w:r>
        <w:t xml:space="preserve">]. </w:t>
      </w:r>
    </w:p>
    <w:p w14:paraId="01CF2493" w14:textId="65D27109" w:rsidR="005E4E47" w:rsidRDefault="0076514E" w:rsidP="005E4E47">
      <w:pPr>
        <w:pStyle w:val="Leipteksti"/>
        <w:numPr>
          <w:ilvl w:val="0"/>
          <w:numId w:val="12"/>
        </w:numPr>
      </w:pPr>
      <w:r>
        <w:t xml:space="preserve">Toimintansa päättäneen rekisterinpitäjän rekisterissä olevan palvelutapahtuman korvaaminen yhteisliitttymismallissa, jos palvelunantajat ovat sopineet yhteisrekisterinpitäjyydestä. </w:t>
      </w:r>
      <w:r w:rsidR="0018633A">
        <w:t>Sanoman</w:t>
      </w:r>
      <w:r>
        <w:t xml:space="preserve"> lähettävä organisaatio on yhteisliittymän isäntäorganisaatio. Asiakirja </w:t>
      </w:r>
      <w:r w:rsidR="00493B53">
        <w:t>tallennetaan</w:t>
      </w:r>
      <w:r>
        <w:t xml:space="preserve"> toimintansa päättäneen rekisterinpitäjän rekisteriin. </w:t>
      </w:r>
      <w:r w:rsidR="005E4E47">
        <w:t>Käytettävä palvelupyyntö on PP1.</w:t>
      </w:r>
    </w:p>
    <w:p w14:paraId="497F5304" w14:textId="7B23C064" w:rsidR="005E4E47" w:rsidRDefault="005E4E47" w:rsidP="005E4E47">
      <w:pPr>
        <w:pStyle w:val="Leipteksti"/>
        <w:numPr>
          <w:ilvl w:val="0"/>
          <w:numId w:val="12"/>
        </w:numPr>
      </w:pPr>
      <w:r>
        <w:t xml:space="preserve">Toimintansa päättäneen rekisterinpitäjän rekisterissä olevan vanhan palvelutapahtuman korvaaminen järjestämisvastuun perusteella. </w:t>
      </w:r>
      <w:r w:rsidR="0018633A">
        <w:t>Sanoman</w:t>
      </w:r>
      <w:r>
        <w:t xml:space="preserve"> lähettävä organisaatio on järjestämisvastuullinen toimija eli hyvinvointialue tai Helsingin kaupunki. </w:t>
      </w:r>
      <w:r w:rsidR="0013030A">
        <w:t>Vanha a</w:t>
      </w:r>
      <w:r>
        <w:t xml:space="preserve">siakirja </w:t>
      </w:r>
      <w:r w:rsidR="00493B53">
        <w:t>tallennetaan</w:t>
      </w:r>
      <w:r>
        <w:t xml:space="preserve"> toimintansa päättäneen rekisterinpitäjän rekisteriin. Käytettävä palvelupyyntö on PP3711.</w:t>
      </w:r>
    </w:p>
    <w:p w14:paraId="42AC42A4" w14:textId="25A0AD3C" w:rsidR="00E57E35" w:rsidRDefault="00E57E35" w:rsidP="00E57E35">
      <w:pPr>
        <w:pStyle w:val="Leipteksti"/>
      </w:pPr>
      <w:r>
        <w:t xml:space="preserve">Potilastietojärjestelmä muodostaa ja arkistoi </w:t>
      </w:r>
      <w:r w:rsidR="007D5DCB">
        <w:t>Potilastietovarantoon</w:t>
      </w:r>
      <w:r>
        <w:t xml:space="preserve"> jo arkistoidun palvelutapahtuma-asiakirjan korvaavan palvelutapatuma-asiakirjan, kun palvelutapahtuma on tarpeen päivittää, päättää tai mitätöidä.</w:t>
      </w:r>
    </w:p>
    <w:p w14:paraId="7CC4061E" w14:textId="019D6412" w:rsidR="00E57E35" w:rsidRPr="00E57E35" w:rsidRDefault="00E57E35" w:rsidP="00E57E35">
      <w:pPr>
        <w:pStyle w:val="Leipteksti"/>
      </w:pPr>
      <w:r>
        <w:t xml:space="preserve">Lopputuloksena palvelutapahtuman tuottanut organisaatio on muodostanut palvelutapahtuma-asiakirjasta uuden version, se on </w:t>
      </w:r>
      <w:r w:rsidR="0018633A">
        <w:t>tallennettu</w:t>
      </w:r>
      <w:r>
        <w:t xml:space="preserve"> </w:t>
      </w:r>
      <w:r w:rsidR="007D5DCB">
        <w:t>Potilastietovarantoon</w:t>
      </w:r>
      <w:r>
        <w:t xml:space="preserve"> ja potilastietojärjestelmässä on tieto</w:t>
      </w:r>
      <w:r w:rsidR="0018633A">
        <w:t xml:space="preserve"> Kantaan</w:t>
      </w:r>
      <w:r>
        <w:t xml:space="preserve"> </w:t>
      </w:r>
      <w:r w:rsidR="0018633A">
        <w:t>tallennuksesta</w:t>
      </w:r>
      <w:r>
        <w:t>.</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0D096341" w:rsidR="00E57E35" w:rsidRPr="00E57E35" w:rsidRDefault="00AD1EB6" w:rsidP="00E57E35">
      <w:pPr>
        <w:pStyle w:val="Numeroituluettelo"/>
      </w:pPr>
      <w:r>
        <w:t>Potilastietovaranto ja Kanta-viestinvälitys, jatkossa Potilastietovaranto</w:t>
      </w:r>
    </w:p>
    <w:p w14:paraId="3CC11493" w14:textId="13238778" w:rsidR="009F703C" w:rsidRDefault="009F703C" w:rsidP="009F703C">
      <w:pPr>
        <w:pStyle w:val="Otsikko2"/>
      </w:pPr>
      <w:r w:rsidRPr="009F703C">
        <w:lastRenderedPageBreak/>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5CF1D8F0" w:rsidR="00E57E35" w:rsidRDefault="00E57E35" w:rsidP="00E57E35">
      <w:pPr>
        <w:pStyle w:val="Numeroituluettelo"/>
      </w:pPr>
      <w:r>
        <w:t xml:space="preserve">Lisäksi tilanteessa D (ostopalvelu): Ostopalvelun järjestäjän arkistoasiakirjat-rekisterissä on ostopalvelun valtuutus, joka oikeuttaa ostopalvelun tuottajan </w:t>
      </w:r>
      <w:r w:rsidR="00493B53">
        <w:t>tallentamaan</w:t>
      </w:r>
      <w:r>
        <w:t xml:space="preserve"> palvelutapahtuman ostopalvelun järjestäjän rekisteriin.</w:t>
      </w:r>
    </w:p>
    <w:p w14:paraId="02BE9701" w14:textId="2D2533E5" w:rsidR="0076514E" w:rsidRDefault="0076514E" w:rsidP="0076514E">
      <w:pPr>
        <w:pStyle w:val="Numeroituluettelo"/>
        <w:spacing w:before="240" w:after="0"/>
      </w:pPr>
      <w:r>
        <w:t>Lisäksi tilanteessa E (</w:t>
      </w:r>
      <w:r w:rsidR="00FB2EB2">
        <w:t>tallennus</w:t>
      </w:r>
      <w:r>
        <w:t xml:space="preserve"> toimintansa päättäneen rekisterinpitäjän rekisteriin yhteisliittymismallissa):</w:t>
      </w:r>
    </w:p>
    <w:p w14:paraId="14BBC699" w14:textId="78802C48" w:rsidR="0076514E" w:rsidRDefault="0076514E" w:rsidP="00A642C1">
      <w:pPr>
        <w:pStyle w:val="Luettelokappale"/>
        <w:numPr>
          <w:ilvl w:val="0"/>
          <w:numId w:val="31"/>
        </w:numPr>
        <w:spacing w:before="0"/>
      </w:pPr>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p>
    <w:p w14:paraId="0C9FE02C" w14:textId="62295F31" w:rsidR="005E4E47" w:rsidRDefault="005E4E47" w:rsidP="00977FB5">
      <w:pPr>
        <w:pStyle w:val="Numeroituluettelo"/>
        <w:spacing w:before="240" w:after="0"/>
      </w:pPr>
      <w:r>
        <w:t xml:space="preserve">Lisäksi tilanteessa F (vanhan asiakirjan </w:t>
      </w:r>
      <w:r w:rsidR="00FB2EB2">
        <w:t>tallennus</w:t>
      </w:r>
      <w:r>
        <w:t xml:space="preserve"> toimintansa päättäneen rekisterinpitäjän rekisteriin järjestämisvastuun perusteella):</w:t>
      </w:r>
    </w:p>
    <w:p w14:paraId="6C67C190" w14:textId="77777777" w:rsidR="005E4E47" w:rsidRPr="00083FB1" w:rsidRDefault="005E4E47" w:rsidP="005E4E47">
      <w:pPr>
        <w:pStyle w:val="Luettelokappale"/>
        <w:numPr>
          <w:ilvl w:val="0"/>
          <w:numId w:val="31"/>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682FCB87" w14:textId="77777777" w:rsidR="005E4E47" w:rsidRPr="00E57E35" w:rsidRDefault="005E4E47" w:rsidP="00977FB5">
      <w:pPr>
        <w:pStyle w:val="Luettelokappale"/>
        <w:spacing w:before="0"/>
        <w:ind w:left="2515"/>
      </w:pPr>
    </w:p>
    <w:p w14:paraId="563F25FD" w14:textId="59ABA9D6" w:rsidR="009F703C" w:rsidRDefault="009F703C" w:rsidP="001C0A14">
      <w:pPr>
        <w:pStyle w:val="Otsikko2"/>
        <w:spacing w:before="240"/>
      </w:pPr>
      <w:r w:rsidRPr="009F703C">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A642C1">
      <w:pPr>
        <w:pStyle w:val="Luettelokappale"/>
        <w:numPr>
          <w:ilvl w:val="0"/>
          <w:numId w:val="38"/>
        </w:numPr>
      </w:pPr>
      <w:r>
        <w:t>Palvelutapahtuman päivittäminen: järjestelmä tuottaa palvelutapahtuman muuttuneet tiedot</w:t>
      </w:r>
    </w:p>
    <w:p w14:paraId="3C92BEE2" w14:textId="7FEDECE8" w:rsidR="00E57E35" w:rsidRDefault="00E57E35" w:rsidP="00A642C1">
      <w:pPr>
        <w:pStyle w:val="Luettelokappale"/>
        <w:numPr>
          <w:ilvl w:val="0"/>
          <w:numId w:val="38"/>
        </w:numPr>
      </w:pPr>
      <w:r>
        <w:t>Palvelutapahtuman päättäminen: järjestelmä tuottaa palvelutapahtumalle loppupäivän</w:t>
      </w:r>
    </w:p>
    <w:p w14:paraId="64B1B9F8" w14:textId="7959F9E1" w:rsidR="00E57E35" w:rsidRDefault="00E57E35" w:rsidP="00A642C1">
      <w:pPr>
        <w:pStyle w:val="Luettelokappale"/>
        <w:numPr>
          <w:ilvl w:val="0"/>
          <w:numId w:val="38"/>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lastRenderedPageBreak/>
        <w:t>Palvelutapahtuman mitätöinti on mahdollinen vain, jos siihen kuuluvat hoitoasiakirjat on jo mitätöity</w:t>
      </w:r>
    </w:p>
    <w:p w14:paraId="54E09E8F" w14:textId="7CD87AAD" w:rsidR="00E57E35" w:rsidRDefault="00E57E35" w:rsidP="00A642C1">
      <w:pPr>
        <w:pStyle w:val="Luettelokappale"/>
        <w:numPr>
          <w:ilvl w:val="0"/>
          <w:numId w:val="38"/>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2FF56D10" w:rsidR="00E57E35" w:rsidRDefault="00E57E35" w:rsidP="00E57E35">
      <w:pPr>
        <w:pStyle w:val="Numeroituluettelo"/>
      </w:pPr>
      <w:r>
        <w:t xml:space="preserve">Järjestelmä muodostaa valituista tiedoista </w:t>
      </w:r>
      <w:r w:rsidR="00493B53">
        <w:t xml:space="preserve">Kantaan tallennettavan CDA </w:t>
      </w:r>
      <w:r>
        <w:t xml:space="preserve">R2 -asiakirjan käyttötapauksen </w:t>
      </w:r>
      <w:r w:rsidR="00493B53">
        <w:t>Tallenna</w:t>
      </w:r>
      <w:r>
        <w:t xml:space="preserve">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6E37869F" w:rsidR="00E57E35" w:rsidRDefault="00E57E35" w:rsidP="00E57E35">
      <w:pPr>
        <w:pStyle w:val="Numeroituluettelo"/>
        <w:spacing w:after="0"/>
      </w:pPr>
      <w:r>
        <w:t xml:space="preserve">Järjestelmä arkistoi asiakirjan alikäyttötapauksen </w:t>
      </w:r>
      <w:r w:rsidR="00493B53">
        <w:t>Tallenna</w:t>
      </w:r>
      <w:r>
        <w:t xml:space="preserve"> asiakirja mukaisesti [V4]</w:t>
      </w:r>
    </w:p>
    <w:p w14:paraId="66A3FDB4" w14:textId="72231ADF" w:rsidR="00E57E35" w:rsidRDefault="00E57E35" w:rsidP="00A642C1">
      <w:pPr>
        <w:pStyle w:val="Luettelokappale"/>
        <w:numPr>
          <w:ilvl w:val="0"/>
          <w:numId w:val="38"/>
        </w:numPr>
      </w:pPr>
      <w:r>
        <w:t>MR-sanoma on RCMR_IN100016 FI01</w:t>
      </w:r>
    </w:p>
    <w:p w14:paraId="3C48D64E" w14:textId="0715AD9C" w:rsidR="00E57E35" w:rsidRDefault="00E57E35" w:rsidP="00A642C1">
      <w:pPr>
        <w:pStyle w:val="Luettelokappale"/>
        <w:numPr>
          <w:ilvl w:val="0"/>
          <w:numId w:val="38"/>
        </w:numPr>
      </w:pPr>
      <w:r>
        <w:t>Palvelupyyntö on [LK3]</w:t>
      </w:r>
    </w:p>
    <w:p w14:paraId="51524819" w14:textId="72E876B3" w:rsidR="00E57E35" w:rsidRDefault="00E57E35" w:rsidP="00D54165">
      <w:pPr>
        <w:pStyle w:val="Luettelokappale"/>
        <w:numPr>
          <w:ilvl w:val="1"/>
          <w:numId w:val="5"/>
        </w:numPr>
      </w:pPr>
      <w:r>
        <w:t>tilanteessa A (</w:t>
      </w:r>
      <w:r w:rsidR="00FB2EB2">
        <w:t>tallennus</w:t>
      </w:r>
      <w:r>
        <w:t xml:space="preserve">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6D355D87"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3351EF0B" w14:textId="37100198" w:rsidR="00655584" w:rsidRDefault="00655584" w:rsidP="00D54165">
      <w:pPr>
        <w:pStyle w:val="Luettelokappale"/>
        <w:numPr>
          <w:ilvl w:val="1"/>
          <w:numId w:val="5"/>
        </w:numPr>
      </w:pPr>
      <w:r>
        <w:t>tilanteessa E (</w:t>
      </w:r>
      <w:r w:rsidR="00FB2EB2">
        <w:t>tallennus</w:t>
      </w:r>
      <w:r>
        <w:t xml:space="preserve"> toimintansa päättäneen rekisterinpitäjän rekisteriin yhteisliittymismallissa): PP1, Palvelunantajan omien asiakirjojen arkistointi</w:t>
      </w:r>
    </w:p>
    <w:p w14:paraId="29797E43" w14:textId="2EC9908C" w:rsidR="00655584" w:rsidRDefault="00655584" w:rsidP="00D54165">
      <w:pPr>
        <w:pStyle w:val="Luettelokappale"/>
        <w:numPr>
          <w:ilvl w:val="1"/>
          <w:numId w:val="5"/>
        </w:numPr>
      </w:pPr>
      <w:r>
        <w:t xml:space="preserve">tilanteessa F (vanhat asiakirjat): PP3711, </w:t>
      </w:r>
      <w:r w:rsidRPr="00FA0EDF">
        <w:t>Vanhojen potilasasiakirjojen arkistointi toimintansa päättäneen rekisterinpitäjän rekisteriin</w:t>
      </w:r>
      <w:r>
        <w:t xml:space="preserve"> </w:t>
      </w:r>
    </w:p>
    <w:p w14:paraId="46B98FC2" w14:textId="01A36ABE" w:rsidR="00E57E35" w:rsidRDefault="00E57E35" w:rsidP="00A642C1">
      <w:pPr>
        <w:pStyle w:val="Luettelokappale"/>
        <w:numPr>
          <w:ilvl w:val="0"/>
          <w:numId w:val="38"/>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lastRenderedPageBreak/>
        <w:t>palvelutapahtumaa ei ole mahdollista päivittää tai mitätöidä siten että vanhat versiot merkitään käytöstä poistetuiksi (koodiarvot 3 ja 4)</w:t>
      </w:r>
    </w:p>
    <w:p w14:paraId="5E45CE60" w14:textId="5CB94ADE" w:rsidR="00E57E35" w:rsidRDefault="00E57E35" w:rsidP="00A642C1">
      <w:pPr>
        <w:pStyle w:val="Luettelokappale"/>
        <w:numPr>
          <w:ilvl w:val="0"/>
          <w:numId w:val="38"/>
        </w:numPr>
      </w:pPr>
      <w:r>
        <w:t xml:space="preserve">Kun kyseessä on alaikäinen henkilö, järjestelmä tuottaa sanomalle palvelutapahtuman metatietoihin tiedon huoltajille luovuttamisen kiellon tilanteesta [LM4, LK13]. </w:t>
      </w:r>
    </w:p>
    <w:p w14:paraId="370B1AA8" w14:textId="3257DF95" w:rsidR="00E57E35" w:rsidRDefault="00E57E35" w:rsidP="00E57E35">
      <w:pPr>
        <w:pStyle w:val="Numeroituluettelo"/>
      </w:pPr>
      <w:r>
        <w:t xml:space="preserve">Järjestelmä tallentaa tiedon siitä, että palvelutapahtuman korvaava versio on </w:t>
      </w:r>
      <w:r w:rsidR="0018633A">
        <w:t>tallennettu</w:t>
      </w:r>
      <w:r>
        <w:t xml:space="preserve">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0200ACCA" w:rsidR="00E57E35" w:rsidRDefault="00E57E35" w:rsidP="00E57E35">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5BE1E5DF" w14:textId="77777777" w:rsidR="00655584" w:rsidRDefault="00655584" w:rsidP="00655584">
      <w:pPr>
        <w:pStyle w:val="Otsikko2"/>
        <w:spacing w:before="240"/>
      </w:pPr>
      <w:r>
        <w:t>Lisätiedot</w:t>
      </w:r>
    </w:p>
    <w:p w14:paraId="043C71E2" w14:textId="00B76F1C" w:rsidR="00655584" w:rsidRDefault="00655584" w:rsidP="00655584">
      <w:pPr>
        <w:pStyle w:val="Leipteksti"/>
      </w:pPr>
      <w:r>
        <w:t xml:space="preserve">LT1 Toimintansa päättäneen rekisterinpitäjän rekisteriin </w:t>
      </w:r>
      <w:r w:rsidR="00493B53">
        <w:t>ei tallenneta</w:t>
      </w:r>
      <w:r>
        <w:t xml:space="preserve"> uutta tietoa, mutta tietoja voidaan tarvittaessa korjata. Toiminnan periaatteet on kuvattu dokumentissa </w:t>
      </w:r>
      <w:r w:rsidR="00977FB5">
        <w:t>Potilastietovarannon</w:t>
      </w:r>
      <w:r>
        <w:t xml:space="preserve">  toiminnalliset vaatimukset sosiaali- ja terveydenhuollon tietojärjestelmille [LM1].</w:t>
      </w:r>
    </w:p>
    <w:p w14:paraId="1DE9A4B9" w14:textId="77777777" w:rsidR="00655584" w:rsidRDefault="00655584" w:rsidP="00655584">
      <w:pPr>
        <w:pStyle w:val="Leipteksti"/>
        <w:spacing w:after="0"/>
      </w:pPr>
      <w:r>
        <w:t>LT2 Organisaatiotiedot MR-sanomalla, kun järjestämisvastuullinen rekisterinpitäjä arkistoi toimintansa päättäneen rekisterinpitäjän rekisteriin:</w:t>
      </w:r>
    </w:p>
    <w:p w14:paraId="27611AD6" w14:textId="77777777" w:rsidR="00655584" w:rsidRDefault="00655584" w:rsidP="00655584">
      <w:pPr>
        <w:pStyle w:val="Leipteksti"/>
        <w:numPr>
          <w:ilvl w:val="0"/>
          <w:numId w:val="34"/>
        </w:numPr>
        <w:spacing w:before="240" w:after="0"/>
      </w:pPr>
      <w:r>
        <w:t xml:space="preserve">Järjestämisvastuullisen toimijan tiedot tulevat liityntäpisteen, sanoman lähettäjän ja kontrollikehyksen tietoihin. </w:t>
      </w:r>
    </w:p>
    <w:p w14:paraId="534F3E1C" w14:textId="77777777" w:rsidR="00655584" w:rsidRDefault="00655584" w:rsidP="00655584">
      <w:pPr>
        <w:pStyle w:val="Leipteksti"/>
        <w:numPr>
          <w:ilvl w:val="0"/>
          <w:numId w:val="34"/>
        </w:numPr>
        <w:spacing w:after="0"/>
      </w:pPr>
      <w:r>
        <w:t>Toimintansa päättäneen rekisterinpitäjän tiedot tulevat sanomatyyppiin asiakirjan rekisterinpitäjän tietoihin.</w:t>
      </w:r>
    </w:p>
    <w:p w14:paraId="220EA51F" w14:textId="3B0A5E4D" w:rsidR="00655584" w:rsidRDefault="00655584" w:rsidP="00655584">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537C1FEF" w14:textId="77777777" w:rsidR="00655584" w:rsidRPr="00E57E35" w:rsidRDefault="00655584" w:rsidP="00E57E35">
      <w:pPr>
        <w:pStyle w:val="Leipteksti"/>
        <w:spacing w:after="0"/>
      </w:pP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08F44198" w:rsidR="009F703C" w:rsidRDefault="00E57E35" w:rsidP="00E57E35">
      <w:pPr>
        <w:pStyle w:val="Otsikko1"/>
      </w:pPr>
      <w:bookmarkStart w:id="29" w:name="_Toc216782559"/>
      <w:r w:rsidRPr="00E57E35">
        <w:lastRenderedPageBreak/>
        <w:t>Korvaa hoitoasiakirja (PPA</w:t>
      </w:r>
      <w:r w:rsidR="003504FB">
        <w:t>, PPA11</w:t>
      </w:r>
      <w:r w:rsidRPr="00E57E35">
        <w:t>)</w:t>
      </w:r>
      <w:bookmarkEnd w:id="29"/>
    </w:p>
    <w:p w14:paraId="65948898" w14:textId="46AE4919" w:rsidR="009F703C" w:rsidRDefault="009F703C" w:rsidP="009F703C">
      <w:pPr>
        <w:pStyle w:val="Otsikko2"/>
      </w:pPr>
      <w:r w:rsidRPr="009F703C">
        <w:t>Käyttötapauksen yleiskuvaus ja lopputulos</w:t>
      </w:r>
    </w:p>
    <w:p w14:paraId="61F16932" w14:textId="75FA540F" w:rsidR="009A30A4" w:rsidRDefault="009A30A4" w:rsidP="009A30A4">
      <w:pPr>
        <w:pStyle w:val="Leipteksti"/>
      </w:pPr>
      <w:r>
        <w:t>Kayttötapaus kuvaa korvaavan hoitoasiakirjoj</w:t>
      </w:r>
      <w:r w:rsidR="001B2B7D">
        <w:t>e</w:t>
      </w:r>
      <w:r>
        <w:t xml:space="preserve">n </w:t>
      </w:r>
      <w:r w:rsidR="001B2B7D">
        <w:t>tallennuksen</w:t>
      </w:r>
      <w:r>
        <w:t xml:space="preserve"> potilasasiakirjojen </w:t>
      </w:r>
      <w:r w:rsidR="001B2B7D">
        <w:t>tallennuksen</w:t>
      </w:r>
      <w:r>
        <w:t xml:space="preserve"> palvelupyyntöä (PPA) käyttäen. </w:t>
      </w:r>
      <w:r w:rsidR="007D5DCB">
        <w:t xml:space="preserve">Potilastietovaranto </w:t>
      </w:r>
      <w:r>
        <w:t xml:space="preserve">tarjoaa yksittäisten palvelupyyntöjen rinnalla käyttöön yleisen potilasasiakirjojen </w:t>
      </w:r>
      <w:r w:rsidR="001B2B7D">
        <w:t>tallennuksen</w:t>
      </w:r>
      <w:r>
        <w:t xml:space="preserve"> palvelupyynnön. Tällä palvelupyynnöllä </w:t>
      </w:r>
      <w:r w:rsidR="0018633A">
        <w:t>tallentava</w:t>
      </w:r>
      <w:r>
        <w:t xml:space="preserve"> järjestelmä ei kerro </w:t>
      </w:r>
      <w:r w:rsidR="00FB2EB2">
        <w:t>tallennus</w:t>
      </w:r>
      <w:r>
        <w:t xml:space="preserve">tilannetta, vaan PTA päättelee, onko kyseessä </w:t>
      </w:r>
      <w:r w:rsidR="00FB2EB2">
        <w:t>tallennus</w:t>
      </w:r>
      <w:r>
        <w:t xml:space="preserve"> omaan rekisteriin vai ostopalvelutilanne.</w:t>
      </w:r>
    </w:p>
    <w:p w14:paraId="70DEA685" w14:textId="62EF64FC" w:rsidR="009A30A4" w:rsidRDefault="009A30A4" w:rsidP="009A30A4">
      <w:pPr>
        <w:pStyle w:val="Leipteksti"/>
      </w:pPr>
      <w:r>
        <w:t xml:space="preserve">Käyttötapaus kuvaa korvaavan hoitoasiakirjan muodostamisen tekniset periaatteet ja </w:t>
      </w:r>
      <w:r w:rsidR="00FB2EB2">
        <w:t>tallennus</w:t>
      </w:r>
      <w:r>
        <w:t>tilanteet palvelupyyntöä PPA käyttäen:</w:t>
      </w:r>
    </w:p>
    <w:p w14:paraId="28A73B3F" w14:textId="77777777" w:rsidR="009A30A4" w:rsidRDefault="009A30A4" w:rsidP="009A30A4">
      <w:pPr>
        <w:pStyle w:val="Leipteksti"/>
        <w:spacing w:after="0"/>
      </w:pPr>
      <w:r>
        <w:t>Asiakirjatyypin mukaan</w:t>
      </w:r>
    </w:p>
    <w:p w14:paraId="3298AE56" w14:textId="70AC8E39" w:rsidR="009A30A4" w:rsidRDefault="009A30A4" w:rsidP="00D54165">
      <w:pPr>
        <w:pStyle w:val="Leipteksti"/>
        <w:numPr>
          <w:ilvl w:val="0"/>
          <w:numId w:val="13"/>
        </w:numPr>
        <w:spacing w:after="0"/>
      </w:pPr>
      <w:r>
        <w:t xml:space="preserve">Kertomusteksti-muotoisen korvaavan hoitoasiakirjan </w:t>
      </w:r>
      <w:r w:rsidR="00FB2EB2">
        <w:t>tallennus</w:t>
      </w:r>
      <w:r w:rsidR="000D00CA">
        <w:t>.</w:t>
      </w:r>
    </w:p>
    <w:p w14:paraId="2664F9E7" w14:textId="3FF9D451" w:rsidR="009A30A4" w:rsidRDefault="009A30A4" w:rsidP="00D54165">
      <w:pPr>
        <w:pStyle w:val="Leipteksti"/>
        <w:numPr>
          <w:ilvl w:val="0"/>
          <w:numId w:val="13"/>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602B5DFE" w:rsidR="009A30A4" w:rsidRDefault="00FB2EB2" w:rsidP="009A30A4">
      <w:pPr>
        <w:pStyle w:val="Leipteksti"/>
        <w:spacing w:after="0"/>
      </w:pPr>
      <w:r>
        <w:t>Tallennus</w:t>
      </w:r>
      <w:r w:rsidR="009A30A4">
        <w:t xml:space="preserve">tilanteen mukaan (kaikissa </w:t>
      </w:r>
      <w:r>
        <w:t>tallennus</w:t>
      </w:r>
      <w:r w:rsidR="009A30A4">
        <w:t>tilanteissa D, E</w:t>
      </w:r>
      <w:r w:rsidR="003504FB">
        <w:t>, F ja G</w:t>
      </w:r>
      <w:r w:rsidR="009A30A4">
        <w:t xml:space="preserve"> sekä kertomusteksti-muotoisen (A), lomakemuotoisen hoitoasiakirjan (B) että ylläpidettävän asiakirjan (C) </w:t>
      </w:r>
      <w:r>
        <w:t>tallennus</w:t>
      </w:r>
      <w:r w:rsidR="009A30A4">
        <w:t xml:space="preserve"> on mahdollinen)</w:t>
      </w:r>
    </w:p>
    <w:p w14:paraId="767DE576" w14:textId="60824030" w:rsidR="009A30A4" w:rsidRDefault="009A30A4" w:rsidP="00D54165">
      <w:pPr>
        <w:pStyle w:val="Leipteksti"/>
        <w:numPr>
          <w:ilvl w:val="0"/>
          <w:numId w:val="13"/>
        </w:numPr>
        <w:spacing w:after="0"/>
      </w:pPr>
      <w:r>
        <w:t xml:space="preserve">Hoitoasiakirjan korvaaminen. Korvaavan hoitoasiakirjan </w:t>
      </w:r>
      <w:r w:rsidR="00FB2EB2">
        <w:t>tallennus</w:t>
      </w:r>
      <w:r>
        <w:t xml:space="preserve">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3063643D" w:rsidR="009A30A4" w:rsidRDefault="009A30A4" w:rsidP="009A30A4">
      <w:pPr>
        <w:pStyle w:val="Leipteksti"/>
        <w:ind w:firstLine="360"/>
      </w:pPr>
      <w:r>
        <w:t xml:space="preserve">Huom. Vanhojen hoitoasiakirjojen </w:t>
      </w:r>
      <w:r w:rsidR="00FB2EB2">
        <w:t>tallennus</w:t>
      </w:r>
      <w:r>
        <w:t xml:space="preserve"> ei ole mahdollinen tällä palvelupyynnöllä.</w:t>
      </w:r>
    </w:p>
    <w:p w14:paraId="7A0B0439" w14:textId="359A266B" w:rsidR="004A7F9E" w:rsidRDefault="004A7F9E" w:rsidP="004A7F9E">
      <w:pPr>
        <w:pStyle w:val="Leipteksti"/>
      </w:pPr>
      <w:r>
        <w:t>Käyttötapaus kuvaa myös hoitoasiakirjan korvaamisen toimintansa päättäneen terveydenhuollon yksityisen rekisterinpitäjän rekisteriin [LT3]</w:t>
      </w:r>
      <w:r w:rsidR="000D00CA">
        <w:t>.</w:t>
      </w:r>
    </w:p>
    <w:p w14:paraId="4E16CC26" w14:textId="73A05199" w:rsidR="004A7F9E" w:rsidRDefault="004A7F9E" w:rsidP="00DA739D">
      <w:pPr>
        <w:pStyle w:val="Leipteksti"/>
        <w:numPr>
          <w:ilvl w:val="0"/>
          <w:numId w:val="13"/>
        </w:numPr>
      </w:pPr>
      <w:r>
        <w:lastRenderedPageBreak/>
        <w:t>Toimintansa päättäneen rekisterinpitäjän rekisterissä olevan hoitoasiakirjan korvaaminen</w:t>
      </w:r>
      <w:r w:rsidR="00863A9D">
        <w:t xml:space="preserve"> järjestämisvastuun perusteella</w:t>
      </w:r>
      <w:r>
        <w:t xml:space="preserve">. </w:t>
      </w:r>
      <w:r w:rsidR="0018633A">
        <w:t>Sanoman</w:t>
      </w:r>
      <w:r>
        <w:t xml:space="preserve"> lähettävä organisaatio on järjestämisvastuullinen toimija eli hyvinvointialue tai Helsingin kaupunki. Asiakirja </w:t>
      </w:r>
      <w:r w:rsidR="00493B53">
        <w:t>tallennetaan</w:t>
      </w:r>
      <w:r>
        <w:t xml:space="preserve"> toimintansa päättäneen rekisterinpitäjän rekisteriin.</w:t>
      </w:r>
      <w:r w:rsidR="00863A9D">
        <w:t xml:space="preserve"> Käytettävä palvelupyyntö on PPA11.</w:t>
      </w:r>
    </w:p>
    <w:p w14:paraId="21EBF3E9" w14:textId="427D2D4B" w:rsidR="00863A9D" w:rsidRDefault="00863A9D" w:rsidP="00DA739D">
      <w:pPr>
        <w:pStyle w:val="Leipteksti"/>
        <w:numPr>
          <w:ilvl w:val="0"/>
          <w:numId w:val="13"/>
        </w:numPr>
      </w:pPr>
      <w:bookmarkStart w:id="30" w:name="_Hlk162975289"/>
      <w:r>
        <w:t xml:space="preserve">Toimintansa päättäneen rekisterinpitäjän rekisterissä olevan hoitoasiakirjan korvaaminen yhteisliitttymismallissa, jos palvelunantajat ovat sopineet yhteisrekisterinpitäjyydestä. </w:t>
      </w:r>
      <w:r w:rsidR="0018633A">
        <w:t>Sanoman</w:t>
      </w:r>
      <w:r>
        <w:t xml:space="preserve"> lähettävä organisaatio on yhteisliittymän isäntäorganisaatio. Asiakirja </w:t>
      </w:r>
      <w:r w:rsidR="00493B53">
        <w:t>tallennetaan</w:t>
      </w:r>
      <w:r>
        <w:t xml:space="preserve"> toimintansa päättäneen rekisterinpitäjän rekisteriin. </w:t>
      </w:r>
      <w:bookmarkEnd w:id="30"/>
      <w:r>
        <w:t>Käytettävä palvelupyyntö on PPA.</w:t>
      </w:r>
    </w:p>
    <w:p w14:paraId="25C26D1D" w14:textId="360520E1" w:rsidR="009A30A4" w:rsidRDefault="009A30A4" w:rsidP="009A30A4">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w:t>
      </w:r>
      <w:r w:rsidR="00493B53">
        <w:t>tallennettavaksi</w:t>
      </w:r>
      <w:r>
        <w:t>.</w:t>
      </w:r>
    </w:p>
    <w:p w14:paraId="2EE0CB3A" w14:textId="77777777" w:rsidR="009A30A4" w:rsidRDefault="009A30A4" w:rsidP="009A30A4">
      <w:pPr>
        <w:pStyle w:val="Leipteksti"/>
        <w:spacing w:after="0"/>
      </w:pPr>
      <w:r>
        <w:t>Lopputuloksena</w:t>
      </w:r>
    </w:p>
    <w:p w14:paraId="00E133CF" w14:textId="7807FA64" w:rsidR="009A30A4" w:rsidRDefault="009A30A4"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r w:rsidR="000D00CA">
        <w:t>.</w:t>
      </w:r>
    </w:p>
    <w:p w14:paraId="5A8D4777" w14:textId="10BB2A11" w:rsidR="009A30A4" w:rsidRDefault="009A30A4" w:rsidP="00A642C1">
      <w:pPr>
        <w:pStyle w:val="Luettelokappale"/>
        <w:numPr>
          <w:ilvl w:val="0"/>
          <w:numId w:val="38"/>
        </w:numPr>
      </w:pPr>
      <w:r>
        <w:t xml:space="preserve">tilanteessa B (lomakeasiakirja) mitätöivä asiakirja on </w:t>
      </w:r>
      <w:r w:rsidR="0018633A">
        <w:t>tallennettu</w:t>
      </w:r>
      <w:r w:rsidR="000D00CA">
        <w:t>.</w:t>
      </w:r>
    </w:p>
    <w:p w14:paraId="78FB9411" w14:textId="15C1483F" w:rsidR="009A30A4" w:rsidRDefault="009A30A4" w:rsidP="00A642C1">
      <w:pPr>
        <w:pStyle w:val="Luettelokappale"/>
        <w:numPr>
          <w:ilvl w:val="0"/>
          <w:numId w:val="38"/>
        </w:numPr>
      </w:pPr>
      <w:r>
        <w:t xml:space="preserve">tilanteessa C (ylläpidettävän asiakirjan versiointi) uusi ylläpidettävä asiakirja on </w:t>
      </w:r>
      <w:r w:rsidR="0018633A">
        <w:t>tallennettu</w:t>
      </w:r>
      <w:r>
        <w:t xml:space="preserve"> ja korvannut asiakirjan edellisen version Tiedonhallintapalvelussa.</w:t>
      </w:r>
    </w:p>
    <w:p w14:paraId="27372F02" w14:textId="71F78632" w:rsidR="009A30A4" w:rsidRPr="009A30A4" w:rsidRDefault="009A30A4" w:rsidP="00A642C1">
      <w:pPr>
        <w:pStyle w:val="Luettelokappale"/>
        <w:numPr>
          <w:ilvl w:val="0"/>
          <w:numId w:val="38"/>
        </w:numPr>
      </w:pPr>
      <w:r>
        <w:t>Potilastietojärjestelmässä on tieto korvauksesta.</w:t>
      </w:r>
    </w:p>
    <w:p w14:paraId="0E491A38" w14:textId="7D160117" w:rsidR="009F703C" w:rsidRDefault="009F703C" w:rsidP="00DA739D">
      <w:pPr>
        <w:pStyle w:val="Otsikko2"/>
        <w:spacing w:before="240"/>
      </w:pPr>
      <w:r w:rsidRPr="009F703C">
        <w:t>Käyttäjäroolit</w:t>
      </w:r>
    </w:p>
    <w:p w14:paraId="1B9F62FB" w14:textId="6BDBB47D" w:rsidR="009A30A4" w:rsidRDefault="009A30A4" w:rsidP="009A30A4">
      <w:pPr>
        <w:pStyle w:val="Numeroituluettelo"/>
      </w:pPr>
      <w:r>
        <w:t>Kantaan liittynyt järjestelmä, potilastietojärjestelmä, jatkossa Järjestelmä</w:t>
      </w:r>
      <w:r w:rsidR="000D00CA">
        <w:t>.</w:t>
      </w:r>
    </w:p>
    <w:p w14:paraId="5034CC43" w14:textId="4DB274B1" w:rsidR="009A30A4" w:rsidRPr="009A30A4" w:rsidRDefault="00AD1EB6" w:rsidP="009A30A4">
      <w:pPr>
        <w:pStyle w:val="Numeroituluettelo"/>
      </w:pPr>
      <w:r>
        <w:t>Potilastietovaranto ja Kanta-viestinvälitys, jatkossa Potilastietovaranto</w:t>
      </w:r>
      <w:r w:rsidR="000D00CA">
        <w:t>.</w:t>
      </w:r>
    </w:p>
    <w:p w14:paraId="257F9882" w14:textId="02C90AC2" w:rsidR="009F703C" w:rsidRDefault="009F703C" w:rsidP="009F703C">
      <w:pPr>
        <w:pStyle w:val="Otsikko2"/>
      </w:pPr>
      <w:r w:rsidRPr="009F703C">
        <w:t>Esiehdot</w:t>
      </w:r>
    </w:p>
    <w:p w14:paraId="4FCA8E80" w14:textId="563FB057" w:rsidR="009A30A4" w:rsidRDefault="009A30A4" w:rsidP="009A30A4">
      <w:pPr>
        <w:pStyle w:val="Numeroituluettelo"/>
      </w:pPr>
      <w:r>
        <w:t>Arkistossa on potilasta koskeva kertomusasiakirja, johon sisältyvää yhtä tai useampaa merkintää on muutettu (korjattu tai poistettu) Järjestelmässä</w:t>
      </w:r>
      <w:r w:rsidR="000D00CA">
        <w:t>.</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2A8374D8" w:rsidR="009A30A4" w:rsidRDefault="009A30A4" w:rsidP="009A30A4">
      <w:pPr>
        <w:pStyle w:val="Numeroituluettelo"/>
      </w:pPr>
      <w:r>
        <w:lastRenderedPageBreak/>
        <w:t xml:space="preserve">Tilanteessa C (ylläpidettävän asiakirjan versiointi): Tiedonhallintapalvelussa on potilasta koskeva ylläpidettävä asiakirja, joka on haettu Järjestelmään ja tietoja on muutettu Järjestelmässä. Uusi ylläpidettävä asiakirja </w:t>
      </w:r>
      <w:r w:rsidR="00493B53">
        <w:t>tallennetaan</w:t>
      </w:r>
      <w:r>
        <w:t xml:space="preserve"> korvaamatta aikaisemmin </w:t>
      </w:r>
      <w:r w:rsidR="0018633A">
        <w:t>tallennettu</w:t>
      </w:r>
      <w:r>
        <w:t>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88ACF92" w:rsidR="009A30A4" w:rsidRDefault="009A30A4" w:rsidP="00A642C1">
      <w:pPr>
        <w:pStyle w:val="Luettelokappale"/>
        <w:numPr>
          <w:ilvl w:val="0"/>
          <w:numId w:val="38"/>
        </w:numPr>
        <w:spacing w:before="0"/>
      </w:pPr>
      <w:r>
        <w:t xml:space="preserve">Ostopalvelun tuottajalla on tiedossa ostopalvelujen järjestäjän rekisteri, jota ostopalvelun valtuutus koskee ja johon asiakirjat </w:t>
      </w:r>
      <w:r w:rsidR="00493B53">
        <w:t>tallennetaan</w:t>
      </w:r>
      <w:r w:rsidR="000D00CA">
        <w:t>.</w:t>
      </w:r>
    </w:p>
    <w:p w14:paraId="75AE59DD" w14:textId="4CF3F2ED" w:rsidR="009A30A4" w:rsidRDefault="009A30A4" w:rsidP="00A642C1">
      <w:pPr>
        <w:pStyle w:val="Luettelokappale"/>
        <w:numPr>
          <w:ilvl w:val="0"/>
          <w:numId w:val="38"/>
        </w:numPr>
      </w:pPr>
      <w:r>
        <w:t xml:space="preserve">Palvelutapahtuma, johon hoitoasiakirja kuuluu, on </w:t>
      </w:r>
      <w:r w:rsidR="0018633A">
        <w:t>tallennettu</w:t>
      </w:r>
      <w:r>
        <w:t xml:space="preserve"> ostopalvelun järjestäjän rekisteriin, ja siinä on yksilöity ostopalvelun valtuutus [LT2]</w:t>
      </w:r>
      <w:r w:rsidR="000D00CA">
        <w:t>.</w:t>
      </w:r>
    </w:p>
    <w:p w14:paraId="1EC51F86" w14:textId="22D16457" w:rsidR="004A7F9E" w:rsidRDefault="004A7F9E" w:rsidP="00DA739D">
      <w:pPr>
        <w:pStyle w:val="Numeroituluettelo"/>
        <w:spacing w:after="0"/>
      </w:pPr>
      <w:r>
        <w:t xml:space="preserve">Lisäksi tilanteessa </w:t>
      </w:r>
      <w:r w:rsidR="007F66B2">
        <w:t>F</w:t>
      </w:r>
      <w:r>
        <w:t xml:space="preserve"> (</w:t>
      </w:r>
      <w:r w:rsidR="00FB2EB2">
        <w:t>tallennus</w:t>
      </w:r>
      <w:r>
        <w:t xml:space="preserve"> toimintansa päättäneen rekisterinpitäjän rekisteriin</w:t>
      </w:r>
      <w:r w:rsidR="00AC6A24">
        <w:t xml:space="preserve"> järjestämisvatuun perusteella</w:t>
      </w:r>
      <w:r>
        <w:t>):</w:t>
      </w:r>
    </w:p>
    <w:p w14:paraId="0B570BE9" w14:textId="77777777" w:rsidR="004A7F9E" w:rsidRPr="00083FB1" w:rsidRDefault="004A7F9E"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02512A8F" w14:textId="3E0EE813" w:rsidR="00AC6A24" w:rsidRDefault="00AC6A24" w:rsidP="002F247D">
      <w:pPr>
        <w:pStyle w:val="Numeroituluettelo"/>
        <w:spacing w:after="0"/>
      </w:pPr>
      <w:r>
        <w:t>Lisäksi tilanteessa G (</w:t>
      </w:r>
      <w:r w:rsidR="00FB2EB2">
        <w:t>tallennus</w:t>
      </w:r>
      <w:r>
        <w:t xml:space="preserve"> toimintansa päättäneen rekisterinpitäjän rekisteriin yhteisliittymismallissa):</w:t>
      </w:r>
    </w:p>
    <w:p w14:paraId="24F9DE4B" w14:textId="1EAA5394" w:rsidR="004A7F9E" w:rsidRPr="009A30A4" w:rsidRDefault="00AC6A24"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7C9199C1" w14:textId="77777777" w:rsidR="00AC6A24" w:rsidRDefault="00AC6A24" w:rsidP="002F247D">
      <w:pPr>
        <w:pStyle w:val="Leipteksti"/>
      </w:pPr>
    </w:p>
    <w:p w14:paraId="2B0A759D" w14:textId="154E6BFE" w:rsidR="009F703C" w:rsidRDefault="009F703C" w:rsidP="009F703C">
      <w:pPr>
        <w:pStyle w:val="Otsikko2"/>
      </w:pPr>
      <w:r w:rsidRPr="009F703C">
        <w:t>Normaali tapahtumankulku</w:t>
      </w:r>
    </w:p>
    <w:p w14:paraId="0B9D7822" w14:textId="7E5041AF" w:rsidR="009A30A4" w:rsidRDefault="009A30A4" w:rsidP="009A30A4">
      <w:pPr>
        <w:pStyle w:val="Leipteksti"/>
      </w:pPr>
      <w:r>
        <w:t xml:space="preserve">Normaali tapahtumankulku kuvaa korjaavan hoitoasiakirjan </w:t>
      </w:r>
      <w:r w:rsidR="00FB2EB2">
        <w:t>tallennuksen</w:t>
      </w:r>
      <w:r>
        <w:t>.</w:t>
      </w:r>
    </w:p>
    <w:p w14:paraId="33165E22" w14:textId="1D5A266F" w:rsidR="009A30A4" w:rsidRDefault="009A30A4" w:rsidP="00CB7D83">
      <w:pPr>
        <w:pStyle w:val="Numeroituluettelo"/>
        <w:spacing w:after="0"/>
      </w:pPr>
      <w:r>
        <w:t>Järjestelmä valitsee korvaavaan asiakirjaan tulevan sisällön [LM2]</w:t>
      </w:r>
      <w:r w:rsidR="000D00CA">
        <w:t>.</w:t>
      </w:r>
    </w:p>
    <w:p w14:paraId="7C261783" w14:textId="13DD985F" w:rsidR="009A30A4" w:rsidRDefault="009A30A4" w:rsidP="00A642C1">
      <w:pPr>
        <w:pStyle w:val="Luettelokappale"/>
        <w:numPr>
          <w:ilvl w:val="0"/>
          <w:numId w:val="38"/>
        </w:numPr>
      </w:pPr>
      <w:r>
        <w:t xml:space="preserve">Asiakirjan päivittäminen: Järjestelmä valitsee asiakirjan uuteen versioon edellisen asiakirjaversion muuttumattomat merkinnät sekä muutetut merkinnät käyttötapauksen </w:t>
      </w:r>
      <w:r w:rsidR="00493B53">
        <w:t>Tallenna</w:t>
      </w:r>
      <w:r>
        <w:t xml:space="preserve"> hoitoasiakirja (PPA) normaalissa tapahtumankulussa kuvatuilla periaatteilla</w:t>
      </w:r>
      <w:r w:rsidR="000D00CA">
        <w:t>.</w:t>
      </w:r>
    </w:p>
    <w:p w14:paraId="5C6102A3" w14:textId="64C1DB3A" w:rsidR="009A30A4" w:rsidRDefault="009A30A4" w:rsidP="00D54165">
      <w:pPr>
        <w:pStyle w:val="Luettelokappale"/>
        <w:numPr>
          <w:ilvl w:val="1"/>
          <w:numId w:val="5"/>
        </w:numPr>
      </w:pPr>
      <w:r>
        <w:t xml:space="preserve">Mikäli yksi tai useampi muutetuista merkinnöistä on sellainen, että sitä ei voida liittää enää samaan asiakirjaan muuttumattomien merkintöjen kanssa, käsittely tässä käyttötapauksessa päättyy. Merkinnöistä muodostetaan ja </w:t>
      </w:r>
      <w:r w:rsidR="00493B53">
        <w:t>tallennetaan</w:t>
      </w:r>
      <w:r>
        <w:t xml:space="preserve"> uusi alkuperäinen asiakirja käyttötapauksen </w:t>
      </w:r>
      <w:r w:rsidR="00493B53">
        <w:t>Tallenna</w:t>
      </w:r>
      <w:r>
        <w:t xml:space="preserve"> hoitoasiakirja (PPA) mukaisesti.</w:t>
      </w:r>
    </w:p>
    <w:p w14:paraId="10AEFF69" w14:textId="52CB4D2F" w:rsidR="009A30A4" w:rsidRDefault="009A30A4"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A642C1">
      <w:pPr>
        <w:pStyle w:val="Luettelokappale"/>
        <w:numPr>
          <w:ilvl w:val="0"/>
          <w:numId w:val="38"/>
        </w:numPr>
      </w:pPr>
      <w:r>
        <w:lastRenderedPageBreak/>
        <w:t>Tilanteessa B (lomakeasiakirja):</w:t>
      </w:r>
    </w:p>
    <w:p w14:paraId="38689D46" w14:textId="624CA50A" w:rsidR="009A30A4" w:rsidRDefault="009A30A4" w:rsidP="00D54165">
      <w:pPr>
        <w:pStyle w:val="Luettelokappale"/>
        <w:numPr>
          <w:ilvl w:val="1"/>
          <w:numId w:val="5"/>
        </w:numPr>
      </w:pPr>
      <w:r>
        <w:t xml:space="preserve">Järjestelmä arkistoi muokatusta sisällöstä uuden lomakeasiakirjan käyttötapauksen </w:t>
      </w:r>
      <w:r w:rsidR="00493B53">
        <w:t>Tallenna</w:t>
      </w:r>
      <w:r>
        <w:t xml:space="preserve"> hoitoasiakirja (PPA) mukaisesti.</w:t>
      </w:r>
    </w:p>
    <w:p w14:paraId="20664C6A" w14:textId="360BE701"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w:t>
      </w:r>
      <w:r w:rsidR="00FB2EB2">
        <w:t>Tallennus</w:t>
      </w:r>
      <w:r>
        <w:t xml:space="preserve"> tapahtuu tämän käyttötapauksen mukaisesti.</w:t>
      </w:r>
    </w:p>
    <w:p w14:paraId="0F8E4B03" w14:textId="1B86F1D1" w:rsidR="009A30A4" w:rsidRDefault="009A30A4"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60E07706" w14:textId="3A7D66B6" w:rsidR="009A30A4" w:rsidRDefault="009A30A4" w:rsidP="00C33701">
      <w:pPr>
        <w:pStyle w:val="Numeroituluettelo"/>
        <w:spacing w:after="0"/>
      </w:pPr>
      <w:r>
        <w:t xml:space="preserve">Järjestelmä muodostaa valituista merkinnöistä korvaavan CDA R2 -asiakirjan käyttötapauksen </w:t>
      </w:r>
      <w:r w:rsidR="00493B53">
        <w:t>Tallenna</w:t>
      </w:r>
      <w:r>
        <w:t xml:space="preserve"> hoitoasiakirja kuvattujen periaatteiden mukaisesti [V1, LM2].</w:t>
      </w:r>
    </w:p>
    <w:p w14:paraId="1E42FF38" w14:textId="64683F01" w:rsidR="009A30A4" w:rsidRDefault="009A30A4" w:rsidP="00A642C1">
      <w:pPr>
        <w:pStyle w:val="Luettelokappale"/>
        <w:numPr>
          <w:ilvl w:val="0"/>
          <w:numId w:val="38"/>
        </w:numPr>
        <w:spacing w:before="0"/>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A642C1">
      <w:pPr>
        <w:pStyle w:val="Luettelokappale"/>
        <w:numPr>
          <w:ilvl w:val="0"/>
          <w:numId w:val="38"/>
        </w:numPr>
      </w:pPr>
      <w:r>
        <w:t>Asiakirjan mitätöiminen (poistaminen):</w:t>
      </w:r>
    </w:p>
    <w:p w14:paraId="16515D72" w14:textId="28D2F648" w:rsidR="009A30A4" w:rsidRDefault="009A30A4" w:rsidP="00DA739D">
      <w:pPr>
        <w:pStyle w:val="Luettelokappale"/>
        <w:numPr>
          <w:ilvl w:val="1"/>
          <w:numId w:val="5"/>
        </w:numPr>
        <w:spacing w:before="0"/>
      </w:pPr>
      <w:r>
        <w:t>tyhjän mitätöivän asiakirjan näkymätietojen tulee olla samat kuin mitätöidyllä asiakirjalla säilytysaikaluokan ja muiden arkistonhallinnollisten kuvailutietojen vuoksi</w:t>
      </w:r>
    </w:p>
    <w:p w14:paraId="4A7AA765" w14:textId="26812FB7" w:rsidR="009A30A4" w:rsidRDefault="009A30A4" w:rsidP="00DA739D">
      <w:pPr>
        <w:pStyle w:val="Luettelokappale"/>
        <w:numPr>
          <w:ilvl w:val="1"/>
          <w:numId w:val="5"/>
        </w:numPr>
        <w:spacing w:before="0"/>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r w:rsidR="000D00CA">
        <w:t>.</w:t>
      </w:r>
    </w:p>
    <w:p w14:paraId="5E74A462" w14:textId="563B119C" w:rsidR="009A30A4" w:rsidRDefault="009A30A4" w:rsidP="00A642C1">
      <w:pPr>
        <w:pStyle w:val="Luettelokappale"/>
        <w:numPr>
          <w:ilvl w:val="0"/>
          <w:numId w:val="38"/>
        </w:numPr>
      </w:pPr>
      <w:r>
        <w:t>Lisäksi tilanteessa A (kertomusteksti) ja B (lomakeasiakirja)</w:t>
      </w:r>
    </w:p>
    <w:p w14:paraId="3BD32383" w14:textId="18191EFF" w:rsidR="009A30A4" w:rsidRDefault="009A30A4" w:rsidP="00DA739D">
      <w:pPr>
        <w:pStyle w:val="Luettelokappale"/>
        <w:numPr>
          <w:ilvl w:val="1"/>
          <w:numId w:val="5"/>
        </w:numPr>
        <w:spacing w:before="0"/>
      </w:pPr>
      <w:r>
        <w:t>korvaava asiakirja saa uuden yksilöintitunnuksen</w:t>
      </w:r>
    </w:p>
    <w:p w14:paraId="2E061F40" w14:textId="298A69F8" w:rsidR="009A30A4" w:rsidRDefault="009A30A4" w:rsidP="00DA739D">
      <w:pPr>
        <w:pStyle w:val="Luettelokappale"/>
        <w:numPr>
          <w:ilvl w:val="1"/>
          <w:numId w:val="5"/>
        </w:numPr>
        <w:spacing w:before="0"/>
      </w:pPr>
      <w:r>
        <w:t>asiakirjaan tulee muuttumattomana alkuperäisen asiakirjan yksilöintitunnus (</w:t>
      </w:r>
      <w:proofErr w:type="spellStart"/>
      <w:r>
        <w:t>setId</w:t>
      </w:r>
      <w:proofErr w:type="spellEnd"/>
      <w:r>
        <w:t>)</w:t>
      </w:r>
    </w:p>
    <w:p w14:paraId="3BE998BE" w14:textId="3C6D4CF2" w:rsidR="009A30A4" w:rsidRDefault="009A30A4" w:rsidP="00DA739D">
      <w:pPr>
        <w:pStyle w:val="Luettelokappale"/>
        <w:numPr>
          <w:ilvl w:val="1"/>
          <w:numId w:val="5"/>
        </w:numPr>
        <w:spacing w:before="0"/>
      </w:pPr>
      <w:r>
        <w:t>asiakirjan versionumero kasvaa yhdellä</w:t>
      </w:r>
    </w:p>
    <w:p w14:paraId="0B95773C" w14:textId="45104C95" w:rsidR="009A30A4" w:rsidRDefault="009A30A4" w:rsidP="00DA739D">
      <w:pPr>
        <w:pStyle w:val="Luettelokappale"/>
        <w:numPr>
          <w:ilvl w:val="1"/>
          <w:numId w:val="5"/>
        </w:numPr>
        <w:spacing w:before="0"/>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r w:rsidR="000D00CA">
        <w:t>.</w:t>
      </w:r>
    </w:p>
    <w:p w14:paraId="000BF3D8" w14:textId="57283C93" w:rsidR="009A30A4" w:rsidRDefault="009A30A4" w:rsidP="00A642C1">
      <w:pPr>
        <w:pStyle w:val="Luettelokappale"/>
        <w:numPr>
          <w:ilvl w:val="0"/>
          <w:numId w:val="38"/>
        </w:numPr>
      </w:pPr>
      <w:r>
        <w:t>Lisäksi tilanteessa C (ylläpidettävän asiakirjan versiointi)</w:t>
      </w:r>
    </w:p>
    <w:p w14:paraId="65965E0A" w14:textId="0956DE43" w:rsidR="009A30A4" w:rsidRDefault="009A30A4" w:rsidP="00DA739D">
      <w:pPr>
        <w:pStyle w:val="Luettelokappale"/>
        <w:numPr>
          <w:ilvl w:val="1"/>
          <w:numId w:val="5"/>
        </w:numPr>
        <w:spacing w:before="0"/>
      </w:pPr>
      <w:r>
        <w:t>asiakirja saa uuden yksilöintitunnuksen ja uuden alkuperäisen asiakirjan yksilöintitunnuksen (</w:t>
      </w:r>
      <w:proofErr w:type="spellStart"/>
      <w:r>
        <w:t>setId</w:t>
      </w:r>
      <w:proofErr w:type="spellEnd"/>
      <w:r>
        <w:t>)</w:t>
      </w:r>
    </w:p>
    <w:p w14:paraId="54A284CB" w14:textId="5BD569CD" w:rsidR="009A30A4" w:rsidRDefault="009A30A4" w:rsidP="00DA739D">
      <w:pPr>
        <w:pStyle w:val="Luettelokappale"/>
        <w:numPr>
          <w:ilvl w:val="1"/>
          <w:numId w:val="5"/>
        </w:numPr>
        <w:spacing w:before="0"/>
      </w:pPr>
      <w:r>
        <w:t>asiakirjan versionumero on 1</w:t>
      </w:r>
    </w:p>
    <w:p w14:paraId="79CD3B15" w14:textId="1D56C673" w:rsidR="009A30A4" w:rsidRDefault="009A30A4" w:rsidP="00DA739D">
      <w:pPr>
        <w:pStyle w:val="Luettelokappale"/>
        <w:numPr>
          <w:ilvl w:val="1"/>
          <w:numId w:val="5"/>
        </w:numPr>
        <w:spacing w:before="0"/>
      </w:pPr>
      <w:r>
        <w:lastRenderedPageBreak/>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r w:rsidR="000D00CA">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A642C1">
      <w:pPr>
        <w:pStyle w:val="Luettelokappale"/>
        <w:numPr>
          <w:ilvl w:val="0"/>
          <w:numId w:val="38"/>
        </w:numPr>
        <w:spacing w:before="0"/>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33957FC4" w:rsidR="009A30A4" w:rsidRDefault="009A30A4" w:rsidP="00CB7D83">
      <w:pPr>
        <w:pStyle w:val="Numeroituluettelo"/>
      </w:pPr>
      <w:r>
        <w:t>Järjestelmä tallentaa tiedon siitä, mihin asiakirjaan merkintä liitettiin [V3]</w:t>
      </w:r>
      <w:r w:rsidR="000D00CA">
        <w:t>.</w:t>
      </w:r>
    </w:p>
    <w:p w14:paraId="11E95379" w14:textId="0F8C77B7" w:rsidR="009A30A4" w:rsidRDefault="009A30A4" w:rsidP="00C33701">
      <w:pPr>
        <w:pStyle w:val="Numeroituluettelo"/>
        <w:spacing w:after="0"/>
      </w:pPr>
      <w:r>
        <w:t xml:space="preserve">Järjestelmä arkistoi asiakirjan alikäyttötapauksen </w:t>
      </w:r>
      <w:r w:rsidR="00493B53">
        <w:t>Tallenna</w:t>
      </w:r>
      <w:r>
        <w:t xml:space="preserve"> asiakirja mukaisesti. [V4]</w:t>
      </w:r>
    </w:p>
    <w:p w14:paraId="3F340726" w14:textId="3B2FC7BB" w:rsidR="009A30A4" w:rsidRDefault="009A30A4" w:rsidP="00A642C1">
      <w:pPr>
        <w:pStyle w:val="Luettelokappale"/>
        <w:numPr>
          <w:ilvl w:val="0"/>
          <w:numId w:val="38"/>
        </w:numPr>
        <w:spacing w:before="0"/>
      </w:pPr>
      <w:r>
        <w:t>MR-sanoma on RCMR_IN100016FI01 (poikkeuksena tilanne C, jossa käytetään RCMR_IN100002FI01)</w:t>
      </w:r>
      <w:r w:rsidR="000D00CA">
        <w:t>.</w:t>
      </w:r>
    </w:p>
    <w:p w14:paraId="4A030D81" w14:textId="4AE4EB53" w:rsidR="009A30A4" w:rsidRDefault="009A30A4" w:rsidP="00A642C1">
      <w:pPr>
        <w:pStyle w:val="Luettelokappale"/>
        <w:numPr>
          <w:ilvl w:val="0"/>
          <w:numId w:val="38"/>
        </w:numPr>
        <w:spacing w:before="0"/>
      </w:pPr>
      <w:r>
        <w:t>Palvelupyyntö on [LK3]</w:t>
      </w:r>
    </w:p>
    <w:p w14:paraId="7229D963" w14:textId="1ECF00C3" w:rsidR="009A30A4" w:rsidRDefault="009A30A4" w:rsidP="007F66B2">
      <w:pPr>
        <w:pStyle w:val="Luettelokappale"/>
        <w:numPr>
          <w:ilvl w:val="1"/>
          <w:numId w:val="5"/>
        </w:numPr>
        <w:spacing w:before="0"/>
      </w:pPr>
      <w:r>
        <w:t>PPA, Potilasasiakirjojen arkistointi</w:t>
      </w:r>
    </w:p>
    <w:p w14:paraId="065D007A" w14:textId="330E33EA" w:rsidR="007F66B2" w:rsidRDefault="007F66B2" w:rsidP="00DA739D">
      <w:pPr>
        <w:pStyle w:val="Luettelokappale"/>
        <w:numPr>
          <w:ilvl w:val="1"/>
          <w:numId w:val="5"/>
        </w:numPr>
        <w:spacing w:before="0"/>
      </w:pPr>
      <w:r>
        <w:t xml:space="preserve">poikkeus tilanteessa F: PPA11, </w:t>
      </w:r>
      <w:r w:rsidRPr="006726B8">
        <w:t>Potilasasiakirjojen arkistointi toimintansa päättäneen rekisterinpitäjän rekisteriin</w:t>
      </w:r>
      <w:r>
        <w:t xml:space="preserve"> [LT4]</w:t>
      </w:r>
      <w:r w:rsidR="000D00CA">
        <w:t>.</w:t>
      </w:r>
    </w:p>
    <w:p w14:paraId="4A85AEC3" w14:textId="3382A7E9" w:rsidR="009A30A4" w:rsidRDefault="009A30A4" w:rsidP="00A642C1">
      <w:pPr>
        <w:pStyle w:val="Luettelokappale"/>
        <w:numPr>
          <w:ilvl w:val="0"/>
          <w:numId w:val="38"/>
        </w:numPr>
        <w:spacing w:before="0"/>
      </w:pPr>
      <w:r>
        <w:t>Asiakirjan korvauksen syy [LK2]</w:t>
      </w:r>
    </w:p>
    <w:p w14:paraId="058E5C2A" w14:textId="2CD87494" w:rsidR="009A30A4" w:rsidRDefault="009A30A4" w:rsidP="00DA739D">
      <w:pPr>
        <w:pStyle w:val="Luettelokappale"/>
        <w:numPr>
          <w:ilvl w:val="1"/>
          <w:numId w:val="5"/>
        </w:numPr>
        <w:spacing w:before="0"/>
      </w:pPr>
      <w:r>
        <w:t>asiakirjan korjaaminen tai päivittäminen: 1, korjaus</w:t>
      </w:r>
    </w:p>
    <w:p w14:paraId="41726B42" w14:textId="0FB347BF" w:rsidR="009A30A4" w:rsidRDefault="009A30A4" w:rsidP="00DA739D">
      <w:pPr>
        <w:pStyle w:val="Luettelokappale"/>
        <w:numPr>
          <w:ilvl w:val="1"/>
          <w:numId w:val="5"/>
        </w:numPr>
        <w:spacing w:before="0"/>
      </w:pPr>
      <w:r>
        <w:t>asiakirjan mitätöiminen: 2, mitätöinti</w:t>
      </w:r>
    </w:p>
    <w:p w14:paraId="5D899F10" w14:textId="06978DAA" w:rsidR="009A30A4" w:rsidRDefault="009A30A4" w:rsidP="00DA739D">
      <w:pPr>
        <w:pStyle w:val="Luettelokappale"/>
        <w:numPr>
          <w:ilvl w:val="1"/>
          <w:numId w:val="5"/>
        </w:numPr>
        <w:spacing w:before="0"/>
      </w:pPr>
      <w:r>
        <w:t>asiakirjan korjaus: 3, korjaus siten, että vanhat versiot merkitään käytöstä poistetuiksi</w:t>
      </w:r>
    </w:p>
    <w:p w14:paraId="03A80BB9" w14:textId="42EA6FD3" w:rsidR="009A30A4" w:rsidRDefault="009A30A4" w:rsidP="00DA739D">
      <w:pPr>
        <w:pStyle w:val="Luettelokappale"/>
        <w:numPr>
          <w:ilvl w:val="1"/>
          <w:numId w:val="5"/>
        </w:numPr>
        <w:spacing w:before="0"/>
      </w:pPr>
      <w:r>
        <w:t>asiakirjan mitätöiminen: 4, mitätöinti siten, että vanhat versiot merkitään käytöstä poistetuiksi</w:t>
      </w:r>
      <w:r w:rsidR="000D00CA">
        <w:t>.</w:t>
      </w:r>
    </w:p>
    <w:p w14:paraId="60D662B1" w14:textId="36D0C6FF" w:rsidR="009A30A4" w:rsidRDefault="009A30A4" w:rsidP="00DA739D">
      <w:pPr>
        <w:pStyle w:val="Luettelokappale"/>
        <w:numPr>
          <w:ilvl w:val="1"/>
          <w:numId w:val="5"/>
        </w:numPr>
        <w:spacing w:before="0"/>
      </w:pPr>
      <w:r>
        <w:t>tilanteessa B (lomakeasiakirja) vain mitätöinti on mahdollinen, eli käytössä ovat vain koodiarvot 2 ja 4</w:t>
      </w:r>
      <w:r w:rsidR="000D00CA">
        <w:t>.</w:t>
      </w:r>
    </w:p>
    <w:p w14:paraId="1B94F9C5" w14:textId="14CD3DF7" w:rsidR="009A30A4" w:rsidRDefault="009A30A4" w:rsidP="00DA739D">
      <w:pPr>
        <w:pStyle w:val="Luettelokappale"/>
        <w:numPr>
          <w:ilvl w:val="1"/>
          <w:numId w:val="5"/>
        </w:numPr>
        <w:spacing w:before="0"/>
      </w:pPr>
      <w:r>
        <w:t>Tilanteessa C (ylläpidettävän asiakirjan versiointi) asiakirjan korvauksen syy ei ole käytössä.</w:t>
      </w:r>
    </w:p>
    <w:p w14:paraId="3D3EA966" w14:textId="102CF357" w:rsidR="009A30A4" w:rsidRDefault="009A30A4" w:rsidP="00DA739D">
      <w:pPr>
        <w:pStyle w:val="Luettelokappale"/>
        <w:numPr>
          <w:ilvl w:val="1"/>
          <w:numId w:val="5"/>
        </w:numPr>
        <w:spacing w:before="0"/>
      </w:pPr>
      <w:r>
        <w:t>Ylläpidettävän asiakirjan mitätöinti tapahtuu tilannetta A (kertomusteksti) vastaavalla tavalla: käytössä on tällöin korvauksen syyt 2 ja 4.</w:t>
      </w:r>
    </w:p>
    <w:p w14:paraId="27F575B0" w14:textId="627B8EB4" w:rsidR="009A30A4" w:rsidRDefault="009A30A4" w:rsidP="00CB7D83">
      <w:pPr>
        <w:pStyle w:val="Numeroituluettelo"/>
      </w:pPr>
      <w:r>
        <w:t xml:space="preserve">Järjestelmä tallentaa tiedon siitä, että merkintä on </w:t>
      </w:r>
      <w:r w:rsidR="0018633A">
        <w:t>tallennettu</w:t>
      </w:r>
      <w:r>
        <w:t xml:space="preserve"> [V3]</w:t>
      </w:r>
      <w:r w:rsidR="000D00CA">
        <w:t>.</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3DDF3F04" w:rsidR="009777CF" w:rsidRPr="009777CF" w:rsidRDefault="009777CF" w:rsidP="009777CF">
      <w:pPr>
        <w:pStyle w:val="Leipteksti"/>
        <w:spacing w:after="0"/>
      </w:pPr>
      <w:r>
        <w:lastRenderedPageBreak/>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2BDA6472" w14:textId="0A8482D3" w:rsidR="009F703C" w:rsidRDefault="009F703C" w:rsidP="00DA739D">
      <w:pPr>
        <w:pStyle w:val="Otsikko2"/>
        <w:spacing w:before="240"/>
      </w:pPr>
      <w:r>
        <w:t>Lisätiedot</w:t>
      </w:r>
    </w:p>
    <w:p w14:paraId="1F88E13E" w14:textId="77777777" w:rsidR="009777CF" w:rsidRDefault="009777CF" w:rsidP="00DA739D">
      <w:pPr>
        <w:pStyle w:val="Leipteksti"/>
        <w:spacing w:before="24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6840F2C0" w14:textId="5429D044" w:rsidR="004A7F9E" w:rsidRDefault="009777CF" w:rsidP="0081689C">
      <w:pPr>
        <w:pStyle w:val="Leipteksti"/>
      </w:pPr>
      <w:r>
        <w:t xml:space="preserve">LT2 Ostopalveluratkaisun siirtymäaikana palvelutapahtuma on voitu </w:t>
      </w:r>
      <w:r w:rsidR="00493B53">
        <w:t>tallentaa</w:t>
      </w:r>
      <w:r>
        <w:t xml:space="preserve"> myös ilman ostopalvelun valtuutuksen tunnistetta. Ostopalvelun järjestäjän arkistoasiakirjat-rekisterissä on oltava kuitenkin ostopalvelun valtuutus, joka oikeuttaa ostopalvelun tuottajan </w:t>
      </w:r>
      <w:r w:rsidR="00493B53">
        <w:t>tallentamaan</w:t>
      </w:r>
      <w:r>
        <w:t xml:space="preserve"> ostopalvelun järjestäjän rekisteriin.</w:t>
      </w:r>
    </w:p>
    <w:p w14:paraId="1EADA251" w14:textId="5FC75005" w:rsidR="004A7F9E" w:rsidRDefault="004A7F9E" w:rsidP="004A7F9E">
      <w:pPr>
        <w:pStyle w:val="Leipteksti"/>
      </w:pPr>
      <w:r>
        <w:t xml:space="preserve">LT3 Toimintansa päättäneen rekisterinpitäjän rekisteriin </w:t>
      </w:r>
      <w:r w:rsidR="00493B53">
        <w:t>ei tallenneta</w:t>
      </w:r>
      <w:r>
        <w:t xml:space="preserve">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638CCDB" w14:textId="2B84EDAD" w:rsidR="004A7F9E" w:rsidRDefault="004A7F9E" w:rsidP="004A7F9E">
      <w:pPr>
        <w:pStyle w:val="Leipteksti"/>
        <w:spacing w:after="0"/>
      </w:pPr>
      <w:r>
        <w:t>LT4 Organisaatiotiedot MR-sanomalla, kun järjestämisvastuullinen rekisterinpitäjä arkistoi toimintansa päättäneen rekisterinpitäjän rekisteriin:</w:t>
      </w:r>
    </w:p>
    <w:p w14:paraId="4C178F5A" w14:textId="77777777" w:rsidR="004A7F9E" w:rsidRDefault="004A7F9E"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EE34676" w14:textId="77777777" w:rsidR="004A7F9E" w:rsidRDefault="004A7F9E" w:rsidP="00A642C1">
      <w:pPr>
        <w:pStyle w:val="Leipteksti"/>
        <w:numPr>
          <w:ilvl w:val="0"/>
          <w:numId w:val="34"/>
        </w:numPr>
        <w:spacing w:after="0"/>
      </w:pPr>
      <w:r>
        <w:t>Toimintansa päättäneen rekisterinpitäjän tiedot tulevat sanomatyyppiin asiakirjan rekisterinpitäjän tietoihin.</w:t>
      </w:r>
    </w:p>
    <w:p w14:paraId="301303BF" w14:textId="19BAF9EE" w:rsidR="004A7F9E" w:rsidRDefault="004A7F9E"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290BA9A2" w14:textId="5E2CE199" w:rsidR="009F703C" w:rsidRDefault="00076B9B" w:rsidP="009777CF">
      <w:pPr>
        <w:pStyle w:val="Otsikko1"/>
      </w:pPr>
      <w:r>
        <w:br w:type="page"/>
      </w:r>
      <w:bookmarkStart w:id="31" w:name="_Toc216782560"/>
      <w:r w:rsidR="009777CF" w:rsidRPr="009777CF">
        <w:lastRenderedPageBreak/>
        <w:t>Korvaa hoitoasiakirja</w:t>
      </w:r>
      <w:bookmarkEnd w:id="31"/>
    </w:p>
    <w:p w14:paraId="3F777F66" w14:textId="67924ED4" w:rsidR="009F703C" w:rsidRDefault="009F703C" w:rsidP="009F703C">
      <w:pPr>
        <w:pStyle w:val="Otsikko2"/>
      </w:pPr>
      <w:r w:rsidRPr="009F703C">
        <w:t>Käyttötapauksen yleiskuvaus ja lopputulos</w:t>
      </w:r>
    </w:p>
    <w:p w14:paraId="017109E9" w14:textId="40B9F732" w:rsidR="009777CF" w:rsidRDefault="009777CF" w:rsidP="009777CF">
      <w:pPr>
        <w:pStyle w:val="Leipteksti"/>
      </w:pPr>
      <w:r>
        <w:t xml:space="preserve">Käyttötapaus kuvaa korvaavan hoitoasiakirjan muodostamisen tekniset periaatteet ja </w:t>
      </w:r>
      <w:r w:rsidR="00FB2EB2">
        <w:t>tallennus</w:t>
      </w:r>
      <w:r>
        <w:t>tilanteet:</w:t>
      </w:r>
    </w:p>
    <w:p w14:paraId="6895F16E" w14:textId="77777777" w:rsidR="009777CF" w:rsidRDefault="009777CF" w:rsidP="00CE128F">
      <w:pPr>
        <w:pStyle w:val="Leipteksti"/>
        <w:spacing w:after="0"/>
      </w:pPr>
      <w:r>
        <w:t>Asiakirjatyypin mukaan</w:t>
      </w:r>
    </w:p>
    <w:p w14:paraId="5B5BF53B" w14:textId="6475075C" w:rsidR="009777CF" w:rsidRDefault="009777CF" w:rsidP="00D54165">
      <w:pPr>
        <w:pStyle w:val="Leipteksti"/>
        <w:numPr>
          <w:ilvl w:val="0"/>
          <w:numId w:val="14"/>
        </w:numPr>
        <w:spacing w:after="0"/>
      </w:pPr>
      <w:r>
        <w:t xml:space="preserve">Kertomusteksti-muotoisen korvaavan hoitoasiakirjan </w:t>
      </w:r>
      <w:r w:rsidR="00FB2EB2">
        <w:t>tallennus</w:t>
      </w:r>
    </w:p>
    <w:p w14:paraId="71DBCFCB" w14:textId="4DDB48EF" w:rsidR="009777CF" w:rsidRDefault="009777CF" w:rsidP="00D54165">
      <w:pPr>
        <w:pStyle w:val="Leipteksti"/>
        <w:numPr>
          <w:ilvl w:val="0"/>
          <w:numId w:val="14"/>
        </w:numPr>
        <w:spacing w:after="0"/>
      </w:pPr>
      <w:r>
        <w:t xml:space="preserve">Lomakemuotoisen hoitoasiakirjan mitätöinti. Hoidollisten lomakeasiakirjojen korvaaminen on </w:t>
      </w:r>
      <w:r w:rsidR="00977FB5">
        <w:t>Potilastietovarannon</w:t>
      </w:r>
      <w:r>
        <w:t xml:space="preserve">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6502E45F" w:rsidR="009777CF" w:rsidRDefault="00FB2EB2" w:rsidP="009777CF">
      <w:pPr>
        <w:pStyle w:val="Leipteksti"/>
      </w:pPr>
      <w:r>
        <w:t>Tallennus</w:t>
      </w:r>
      <w:r w:rsidR="009777CF">
        <w:t xml:space="preserve">tilanteen mukaan (kaikissa </w:t>
      </w:r>
      <w:r>
        <w:t>tallennus</w:t>
      </w:r>
      <w:r w:rsidR="009777CF">
        <w:t xml:space="preserve">tilanteissa D, E ja F sekä kertomusteksti-muotoisen (A), lomakemuotoisen hoitoasiakirjan (B) että ylläpidettävän asiakirjan (C) </w:t>
      </w:r>
      <w:r>
        <w:t>tallennus</w:t>
      </w:r>
      <w:r w:rsidR="009777CF">
        <w:t xml:space="preserve"> on mahdollinen)</w:t>
      </w:r>
    </w:p>
    <w:p w14:paraId="7DE3D6DB" w14:textId="1AC36A5B" w:rsidR="009777CF" w:rsidRDefault="009777CF" w:rsidP="00D54165">
      <w:pPr>
        <w:pStyle w:val="Leipteksti"/>
        <w:numPr>
          <w:ilvl w:val="0"/>
          <w:numId w:val="14"/>
        </w:numPr>
        <w:spacing w:after="0"/>
      </w:pPr>
      <w:r>
        <w:t xml:space="preserve">Hoitoasiakirjan korvaaminen. Korvaavan hoitoasiakirjan </w:t>
      </w:r>
      <w:r w:rsidR="00FB2EB2">
        <w:t>tallennus</w:t>
      </w:r>
      <w:r>
        <w:t xml:space="preserve"> omaan rekisteriin.</w:t>
      </w:r>
    </w:p>
    <w:p w14:paraId="28B67B3B" w14:textId="1D4AA0F5" w:rsidR="009777CF" w:rsidRDefault="009777CF" w:rsidP="00D54165">
      <w:pPr>
        <w:pStyle w:val="Leipteksti"/>
        <w:numPr>
          <w:ilvl w:val="0"/>
          <w:numId w:val="14"/>
        </w:numPr>
        <w:spacing w:after="0"/>
      </w:pPr>
      <w:r>
        <w:t xml:space="preserve">Vanhan hoitoasiakirjan korvaaminen. Tarvittaessa korvaava vanha kertomusasiakirja voidaan </w:t>
      </w:r>
      <w:r w:rsidR="00493B53">
        <w:t>tallentaa</w:t>
      </w:r>
      <w:r>
        <w:t xml:space="preserve"> potilastietojärjestelmästä sanomarajapinnan kautta </w:t>
      </w:r>
      <w:r w:rsidR="007D5DCB">
        <w:t>Potilastietovarantoon</w:t>
      </w:r>
      <w:r>
        <w:t>.</w:t>
      </w:r>
    </w:p>
    <w:p w14:paraId="7BA26105" w14:textId="45BFA372"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7D32FC5C" w14:textId="61025363" w:rsidR="0075267D" w:rsidRDefault="0075267D" w:rsidP="0075267D">
      <w:pPr>
        <w:pStyle w:val="Leipteksti"/>
      </w:pPr>
      <w:r>
        <w:t>Käyttötapaus kuvaa myös hoitoasiakirjan korvaamisen toimintansa päättäneen terveydenhuollon yksityisen rekisterinpitäjän rekisteriin [LT3, LT4].</w:t>
      </w:r>
    </w:p>
    <w:p w14:paraId="63EE1DEF" w14:textId="764A3FC4" w:rsidR="0075267D" w:rsidRDefault="0075267D" w:rsidP="001C0A14">
      <w:pPr>
        <w:pStyle w:val="Leipteksti"/>
        <w:numPr>
          <w:ilvl w:val="0"/>
          <w:numId w:val="14"/>
        </w:numPr>
      </w:pPr>
      <w:r w:rsidRPr="0075267D">
        <w:lastRenderedPageBreak/>
        <w:t xml:space="preserve">Toimintansa päättäneen rekisterinpitäjän rekisterissä olevan hoitoasiakirjan korvaaminen yhteisliitttymismallissa, jos palvelunantajat ovat sopineet yhteisrekisterinpitäjyydestä. </w:t>
      </w:r>
      <w:r w:rsidR="0018633A">
        <w:t>Sanoman</w:t>
      </w:r>
      <w:r w:rsidRPr="0075267D">
        <w:t xml:space="preserve"> lähettävä organisaatio on yhteisliittymän isäntäorganisaatio. Asiakirja </w:t>
      </w:r>
      <w:r w:rsidR="00493B53">
        <w:t>tallennetaan</w:t>
      </w:r>
      <w:r w:rsidRPr="0075267D">
        <w:t xml:space="preserve"> toimintansa päättäneen rekisterinpitäjän rekisteriin. </w:t>
      </w:r>
      <w:r w:rsidR="00655584">
        <w:t>Käytettävä palvelupyyntö on PP1.</w:t>
      </w:r>
    </w:p>
    <w:p w14:paraId="054E7F9C" w14:textId="3D3B6570" w:rsidR="00655584" w:rsidRDefault="00655584" w:rsidP="001C0A14">
      <w:pPr>
        <w:pStyle w:val="Leipteksti"/>
        <w:numPr>
          <w:ilvl w:val="0"/>
          <w:numId w:val="14"/>
        </w:numPr>
      </w:pPr>
      <w:r>
        <w:t xml:space="preserve">Toimintansa päättäneen rekisterinpitäjän rekisterissä olevan vanhan hoitoasiakirjan korvaaminen järjestämisvastuun perusteella. </w:t>
      </w:r>
      <w:r w:rsidR="0018633A">
        <w:t>Sanoman</w:t>
      </w:r>
      <w:r>
        <w:t xml:space="preserve"> lähettävä organisaatio on järjestämisvastuullinen toimija eli hyvinvointialue tai Helsingin kaupunki. </w:t>
      </w:r>
      <w:r w:rsidR="0013030A">
        <w:t>Vanha a</w:t>
      </w:r>
      <w:r>
        <w:t xml:space="preserve">siakirja </w:t>
      </w:r>
      <w:r w:rsidR="00493B53">
        <w:t>tallennetaan</w:t>
      </w:r>
      <w:r>
        <w:t xml:space="preserve"> toimintansa päättäneen rekisterinpitäjän rekisteriin. Käytettävä palvelupyyntö on PP3711.</w:t>
      </w:r>
    </w:p>
    <w:p w14:paraId="1F70EDD0" w14:textId="72D1AF52" w:rsidR="009777CF" w:rsidRDefault="009777CF" w:rsidP="009777CF">
      <w:pPr>
        <w:pStyle w:val="Leipteksti"/>
      </w:pPr>
      <w:r>
        <w:t xml:space="preserve">Potilastietojärjestelmä muodostaa arkistoidulle hoitoasiakirjalle uuden version, kun yhtä tai useampaa asiakirjaan sisältyvistä merkinnöistä on muutettu (korjattu tai poistettu), tai asiakirjan mitätöivän version ja toimittaa sen </w:t>
      </w:r>
      <w:r w:rsidR="00977FB5">
        <w:t>Potilastietovarannon</w:t>
      </w:r>
      <w:r>
        <w:t xml:space="preserve"> </w:t>
      </w:r>
      <w:r w:rsidR="00493B53">
        <w:t>tallennettavaksi</w:t>
      </w:r>
      <w:r>
        <w:t>.</w:t>
      </w:r>
    </w:p>
    <w:p w14:paraId="4A5FF4BE" w14:textId="77777777" w:rsidR="009777CF" w:rsidRDefault="009777CF" w:rsidP="00CE128F">
      <w:pPr>
        <w:pStyle w:val="Leipteksti"/>
        <w:spacing w:after="0"/>
      </w:pPr>
      <w:r>
        <w:t>Lopputuloksena</w:t>
      </w:r>
    </w:p>
    <w:p w14:paraId="5E3CEEFE" w14:textId="3F83F774" w:rsidR="009777CF" w:rsidRDefault="009777CF" w:rsidP="00A642C1">
      <w:pPr>
        <w:pStyle w:val="Luettelokappale"/>
        <w:numPr>
          <w:ilvl w:val="0"/>
          <w:numId w:val="38"/>
        </w:numPr>
      </w:pPr>
      <w:r>
        <w:t xml:space="preserve">tilanteessa A (kertomusteksti) uusi asiakirjaversio on muodostettu ja se on korvannut asiakirjan edellisen version </w:t>
      </w:r>
      <w:r w:rsidR="007D5DCB">
        <w:t>Potilastietovarannossa</w:t>
      </w:r>
    </w:p>
    <w:p w14:paraId="62A97B89" w14:textId="71A91903" w:rsidR="009777CF" w:rsidRDefault="009777CF" w:rsidP="00A642C1">
      <w:pPr>
        <w:pStyle w:val="Luettelokappale"/>
        <w:numPr>
          <w:ilvl w:val="0"/>
          <w:numId w:val="38"/>
        </w:numPr>
      </w:pPr>
      <w:r>
        <w:t xml:space="preserve">tilanteessa B (lomakeasiakirja) mitätöivä asiakirja on </w:t>
      </w:r>
      <w:r w:rsidR="0018633A">
        <w:t>tallennettu</w:t>
      </w:r>
    </w:p>
    <w:p w14:paraId="1AF51AE0" w14:textId="684D9337" w:rsidR="009777CF" w:rsidRDefault="009777CF" w:rsidP="00A642C1">
      <w:pPr>
        <w:pStyle w:val="Luettelokappale"/>
        <w:numPr>
          <w:ilvl w:val="0"/>
          <w:numId w:val="38"/>
        </w:numPr>
      </w:pPr>
      <w:r>
        <w:t xml:space="preserve">tilanteessa C (ylläpidettävän asiakirjan versiointi) uusi ylläpidettävä asiakirja on </w:t>
      </w:r>
      <w:r w:rsidR="0018633A">
        <w:t>tallennettu</w:t>
      </w:r>
      <w:r>
        <w:t xml:space="preserve"> ja korvannut asiakirjan edellisen version Tiedonhallintapalvelussa.</w:t>
      </w:r>
    </w:p>
    <w:p w14:paraId="72E71200" w14:textId="5757D31B" w:rsidR="009777CF" w:rsidRPr="009777CF" w:rsidRDefault="009777CF" w:rsidP="00A642C1">
      <w:pPr>
        <w:pStyle w:val="Luettelokappale"/>
        <w:numPr>
          <w:ilvl w:val="0"/>
          <w:numId w:val="38"/>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1E723E77" w:rsidR="00CE128F" w:rsidRPr="00CE128F" w:rsidRDefault="00AD1EB6" w:rsidP="00CE128F">
      <w:pPr>
        <w:pStyle w:val="Numeroituluettelo"/>
      </w:pPr>
      <w:r>
        <w:t>Potilastietovaranto ja Kanta-viestinvälitys, jatkossa Potilastietovaranto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43A03B" w:rsidR="00CE128F" w:rsidRDefault="00CE128F" w:rsidP="00CE128F">
      <w:pPr>
        <w:pStyle w:val="Numeroituluettelo"/>
      </w:pPr>
      <w:r>
        <w:t xml:space="preserve">Tilanteessa C (ylläpidettävän asiakirjan versiointi): Tiedonhallintapalvelussa on potilasta koskeva ylläpidettävä asiakirja, joka on haettu Järjestelmään ja tietoja on </w:t>
      </w:r>
      <w:r>
        <w:lastRenderedPageBreak/>
        <w:t xml:space="preserve">muutettu Järjestelmässä. Uusi ylläpidettävä asiakirja </w:t>
      </w:r>
      <w:r w:rsidR="00493B53">
        <w:t>tallennetaan</w:t>
      </w:r>
      <w:r>
        <w:t xml:space="preserve"> korvaamatta aikaisemmin </w:t>
      </w:r>
      <w:r w:rsidR="0018633A">
        <w:t>tallennettu</w:t>
      </w:r>
      <w:r>
        <w:t>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00284800" w:rsidR="00CE128F" w:rsidRDefault="00CE128F" w:rsidP="00A642C1">
      <w:pPr>
        <w:pStyle w:val="Luettelokappale"/>
        <w:numPr>
          <w:ilvl w:val="0"/>
          <w:numId w:val="38"/>
        </w:numPr>
      </w:pPr>
      <w:r>
        <w:t xml:space="preserve">Ostopalvelun tuottajalla on tiedossa ostopalvelujen järjestäjän rekisteri, jota ostopalvelun valtuutus koskee ja johon asiakirjat </w:t>
      </w:r>
      <w:r w:rsidR="00493B53">
        <w:t>tallennetaan</w:t>
      </w:r>
    </w:p>
    <w:p w14:paraId="77CE52AE" w14:textId="53ACC540" w:rsidR="00CE128F" w:rsidRDefault="00CE128F" w:rsidP="00A642C1">
      <w:pPr>
        <w:pStyle w:val="Luettelokappale"/>
        <w:numPr>
          <w:ilvl w:val="0"/>
          <w:numId w:val="38"/>
        </w:numPr>
      </w:pPr>
      <w:r>
        <w:t xml:space="preserve">Ostopalvelun tuottajan hoitosuhteen potilaaseen todentava palvelutapahtuma on </w:t>
      </w:r>
      <w:r w:rsidR="0018633A">
        <w:t>tallennettu</w:t>
      </w:r>
      <w:r>
        <w:t xml:space="preserve"> ostopalvelun järjestäjän rekisteriin, ja siinä on yksilöity ostopalvelun valtuutus. [LT2]</w:t>
      </w:r>
    </w:p>
    <w:p w14:paraId="52BA0A72" w14:textId="1F0B1E8F" w:rsidR="0075267D" w:rsidRDefault="0075267D" w:rsidP="001C0A14">
      <w:pPr>
        <w:pStyle w:val="Numeroituluettelo"/>
        <w:spacing w:after="0"/>
      </w:pPr>
      <w:r>
        <w:t>Lisäksi tilanteessa G (</w:t>
      </w:r>
      <w:r w:rsidR="00FB2EB2">
        <w:t>tallennus</w:t>
      </w:r>
      <w:r>
        <w:t xml:space="preserve"> toimintansa päättäneen rekisterinpitäjän rekisteriin yhteisliittymismallissa):</w:t>
      </w:r>
    </w:p>
    <w:p w14:paraId="462FAC3A" w14:textId="63C66D90" w:rsidR="0075267D" w:rsidRDefault="0075267D"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3EB98BF9" w14:textId="3B11345B" w:rsidR="00655584" w:rsidRDefault="00655584" w:rsidP="00977FB5">
      <w:pPr>
        <w:pStyle w:val="Numeroituluettelo"/>
        <w:spacing w:after="0"/>
      </w:pPr>
      <w:r>
        <w:t xml:space="preserve">Lisäksi tilanteessa H (vanhan asiakirjan </w:t>
      </w:r>
      <w:r w:rsidR="00FB2EB2">
        <w:t>tallennus</w:t>
      </w:r>
      <w:r>
        <w:t xml:space="preserve"> toimintansa päättäneen rekisterinpitäjän rekisteriin järjestämisvatuun perusteella):</w:t>
      </w:r>
    </w:p>
    <w:p w14:paraId="6F3BAAF1" w14:textId="77777777" w:rsidR="00655584" w:rsidRPr="00083FB1" w:rsidRDefault="00655584" w:rsidP="00655584">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4E661ED4" w14:textId="77777777" w:rsidR="00655584" w:rsidRPr="009A30A4" w:rsidRDefault="00655584" w:rsidP="00977FB5">
      <w:pPr>
        <w:pStyle w:val="Luettelokappale"/>
        <w:spacing w:before="0"/>
        <w:ind w:left="2478"/>
      </w:pPr>
    </w:p>
    <w:p w14:paraId="36010246" w14:textId="675486DD" w:rsidR="0075267D" w:rsidRDefault="0075267D" w:rsidP="0075267D"/>
    <w:p w14:paraId="30C6B928" w14:textId="77777777" w:rsidR="0075267D" w:rsidRPr="00CE128F" w:rsidRDefault="0075267D" w:rsidP="001C0A14"/>
    <w:p w14:paraId="5BCDCF06" w14:textId="11809930" w:rsidR="009F703C" w:rsidRDefault="009F703C" w:rsidP="009F703C">
      <w:pPr>
        <w:pStyle w:val="Otsikko2"/>
      </w:pPr>
      <w:r w:rsidRPr="009F703C">
        <w:t>Normaali tapahtumankulku</w:t>
      </w:r>
    </w:p>
    <w:p w14:paraId="5DB3510C" w14:textId="1C4D0A49" w:rsidR="00CE128F" w:rsidRDefault="00CE128F" w:rsidP="00CE128F">
      <w:pPr>
        <w:pStyle w:val="Leipteksti"/>
      </w:pPr>
      <w:r>
        <w:t xml:space="preserve">Normaali tapahtumankulku kuvaa korjaavan hoitoasiakirjan </w:t>
      </w:r>
      <w:r w:rsidR="00D579CA">
        <w:t>tallennuksen</w:t>
      </w:r>
      <w:r>
        <w:t>.</w:t>
      </w:r>
    </w:p>
    <w:p w14:paraId="43391A18" w14:textId="3E841312" w:rsidR="00CE128F" w:rsidRDefault="00CE128F" w:rsidP="00CE128F">
      <w:pPr>
        <w:pStyle w:val="Numeroituluettelo"/>
        <w:spacing w:after="0"/>
      </w:pPr>
      <w:r>
        <w:t>Järjestelmä valitsee korvaavaan asiakirjaan tulevan sisällön [LM2]</w:t>
      </w:r>
    </w:p>
    <w:p w14:paraId="00AAD14E" w14:textId="6C1E258E" w:rsidR="00CE128F" w:rsidRDefault="00CE128F" w:rsidP="00A642C1">
      <w:pPr>
        <w:pStyle w:val="Luettelokappale"/>
        <w:numPr>
          <w:ilvl w:val="0"/>
          <w:numId w:val="38"/>
        </w:numPr>
      </w:pPr>
      <w:r>
        <w:t xml:space="preserve">Asiakirjan päivittäminen: Järjestelmä valitsee asiakirjan uuteen versioon edellisen asiakirjaversion muuttumattomat merkinnät sekä muutetut merkinnät käyttötapauksen </w:t>
      </w:r>
      <w:r w:rsidR="00493B53">
        <w:t>Tallenna</w:t>
      </w:r>
      <w:r>
        <w:t xml:space="preserve"> hoitoasiakirja normaalissa tapahtumankulussa kuvatuilla periaatteilla</w:t>
      </w:r>
    </w:p>
    <w:p w14:paraId="342C54DC" w14:textId="1AAB7602" w:rsidR="00CE128F" w:rsidRDefault="00CE128F" w:rsidP="00D54165">
      <w:pPr>
        <w:pStyle w:val="Luettelokappale"/>
        <w:numPr>
          <w:ilvl w:val="1"/>
          <w:numId w:val="5"/>
        </w:numPr>
      </w:pPr>
      <w:r>
        <w:t xml:space="preserve">Mikäli yksi tai useampi muutetuista merkinnöistä on sellainen, että sitä ei voida liittää enää samaan asiakirjaan muuttumattomien merkintöjen kanssa, käsittely tässä käyttötapauksessa päättyy. Merkinnöistä muodostetaan ja </w:t>
      </w:r>
      <w:r w:rsidR="00493B53">
        <w:t>tallennetaan</w:t>
      </w:r>
      <w:r>
        <w:t xml:space="preserve"> uusi alkuperäinen asiakirja käyttötapauksen </w:t>
      </w:r>
      <w:r w:rsidR="00493B53">
        <w:t>Tallenna</w:t>
      </w:r>
      <w:r>
        <w:t xml:space="preserve"> hoitoasiakirja mukaisesti.</w:t>
      </w:r>
    </w:p>
    <w:p w14:paraId="23C04641" w14:textId="6462B4A7" w:rsidR="00CE128F" w:rsidRDefault="00CE128F"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A642C1">
      <w:pPr>
        <w:pStyle w:val="Luettelokappale"/>
        <w:numPr>
          <w:ilvl w:val="0"/>
          <w:numId w:val="38"/>
        </w:numPr>
      </w:pPr>
      <w:r>
        <w:lastRenderedPageBreak/>
        <w:t>Tilanteessa B (lomakeasiakirja):</w:t>
      </w:r>
    </w:p>
    <w:p w14:paraId="096F76C4" w14:textId="6B78A14C" w:rsidR="00CE128F" w:rsidRDefault="00CE128F" w:rsidP="00D54165">
      <w:pPr>
        <w:pStyle w:val="Luettelokappale"/>
        <w:numPr>
          <w:ilvl w:val="1"/>
          <w:numId w:val="5"/>
        </w:numPr>
      </w:pPr>
      <w:r>
        <w:t xml:space="preserve">Järjestelmä arkistoi muokatusta sisällöstä uuden lomakeasiakirjan käyttötapauksen </w:t>
      </w:r>
      <w:r w:rsidR="00493B53">
        <w:t>Tallenna</w:t>
      </w:r>
      <w:r>
        <w:t xml:space="preserve"> hoitoasiakirja mukaisesti.</w:t>
      </w:r>
    </w:p>
    <w:p w14:paraId="142BE4A8" w14:textId="3DA05824"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w:t>
      </w:r>
      <w:r w:rsidR="00FB2EB2">
        <w:t>Tallennus</w:t>
      </w:r>
      <w:r>
        <w:t xml:space="preserve"> tapahtuu tämän käyttötapauksen mukaisesti.</w:t>
      </w:r>
    </w:p>
    <w:p w14:paraId="72EFB9A3" w14:textId="55B5723B" w:rsidR="00CE128F" w:rsidRDefault="00CE128F" w:rsidP="00A642C1">
      <w:pPr>
        <w:pStyle w:val="Luettelokappale"/>
        <w:numPr>
          <w:ilvl w:val="0"/>
          <w:numId w:val="38"/>
        </w:numPr>
      </w:pPr>
      <w:r>
        <w:t>Tilanteessa C (ylläpidettävän asiakirjan versiointi): Järjestelmä tuottaa ylläpidettävän asiakirjan pohjana olevan asiakirjan tiedoista ja muutetuista tiedoista.</w:t>
      </w:r>
    </w:p>
    <w:p w14:paraId="71B19809" w14:textId="46BA2776" w:rsidR="00CE128F" w:rsidRDefault="00CE128F" w:rsidP="00CE128F">
      <w:pPr>
        <w:pStyle w:val="Numeroituluettelo"/>
        <w:spacing w:after="0"/>
      </w:pPr>
      <w:r>
        <w:t xml:space="preserve">Järjestelmä muodostaa valituista merkinnöistä korvaavan CDA R2 -asiakirjan käyttötapauksen </w:t>
      </w:r>
      <w:r w:rsidR="00493B53">
        <w:t>Tallenna</w:t>
      </w:r>
      <w:r>
        <w:t xml:space="preserve"> hoitoasiakirja kuvattujen periaatteiden mukaisesti [V1, LM2].</w:t>
      </w:r>
    </w:p>
    <w:p w14:paraId="45229691" w14:textId="79D7CCE8" w:rsidR="00CE128F" w:rsidRDefault="00CE128F" w:rsidP="00A642C1">
      <w:pPr>
        <w:pStyle w:val="Luettelokappale"/>
        <w:numPr>
          <w:ilvl w:val="0"/>
          <w:numId w:val="38"/>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A642C1">
      <w:pPr>
        <w:pStyle w:val="Luettelokappale"/>
        <w:numPr>
          <w:ilvl w:val="0"/>
          <w:numId w:val="38"/>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A642C1">
      <w:pPr>
        <w:pStyle w:val="Luettelokappale"/>
        <w:numPr>
          <w:ilvl w:val="0"/>
          <w:numId w:val="38"/>
        </w:numPr>
      </w:pPr>
      <w:r>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A642C1">
      <w:pPr>
        <w:pStyle w:val="Luettelokappale"/>
        <w:numPr>
          <w:ilvl w:val="0"/>
          <w:numId w:val="38"/>
        </w:numPr>
      </w:pPr>
      <w:r>
        <w:t>Lisäksi tilanteessa C (ylläpidettävän asiakirjan versiointi)</w:t>
      </w:r>
    </w:p>
    <w:p w14:paraId="2721C2A5" w14:textId="5A5448F8" w:rsidR="00CE128F" w:rsidRDefault="00CE128F" w:rsidP="00D54165">
      <w:pPr>
        <w:pStyle w:val="Luettelokappale"/>
        <w:numPr>
          <w:ilvl w:val="1"/>
          <w:numId w:val="5"/>
        </w:numPr>
      </w:pPr>
      <w:r>
        <w:lastRenderedPageBreak/>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A642C1">
      <w:pPr>
        <w:pStyle w:val="Luettelokappale"/>
        <w:numPr>
          <w:ilvl w:val="0"/>
          <w:numId w:val="38"/>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A642C1">
      <w:pPr>
        <w:pStyle w:val="Luettelokappale"/>
        <w:numPr>
          <w:ilvl w:val="0"/>
          <w:numId w:val="38"/>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24FF66CF" w:rsidR="00CE128F" w:rsidRDefault="00CE128F" w:rsidP="00CE128F">
      <w:pPr>
        <w:pStyle w:val="Numeroituluettelo"/>
        <w:spacing w:after="0"/>
      </w:pPr>
      <w:r>
        <w:t xml:space="preserve">Järjestelmä arkistoi asiakirjan alikäyttötapauksen </w:t>
      </w:r>
      <w:r w:rsidR="00493B53">
        <w:t>Tallenna</w:t>
      </w:r>
      <w:r>
        <w:t xml:space="preserve"> asiakirja mukaisesti. [V4]</w:t>
      </w:r>
    </w:p>
    <w:p w14:paraId="4061AF51" w14:textId="5FE82B73" w:rsidR="00CE128F" w:rsidRDefault="00CE128F" w:rsidP="00A642C1">
      <w:pPr>
        <w:pStyle w:val="Luettelokappale"/>
        <w:numPr>
          <w:ilvl w:val="0"/>
          <w:numId w:val="38"/>
        </w:numPr>
      </w:pPr>
      <w:r>
        <w:t>MR-sanoma on RCMR_IN100016FI01 (poikkeuksena tilanne C, jossa käytetään RCMR_IN100002FI01)</w:t>
      </w:r>
    </w:p>
    <w:p w14:paraId="7E8F9A9A" w14:textId="6ED99370" w:rsidR="00CE128F" w:rsidRDefault="00CE128F" w:rsidP="00A642C1">
      <w:pPr>
        <w:pStyle w:val="Luettelokappale"/>
        <w:numPr>
          <w:ilvl w:val="0"/>
          <w:numId w:val="38"/>
        </w:numPr>
      </w:pPr>
      <w:r>
        <w:t>Palvelupyyntö on [LK3]</w:t>
      </w:r>
    </w:p>
    <w:p w14:paraId="662B0087" w14:textId="71E24C02" w:rsidR="00CE128F" w:rsidRDefault="00CE128F" w:rsidP="00D54165">
      <w:pPr>
        <w:pStyle w:val="Luettelokappale"/>
        <w:numPr>
          <w:ilvl w:val="1"/>
          <w:numId w:val="5"/>
        </w:numPr>
      </w:pPr>
      <w:r>
        <w:t>tilanteessa D (</w:t>
      </w:r>
      <w:r w:rsidR="00FB2EB2">
        <w:t>tallennus</w:t>
      </w:r>
      <w:r>
        <w:t xml:space="preserve">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405C2E19" w:rsidR="00CE128F" w:rsidRDefault="00CE128F" w:rsidP="00D54165">
      <w:pPr>
        <w:pStyle w:val="Luettelokappale"/>
        <w:numPr>
          <w:ilvl w:val="1"/>
          <w:numId w:val="5"/>
        </w:numPr>
      </w:pPr>
      <w:r>
        <w:t>tilanteessa F (potilaskohtainen ostopalvelu): PP13, Tuottajan asiakirjojen arkistointi järjestäjän rekisteriin Potilastiedon arkistoon potilaskohtaisessa ostopalvelussa</w:t>
      </w:r>
    </w:p>
    <w:p w14:paraId="579BE2A5" w14:textId="21433374" w:rsidR="0013030A" w:rsidRDefault="0013030A" w:rsidP="0013030A">
      <w:pPr>
        <w:pStyle w:val="Luettelokappale"/>
        <w:numPr>
          <w:ilvl w:val="1"/>
          <w:numId w:val="5"/>
        </w:numPr>
      </w:pPr>
      <w:r>
        <w:t>tilanteessa G</w:t>
      </w:r>
      <w:r w:rsidRPr="0013030A">
        <w:t xml:space="preserve"> </w:t>
      </w:r>
      <w:r>
        <w:t>(</w:t>
      </w:r>
      <w:r w:rsidR="00FB2EB2">
        <w:t>tallennus</w:t>
      </w:r>
      <w:r>
        <w:t xml:space="preserve"> toimintansa päättäneen rekisterinpitäjän rekisteriin yhteisliittymismallissa): PP1, Palvelunantajan omien asiakirjojen arkistointi</w:t>
      </w:r>
    </w:p>
    <w:p w14:paraId="1252BB0C" w14:textId="65595C1D" w:rsidR="0013030A" w:rsidRDefault="0013030A" w:rsidP="0013030A">
      <w:pPr>
        <w:pStyle w:val="Luettelokappale"/>
        <w:numPr>
          <w:ilvl w:val="1"/>
          <w:numId w:val="5"/>
        </w:numPr>
      </w:pPr>
      <w:r>
        <w:t xml:space="preserve">tilanteessa H (vanhat asiakirjat): PP3711, </w:t>
      </w:r>
      <w:r w:rsidRPr="00FA0EDF">
        <w:t>Vanhojen potilasasiakirjojen arkistointi toimintansa päättäneen rekisterinpitäjän rekisteriin</w:t>
      </w:r>
      <w:r>
        <w:t xml:space="preserve"> </w:t>
      </w:r>
    </w:p>
    <w:p w14:paraId="2B613CDE" w14:textId="0ADE6C71" w:rsidR="0013030A" w:rsidRDefault="0013030A" w:rsidP="00977FB5">
      <w:pPr>
        <w:pStyle w:val="Luettelokappale"/>
        <w:ind w:left="3198"/>
      </w:pPr>
    </w:p>
    <w:p w14:paraId="4F8E850C" w14:textId="035D247D" w:rsidR="00CE128F" w:rsidRDefault="00CE128F" w:rsidP="00A642C1">
      <w:pPr>
        <w:pStyle w:val="Luettelokappale"/>
        <w:numPr>
          <w:ilvl w:val="0"/>
          <w:numId w:val="38"/>
        </w:numPr>
      </w:pPr>
      <w:r>
        <w:lastRenderedPageBreak/>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001445E0" w:rsidR="00CE128F" w:rsidRDefault="00CE128F" w:rsidP="00CE128F">
      <w:pPr>
        <w:pStyle w:val="Numeroituluettelo"/>
      </w:pPr>
      <w:r>
        <w:t xml:space="preserve">Järjestelmä tallentaa tiedon siitä, että merkintä on </w:t>
      </w:r>
      <w:r w:rsidR="0018633A">
        <w:t>tallennettu</w:t>
      </w:r>
      <w:r>
        <w:t>.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016DE1C1" w:rsidR="00CE128F" w:rsidRPr="00CE128F" w:rsidRDefault="00CE128F" w:rsidP="00CE128F">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4E371879" w14:textId="79892902" w:rsidR="0075267D" w:rsidRDefault="00CE128F" w:rsidP="0081689C">
      <w:pPr>
        <w:pStyle w:val="Leipteksti"/>
      </w:pPr>
      <w:r>
        <w:t xml:space="preserve">LT2 Ostopalveluratkaisun siirtymäaikana palvelutapahtuma on voitu </w:t>
      </w:r>
      <w:r w:rsidR="00493B53">
        <w:t>tallentaa</w:t>
      </w:r>
      <w:r>
        <w:t xml:space="preserve"> myös ilman ostopalvelun valtuutuksen tunnistetta. Ostopalvelun järjestäjän arkistoasiakirjat-rekisterissä </w:t>
      </w:r>
      <w:r>
        <w:lastRenderedPageBreak/>
        <w:t xml:space="preserve">on oltava kuitenkin ostopalvelun valtuutus, joka oikeuttaa ostopalvelun tuottajan </w:t>
      </w:r>
      <w:r w:rsidR="00493B53">
        <w:t>tallentamaan</w:t>
      </w:r>
      <w:r>
        <w:t xml:space="preserve"> ostopalvelun järjestäjän rekisteriin.</w:t>
      </w:r>
    </w:p>
    <w:p w14:paraId="32B2B9B7" w14:textId="769AA9A9" w:rsidR="0075267D" w:rsidRDefault="0075267D" w:rsidP="0075267D">
      <w:pPr>
        <w:pStyle w:val="Leipteksti"/>
      </w:pPr>
      <w:r>
        <w:t xml:space="preserve">LT3 Toimintansa päättäneen rekisterinpitäjän rekisteriin </w:t>
      </w:r>
      <w:r w:rsidR="00493B53">
        <w:t>ei tallenneta</w:t>
      </w:r>
      <w:r>
        <w:t xml:space="preserve"> uutta tietoa, mutta tietoja voidaan tarvittaessa korjata. Toiminnan periaatteet on kuvattu dokumentissa </w:t>
      </w:r>
      <w:r w:rsidR="00977FB5">
        <w:t>Potilastietovarannon</w:t>
      </w:r>
      <w:r>
        <w:t xml:space="preserve">  toiminnalliset vaatimukset sosiaali- ja terveydenhuollon tietojärjestelmille [LM1].</w:t>
      </w:r>
    </w:p>
    <w:p w14:paraId="0D8B8091" w14:textId="77777777" w:rsidR="0075267D" w:rsidRDefault="0075267D" w:rsidP="0075267D">
      <w:pPr>
        <w:pStyle w:val="Leipteksti"/>
        <w:spacing w:after="0"/>
      </w:pPr>
      <w:r>
        <w:t>LT4 Organisaatiotiedot MR-sanomalla, kun järjestämisvastuullinen rekisterinpitäjä arkistoi toimintansa päättäneen rekisterinpitäjän rekisteriin:</w:t>
      </w:r>
    </w:p>
    <w:p w14:paraId="3BD00169"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35D2DE9B" w14:textId="77777777" w:rsidR="0075267D" w:rsidRDefault="0075267D" w:rsidP="00A642C1">
      <w:pPr>
        <w:pStyle w:val="Leipteksti"/>
        <w:numPr>
          <w:ilvl w:val="0"/>
          <w:numId w:val="34"/>
        </w:numPr>
        <w:spacing w:after="0"/>
      </w:pPr>
      <w:r>
        <w:t>Toimintansa päättäneen rekisterinpitäjän tiedot tulevat sanomatyyppiin asiakirjan rekisterinpitäjän tietoihin.</w:t>
      </w:r>
    </w:p>
    <w:p w14:paraId="75B2A264" w14:textId="6FD30E52" w:rsidR="0075267D" w:rsidRDefault="0075267D" w:rsidP="00A642C1">
      <w:pPr>
        <w:pStyle w:val="Leipteksti"/>
        <w:numPr>
          <w:ilvl w:val="0"/>
          <w:numId w:val="34"/>
        </w:numPr>
        <w:spacing w:after="0"/>
      </w:pPr>
      <w:r>
        <w:t xml:space="preserve">Sanomatyypin muut organisaatiotiedot täytetään sen mukaisesti, mitä </w:t>
      </w:r>
      <w:r w:rsidR="002F1AC4">
        <w:t>tallennettavalla</w:t>
      </w:r>
      <w:r>
        <w:t xml:space="preserve"> CDA R2 asiakirjalla on. Sanomarakenteisiin ei kuitenkaan tuoteta yhteisliittymän isännän tietoja, vaikka alkuperäinen asiakirja olisi syntynyt yhteisliittymässä, ja </w:t>
      </w:r>
      <w:r w:rsidR="002F1AC4">
        <w:t>tallennettavalla</w:t>
      </w:r>
      <w:r>
        <w:t xml:space="preserve"> asiakirjalla isännän tiedot säilytettäisiin. </w:t>
      </w:r>
    </w:p>
    <w:p w14:paraId="3FE6100F" w14:textId="54AEBA8A" w:rsidR="00CE128F" w:rsidRPr="00CE128F" w:rsidRDefault="00076B9B" w:rsidP="0081689C">
      <w:pPr>
        <w:pStyle w:val="Leipteksti"/>
      </w:pPr>
      <w:r>
        <w:br w:type="page"/>
      </w:r>
    </w:p>
    <w:p w14:paraId="7F3C0798" w14:textId="2D80520E" w:rsidR="009F703C" w:rsidRDefault="00341AFC" w:rsidP="00341AFC">
      <w:pPr>
        <w:pStyle w:val="Otsikko1"/>
      </w:pPr>
      <w:bookmarkStart w:id="32" w:name="_Toc216782561"/>
      <w:r w:rsidRPr="00341AFC">
        <w:lastRenderedPageBreak/>
        <w:t>K</w:t>
      </w:r>
      <w:r>
        <w:t xml:space="preserve">orvaa </w:t>
      </w:r>
      <w:r w:rsidR="00AC710C">
        <w:t>Tahdonilmaisupalvelu</w:t>
      </w:r>
      <w:r>
        <w:t>n asiakirja</w:t>
      </w:r>
      <w:bookmarkEnd w:id="32"/>
    </w:p>
    <w:p w14:paraId="3CFC605C" w14:textId="0213EDC0" w:rsidR="009F703C" w:rsidRDefault="009F703C" w:rsidP="009F703C">
      <w:pPr>
        <w:pStyle w:val="Otsikko2"/>
      </w:pPr>
      <w:r w:rsidRPr="009F703C">
        <w:t>Käyttötapauksen yleiskuvaus ja lopputulos</w:t>
      </w:r>
    </w:p>
    <w:p w14:paraId="1C0C22E6" w14:textId="39C689FA"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w:t>
      </w:r>
      <w:r w:rsidR="00493B53">
        <w:t>tallennetaan</w:t>
      </w:r>
      <w:r>
        <w:t xml:space="preserve">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75414FE" w:rsidR="008010F8" w:rsidRDefault="008010F8">
      <w:pPr>
        <w:pStyle w:val="Leipteksti"/>
        <w:numPr>
          <w:ilvl w:val="0"/>
          <w:numId w:val="15"/>
        </w:numPr>
        <w:spacing w:after="0"/>
      </w:pPr>
      <w:r>
        <w:t>Potilastie</w:t>
      </w:r>
      <w:r w:rsidR="00977FB5">
        <w:t>tojen</w:t>
      </w:r>
      <w:r w:rsidR="006C2388">
        <w:t xml:space="preserve">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42997D8D" w:rsidR="006C2388" w:rsidRDefault="00AC710C" w:rsidP="006C2388">
      <w:pPr>
        <w:pStyle w:val="Leipteksti"/>
        <w:spacing w:after="0"/>
      </w:pPr>
      <w:r>
        <w:t>Tahdonilmaisupalveluun</w:t>
      </w:r>
      <w:r w:rsidR="006C2388">
        <w:t xml:space="preserve"> </w:t>
      </w:r>
      <w:r w:rsidR="00493B53">
        <w:t>tallennettavat</w:t>
      </w:r>
      <w:r w:rsidR="006C2388">
        <w:t xml:space="preserve"> asiakirjat ovat </w:t>
      </w:r>
      <w:r w:rsidR="008010F8">
        <w:t xml:space="preserve">Tahdonilmaisupalvelun </w:t>
      </w:r>
      <w:r w:rsidR="006C2388">
        <w:t xml:space="preserve">ylläpidettäviä asiakirjoja, joita </w:t>
      </w:r>
      <w:r w:rsidR="007D5DCB">
        <w:t>Potilastietovarantoon</w:t>
      </w:r>
      <w:r w:rsidR="006C2388">
        <w:t xml:space="preserve"> liittyneet organisaatiot voivat ylläpitää.</w:t>
      </w:r>
    </w:p>
    <w:p w14:paraId="74058D15" w14:textId="6E201FC9" w:rsidR="003F6100" w:rsidRDefault="008010F8" w:rsidP="00A642C1">
      <w:pPr>
        <w:pStyle w:val="Luettelokappale"/>
        <w:numPr>
          <w:ilvl w:val="0"/>
          <w:numId w:val="38"/>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A642C1">
      <w:pPr>
        <w:pStyle w:val="Luettelokappale"/>
        <w:numPr>
          <w:ilvl w:val="0"/>
          <w:numId w:val="38"/>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4691A125" w:rsidR="000C4805" w:rsidRDefault="003F6100" w:rsidP="00A642C1">
      <w:pPr>
        <w:pStyle w:val="Luettelokappale"/>
        <w:numPr>
          <w:ilvl w:val="0"/>
          <w:numId w:val="38"/>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w:t>
      </w:r>
      <w:r w:rsidR="00977FB5">
        <w:t>tojen</w:t>
      </w:r>
      <w:r w:rsidR="004627ED">
        <w:t xml:space="preserve"> kielto</w:t>
      </w:r>
      <w:r w:rsidR="00F613F6">
        <w:t xml:space="preserve"> ja kiellon peruutus (</w:t>
      </w:r>
      <w:proofErr w:type="gramStart"/>
      <w:r w:rsidR="00F613F6">
        <w:t xml:space="preserve">KIE) </w:t>
      </w:r>
      <w:r w:rsidR="004627ED">
        <w:t xml:space="preserve"> –</w:t>
      </w:r>
      <w:proofErr w:type="gramEnd"/>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A642C1">
      <w:pPr>
        <w:pStyle w:val="Luettelokappale"/>
        <w:numPr>
          <w:ilvl w:val="0"/>
          <w:numId w:val="38"/>
        </w:numPr>
      </w:pPr>
      <w:bookmarkStart w:id="33"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33"/>
    <w:p w14:paraId="4293BCE5" w14:textId="58E32B8F" w:rsidR="006C2388" w:rsidRDefault="009F6D33" w:rsidP="00A642C1">
      <w:pPr>
        <w:pStyle w:val="Luettelokappale"/>
        <w:numPr>
          <w:ilvl w:val="0"/>
          <w:numId w:val="38"/>
        </w:numPr>
      </w:pPr>
      <w:r>
        <w:t>L</w:t>
      </w:r>
      <w:r w:rsidR="006C2388">
        <w:t xml:space="preserve">ääkemääräyksen kiellolla </w:t>
      </w:r>
      <w:r w:rsidR="000C4805">
        <w:t xml:space="preserve">(RKIE) on </w:t>
      </w:r>
      <w:r w:rsidR="006C2388">
        <w:t>käytössä vain syykoodi 1.</w:t>
      </w:r>
      <w:r w:rsidR="00BF5B60">
        <w:t xml:space="preserve"> [LT5]</w:t>
      </w:r>
    </w:p>
    <w:p w14:paraId="44016B53" w14:textId="011BB944" w:rsidR="006B7DAF" w:rsidRDefault="006C2388" w:rsidP="00A642C1">
      <w:pPr>
        <w:pStyle w:val="Luettelokappale"/>
        <w:numPr>
          <w:ilvl w:val="0"/>
          <w:numId w:val="38"/>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F9F1536" w:rsidR="006B7DAF" w:rsidRDefault="006B7DAF" w:rsidP="00A642C1">
      <w:pPr>
        <w:pStyle w:val="Luettelokappale"/>
        <w:numPr>
          <w:ilvl w:val="1"/>
          <w:numId w:val="38"/>
        </w:numPr>
        <w:spacing w:before="0"/>
      </w:pPr>
      <w:r>
        <w:lastRenderedPageBreak/>
        <w:t>Elinluovutustahdon (ELIN) ja hoitotahdon (TAH) mitätöinnissä k</w:t>
      </w:r>
      <w:r w:rsidR="006C2388">
        <w:t>äytettävissä ovat korvauksen syyt 1 ja 2</w:t>
      </w:r>
    </w:p>
    <w:p w14:paraId="6B04FC4E" w14:textId="34FD723D" w:rsidR="006C2388" w:rsidRDefault="006B7DAF" w:rsidP="00A642C1">
      <w:pPr>
        <w:pStyle w:val="Luettelokappale"/>
        <w:numPr>
          <w:ilvl w:val="1"/>
          <w:numId w:val="38"/>
        </w:numPr>
        <w:spacing w:before="0"/>
      </w:pPr>
      <w:r>
        <w:t xml:space="preserve">Yhteydenottokiellon (YKIE) mitätöinnissä käytettävissä ovat korvauksen syyt 1 ja 4. </w:t>
      </w:r>
    </w:p>
    <w:p w14:paraId="2A13EB19" w14:textId="77777777" w:rsidR="006C2388" w:rsidRDefault="006C2388" w:rsidP="00BC106E"/>
    <w:p w14:paraId="51948E54" w14:textId="7609637B"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w:t>
      </w:r>
      <w:r w:rsidR="0018633A">
        <w:t>tallennettu</w:t>
      </w:r>
      <w:r>
        <w:t xml:space="preserve">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368B392" w:rsidR="006C2388" w:rsidRDefault="00AD1EB6" w:rsidP="006C2388">
      <w:pPr>
        <w:pStyle w:val="Numeroituluettelo"/>
      </w:pPr>
      <w:r>
        <w:t>Potilastietovaranto ja Kanta-viestinvälitys, jatkossa Potilastietovaranto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A642C1">
      <w:pPr>
        <w:pStyle w:val="Luettelokappale"/>
        <w:numPr>
          <w:ilvl w:val="0"/>
          <w:numId w:val="38"/>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3BD45F28" w:rsidR="006C2388" w:rsidRDefault="006C2388" w:rsidP="00A642C1">
      <w:pPr>
        <w:pStyle w:val="Luettelokappale"/>
        <w:numPr>
          <w:ilvl w:val="0"/>
          <w:numId w:val="38"/>
        </w:numPr>
      </w:pPr>
      <w:r>
        <w:t xml:space="preserve">Asiakirjan päivittäminen: Järjestelmä muodostaa merkinnästä </w:t>
      </w:r>
      <w:r w:rsidR="00493B53">
        <w:t xml:space="preserve">Kantaan tallennettavan CDA </w:t>
      </w:r>
      <w:r>
        <w:t xml:space="preserve">R2 -asiakirjan käyttötapauksen </w:t>
      </w:r>
      <w:r w:rsidR="00493B53">
        <w:t>Tallenna</w:t>
      </w:r>
      <w:r>
        <w:t xml:space="preserve"> asiakirja </w:t>
      </w:r>
      <w:r w:rsidR="00AC710C">
        <w:t>Tahdonilmaisupalveluun</w:t>
      </w:r>
      <w:r>
        <w:t xml:space="preserve"> mukaisesti [V1, LM2].</w:t>
      </w:r>
    </w:p>
    <w:p w14:paraId="557E6F4A" w14:textId="6CF3776F" w:rsidR="006C2388" w:rsidRDefault="006C2388" w:rsidP="00A642C1">
      <w:pPr>
        <w:pStyle w:val="Luettelokappale"/>
        <w:numPr>
          <w:ilvl w:val="0"/>
          <w:numId w:val="38"/>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A642C1">
      <w:pPr>
        <w:pStyle w:val="Luettelokappale"/>
        <w:numPr>
          <w:ilvl w:val="0"/>
          <w:numId w:val="38"/>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47F353F7" w:rsidR="006C2388" w:rsidRDefault="006C2388" w:rsidP="006C2388">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244572A2" w14:textId="1D2B868E" w:rsidR="006C2388" w:rsidRDefault="006C2388" w:rsidP="00A642C1">
      <w:pPr>
        <w:pStyle w:val="Luettelokappale"/>
        <w:numPr>
          <w:ilvl w:val="0"/>
          <w:numId w:val="38"/>
        </w:numPr>
      </w:pPr>
      <w:r>
        <w:t>MR-sanoma on RCMR_IN100016 FI01</w:t>
      </w:r>
    </w:p>
    <w:p w14:paraId="174B689A" w14:textId="0EC0A16F" w:rsidR="006C2388" w:rsidRDefault="006C2388" w:rsidP="00A642C1">
      <w:pPr>
        <w:pStyle w:val="Luettelokappale"/>
        <w:numPr>
          <w:ilvl w:val="0"/>
          <w:numId w:val="38"/>
        </w:numPr>
      </w:pPr>
      <w:r>
        <w:t xml:space="preserve">Palvelupyyntö on PP23, </w:t>
      </w:r>
      <w:r w:rsidR="00AC710C">
        <w:t>Tahdonilmaisupalveluun</w:t>
      </w:r>
      <w:r>
        <w:t xml:space="preserve"> tallennus [LK3]</w:t>
      </w:r>
    </w:p>
    <w:p w14:paraId="42F894D1" w14:textId="15B22EDF" w:rsidR="006C2388" w:rsidRDefault="006C2388" w:rsidP="00A642C1">
      <w:pPr>
        <w:pStyle w:val="Luettelokappale"/>
        <w:numPr>
          <w:ilvl w:val="0"/>
          <w:numId w:val="38"/>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7169427C" w:rsidR="00F14496" w:rsidRDefault="00F14496" w:rsidP="00F14496">
      <w:pPr>
        <w:pStyle w:val="Luettelokappale"/>
        <w:numPr>
          <w:ilvl w:val="1"/>
          <w:numId w:val="5"/>
        </w:numPr>
      </w:pPr>
      <w:r>
        <w:t xml:space="preserve">tilanteessa A (Kanta-informointi), </w:t>
      </w:r>
      <w:r w:rsidR="007A29A4">
        <w:t>C</w:t>
      </w:r>
      <w:r w:rsidR="00F17F93">
        <w:t xml:space="preserve"> </w:t>
      </w:r>
      <w:r>
        <w:t>(Potilastie</w:t>
      </w:r>
      <w:r w:rsidR="00977FB5">
        <w:t>tojen</w:t>
      </w:r>
      <w:r>
        <w:t xml:space="preserve">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7BCB4AE6"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5D2B2578" w:rsidR="006C2388" w:rsidRDefault="006C2388" w:rsidP="006C2388">
      <w:pPr>
        <w:pStyle w:val="Numeroituluettelo"/>
      </w:pPr>
      <w:r>
        <w:t xml:space="preserve">Järjestelmä tallentaa tiedon siitä, että merkintä on </w:t>
      </w:r>
      <w:r w:rsidR="0018633A">
        <w:t>tallennettu</w:t>
      </w:r>
      <w:r>
        <w:t>.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2169E31F" w:rsidR="006C2388" w:rsidRDefault="000C05D1" w:rsidP="000C05D1">
      <w:pPr>
        <w:pStyle w:val="Numeroituluettelo"/>
      </w:pPr>
      <w:r>
        <w:lastRenderedPageBreak/>
        <w:t xml:space="preserve">Tilanteessa </w:t>
      </w:r>
      <w:r w:rsidR="007A29A4">
        <w:t>C</w:t>
      </w:r>
      <w:r w:rsidR="00F17F93">
        <w:t xml:space="preserve"> </w:t>
      </w:r>
      <w:r>
        <w:t>(Potilastie</w:t>
      </w:r>
      <w:r w:rsidR="00977FB5">
        <w:t>toje</w:t>
      </w:r>
      <w:r>
        <w:t xml:space="preserve">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6024BFD0" w:rsidR="006C2388" w:rsidRPr="006C2388" w:rsidRDefault="006C2388" w:rsidP="00320A54">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1C6592A7" w14:textId="351F5B85" w:rsidR="003F6100" w:rsidRDefault="003F6100" w:rsidP="009F703C">
      <w:pPr>
        <w:pStyle w:val="Otsikko2"/>
      </w:pPr>
      <w:r>
        <w:t>Lisätiedot</w:t>
      </w:r>
    </w:p>
    <w:p w14:paraId="2194A8BB" w14:textId="1BC3A1AD" w:rsidR="001E1146" w:rsidRDefault="003F6100" w:rsidP="004751B1">
      <w:pPr>
        <w:pStyle w:val="Leipteksti"/>
      </w:pPr>
      <w:r>
        <w:t xml:space="preserve">LT1 Luovutustenhallinnan asiakirjojen </w:t>
      </w:r>
      <w:r w:rsidR="007A0C4C">
        <w:t xml:space="preserve">Kanta-informointi (KINFO) ja Potilastiedon </w:t>
      </w:r>
      <w:r w:rsidR="00D579CA">
        <w:t>tallennuksen</w:t>
      </w:r>
      <w:r w:rsidR="007A0C4C">
        <w:t xml:space="preserve">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5DA817F9" w:rsidR="000A67ED" w:rsidRDefault="000A67ED" w:rsidP="00BC106E">
      <w:pPr>
        <w:pStyle w:val="Leipteksti"/>
        <w:spacing w:after="0"/>
      </w:pPr>
      <w:r>
        <w:t xml:space="preserve">LT3 </w:t>
      </w:r>
      <w:r w:rsidRPr="000A67ED">
        <w:t>Potilastie</w:t>
      </w:r>
      <w:r w:rsidR="00977FB5">
        <w:t>tojen</w:t>
      </w:r>
      <w:r w:rsidRPr="000A67ED">
        <w:t xml:space="preserve"> luovutuskielto ja luovutuskiellon peruutus (KIE)</w:t>
      </w:r>
    </w:p>
    <w:p w14:paraId="2898F7D2" w14:textId="7A220904" w:rsidR="005B07BF" w:rsidRDefault="00B90C6B" w:rsidP="005B07BF">
      <w:pPr>
        <w:pStyle w:val="Leipteksti"/>
      </w:pPr>
      <w:r>
        <w:t>L</w:t>
      </w:r>
      <w:r w:rsidR="000A67ED">
        <w:t xml:space="preserve">omakkeen </w:t>
      </w:r>
      <w:r w:rsidR="000A67ED" w:rsidRPr="000A67ED">
        <w:t>Potilastie</w:t>
      </w:r>
      <w:r w:rsidR="00977FB5">
        <w:t>tojen</w:t>
      </w:r>
      <w:r w:rsidR="000A67ED" w:rsidRPr="000A67ED">
        <w:t xml:space="preserve">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349D6D5A" w:rsidR="000A67ED" w:rsidRDefault="005B07BF">
      <w:pPr>
        <w:pStyle w:val="Leipteksti"/>
      </w:pPr>
      <w:r>
        <w:t xml:space="preserve">Korvaustilanteessa lomakkeen versiolla 20120110 </w:t>
      </w:r>
      <w:r w:rsidR="0018633A">
        <w:t>tallennettu</w:t>
      </w:r>
      <w:r>
        <w:t xml:space="preserve">ja kieltoja voi versioida 20240101-version lomakkeella. Lomakkeen versiolla 20240101 </w:t>
      </w:r>
      <w:r w:rsidR="0018633A">
        <w:t>tallennettu</w:t>
      </w:r>
      <w:r>
        <w:t>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560F9813" w14:textId="774CE986" w:rsidR="00BF5B60" w:rsidRDefault="00165542" w:rsidP="00896325">
      <w:pPr>
        <w:pStyle w:val="Leipteksti"/>
        <w:spacing w:after="0"/>
      </w:pPr>
      <w:r w:rsidRPr="00165542">
        <w:t xml:space="preserve">1.1.2024 alkaen Luovutuslupa laajenee kattamaan luovutukset myös </w:t>
      </w:r>
      <w:r w:rsidR="00977FB5">
        <w:t>Potilastietovarannon</w:t>
      </w:r>
      <w:r w:rsidRPr="00165542">
        <w:t xml:space="preserve">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p>
    <w:p w14:paraId="5CA7C26C" w14:textId="77777777" w:rsidR="00BF5B60" w:rsidRDefault="00BF5B60" w:rsidP="00896325">
      <w:pPr>
        <w:pStyle w:val="Leipteksti"/>
        <w:spacing w:after="0"/>
      </w:pPr>
    </w:p>
    <w:p w14:paraId="2F49E367" w14:textId="77777777" w:rsidR="00BF5B60" w:rsidRDefault="00BF5B60" w:rsidP="00BF5B60">
      <w:pPr>
        <w:pStyle w:val="Leipteksti"/>
        <w:spacing w:after="0"/>
      </w:pPr>
      <w:r>
        <w:t>LT5 Lääkemääräystietojen luovutuskielto (RKIE)</w:t>
      </w:r>
    </w:p>
    <w:p w14:paraId="40A5A4D5" w14:textId="3E4DA6EA" w:rsidR="00BF5B60" w:rsidRDefault="00BF5B60" w:rsidP="00BF5B60">
      <w:pPr>
        <w:pStyle w:val="Leipteksti"/>
      </w:pPr>
      <w:r>
        <w:t>09/2026 alkaen Lääkemääräyksen kieltoasiakirjasta on käytössä kaksi versiota, jotka molemmat on julkaistu koodistopalvelussa. Versio 1.2.246.537.6.12.2002.370.2014 on poistuva lomakeversio, jota on mahdollista käyttää 1.10.2027 saakka. Jos järjestelmä tukee sähköisen lääkemääräyksen versiota 5.0.0 tai uudempaa, tulee järjestelmän tallentaa Lääkemääräyksen kieltoasiakirja korvaustilanteissakin lomakeversiolla 1.2.246.537.6.12.2002.370.2025</w:t>
      </w:r>
      <w:r w:rsidR="00F91EDD">
        <w:t>01</w:t>
      </w:r>
      <w:r>
        <w:t>.</w:t>
      </w:r>
    </w:p>
    <w:p w14:paraId="20CFD084" w14:textId="2E698B8E" w:rsidR="00320A54" w:rsidRPr="00320A54" w:rsidRDefault="00BF5B60" w:rsidP="00BF5B60">
      <w:pPr>
        <w:pStyle w:val="Leipteksti"/>
        <w:spacing w:after="0"/>
      </w:pPr>
      <w:r>
        <w:t xml:space="preserve">Korvaustilanteessa lomakkeen versiolla 2014 </w:t>
      </w:r>
      <w:r w:rsidR="0018633A">
        <w:t>tallennettu</w:t>
      </w:r>
      <w:r>
        <w:t>ja kieltoja voi versioida 2025</w:t>
      </w:r>
      <w:r w:rsidR="00F91EDD">
        <w:t>01</w:t>
      </w:r>
      <w:r>
        <w:t xml:space="preserve"> -version lomakkeella. Lomakkeen versiolla 2025</w:t>
      </w:r>
      <w:r w:rsidR="00F91EDD">
        <w:t>01</w:t>
      </w:r>
      <w:r>
        <w:t xml:space="preserve"> </w:t>
      </w:r>
      <w:r w:rsidR="0018633A">
        <w:t>tallennettu</w:t>
      </w:r>
      <w:r>
        <w:t>ja kieltoja ei voi versioida 2014 -version lomakkeella. Jos järjestelmä yrittää korvata kieltolomaketta vanhemmalla versiolla mitä versiopuun viimeisin kieltolomake on, antaa tahdonilmaisupalvelu virheilmoituksen.</w:t>
      </w:r>
      <w:r w:rsidR="00076B9B">
        <w:br w:type="page"/>
      </w:r>
    </w:p>
    <w:p w14:paraId="43F86856" w14:textId="52CF1859" w:rsidR="009F703C" w:rsidRDefault="00320A54" w:rsidP="00320A54">
      <w:pPr>
        <w:pStyle w:val="Otsikko1"/>
        <w:spacing w:before="220"/>
      </w:pPr>
      <w:bookmarkStart w:id="34" w:name="_Toc256000067"/>
      <w:bookmarkStart w:id="35" w:name="_Toc37062051"/>
      <w:bookmarkStart w:id="36" w:name="_Toc216782562"/>
      <w:r>
        <w:lastRenderedPageBreak/>
        <w:t>Korvaa arkistoasiakirja</w:t>
      </w:r>
      <w:bookmarkEnd w:id="34"/>
      <w:bookmarkEnd w:id="35"/>
      <w:bookmarkEnd w:id="36"/>
    </w:p>
    <w:p w14:paraId="2BC77F2A" w14:textId="7E067429" w:rsidR="009F703C" w:rsidRDefault="009F703C" w:rsidP="009F703C">
      <w:pPr>
        <w:pStyle w:val="Otsikko2"/>
      </w:pPr>
      <w:r w:rsidRPr="009F703C">
        <w:t>Käyttötapauksen yleiskuvaus ja lopputulos</w:t>
      </w:r>
    </w:p>
    <w:p w14:paraId="53D9652E" w14:textId="6CC31A22" w:rsidR="00932E0D" w:rsidRDefault="00932E0D" w:rsidP="00932E0D">
      <w:pPr>
        <w:pStyle w:val="Leipteksti"/>
      </w:pPr>
      <w:r>
        <w:t xml:space="preserve">Käyttötapaus kuvaa arkistoasiakirja-tyyppisen asiakirjan korvaavan version </w:t>
      </w:r>
      <w:r w:rsidR="00D579CA">
        <w:t>tallennuksen</w:t>
      </w:r>
      <w:r>
        <w:t xml:space="preserve">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5AF511A2" w:rsidR="00932E0D" w:rsidRDefault="00932E0D" w:rsidP="00C33701">
      <w:pPr>
        <w:pStyle w:val="Merkittyluettelo"/>
        <w:spacing w:after="0"/>
      </w:pPr>
      <w:r>
        <w:t>Ostopalvelun valtuutus (</w:t>
      </w:r>
      <w:r w:rsidR="0019618B">
        <w:t xml:space="preserve">näkymälyhenne </w:t>
      </w:r>
      <w:r>
        <w:t>OSVA) korvataan tämän käyttötapauksen mukaisesti</w:t>
      </w:r>
      <w:r w:rsidR="00D9267E">
        <w:t xml:space="preserve"> [LT1]</w:t>
      </w:r>
      <w:r>
        <w:t xml:space="preserve">.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40F090B0" w:rsidR="00932E0D" w:rsidRDefault="00932E0D" w:rsidP="00D54165">
      <w:pPr>
        <w:pStyle w:val="Leipteksti"/>
        <w:numPr>
          <w:ilvl w:val="0"/>
          <w:numId w:val="16"/>
        </w:numPr>
      </w:pPr>
      <w:r>
        <w:t xml:space="preserve">Ostopalvelun tuottaja voi päivittää ostopalvelun valtuutukselle tuottaja-tiedon tietyin rajoituksin ja </w:t>
      </w:r>
      <w:r w:rsidR="00493B53">
        <w:t>tallentaa</w:t>
      </w:r>
      <w:r>
        <w:t xml:space="preserve"> sen ostopalvelun järjestäjän arkistoasiakirjat-rekisteriin.  </w:t>
      </w:r>
    </w:p>
    <w:p w14:paraId="5E09A5A9" w14:textId="0D6C0AC1" w:rsidR="00932E0D" w:rsidRDefault="00932E0D" w:rsidP="00932E0D">
      <w:pPr>
        <w:pStyle w:val="Merkittyluettelo"/>
      </w:pPr>
      <w:r>
        <w:t>Luovutusilmoituksesta (</w:t>
      </w:r>
      <w:r w:rsidR="0019618B">
        <w:t xml:space="preserve">näkymälyhenne </w:t>
      </w:r>
      <w:r>
        <w:t xml:space="preserve">LILM) ei voi </w:t>
      </w:r>
      <w:r w:rsidR="00493B53">
        <w:t>tallentaa</w:t>
      </w:r>
      <w:r>
        <w:t xml:space="preserve"> korvaavaa versiota. Luovutusilmoitus mitätöidään tarvittaessa arkistonhoitajan käyttöliittymästä.</w:t>
      </w:r>
    </w:p>
    <w:p w14:paraId="58A33D55" w14:textId="64B398A5" w:rsidR="00932E0D" w:rsidRPr="00932E0D" w:rsidRDefault="00932E0D" w:rsidP="00932E0D">
      <w:pPr>
        <w:pStyle w:val="Leipteksti"/>
      </w:pPr>
      <w:r>
        <w:t xml:space="preserve">Käyttötapauksen lopputuloksena arkistoasiakirjasta on </w:t>
      </w:r>
      <w:r w:rsidR="0018633A">
        <w:t>tallennettu</w:t>
      </w:r>
      <w:r>
        <w:t xml:space="preserve"> </w:t>
      </w:r>
      <w:r w:rsidR="007D5DCB">
        <w:t>Potilastietovarantoon</w:t>
      </w:r>
      <w:r>
        <w:t xml:space="preserve"> uusi voimassa oleva versio (lomakeasiakirja) tai mitätöivä versio (tyhjä asiakirja) ja potilastietojärjestelmässä on </w:t>
      </w:r>
      <w:r w:rsidR="0018633A">
        <w:t>Kantaan tallennuksesta</w:t>
      </w:r>
      <w:r>
        <w:t>.</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1E828E72" w:rsidR="00291159" w:rsidRPr="00291159" w:rsidRDefault="00AD1EB6" w:rsidP="00291159">
      <w:pPr>
        <w:pStyle w:val="Numeroituluettelo"/>
      </w:pPr>
      <w:r>
        <w:t>Potilastietovaranto ja Kanta-viestinvälitys, jatkossa Potilastietovaranto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A642C1">
      <w:pPr>
        <w:pStyle w:val="Luettelokappale"/>
        <w:numPr>
          <w:ilvl w:val="0"/>
          <w:numId w:val="38"/>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650B209C" w:rsidR="00291159" w:rsidRDefault="00291159" w:rsidP="00291159">
      <w:pPr>
        <w:pStyle w:val="Numeroituluettelo"/>
      </w:pPr>
      <w:r>
        <w:t xml:space="preserve">Järjestelmässä tallennetaan merkintä arkistoasiakirjan </w:t>
      </w:r>
      <w:r w:rsidR="00493B53">
        <w:t>Kantaan tallennetavasta</w:t>
      </w:r>
      <w:r>
        <w:t xml:space="preserve">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0CCC28C2" w:rsidR="00291159" w:rsidRDefault="00291159" w:rsidP="00A642C1">
      <w:pPr>
        <w:pStyle w:val="Luettelokappale"/>
        <w:numPr>
          <w:ilvl w:val="0"/>
          <w:numId w:val="38"/>
        </w:numPr>
      </w:pPr>
      <w:r>
        <w:t xml:space="preserve">Asiakirjan päivittäminen: Järjestelmä muodostaa merkinnästä </w:t>
      </w:r>
      <w:r w:rsidR="00493B53">
        <w:t xml:space="preserve">Kantaan tallennettavan CDA </w:t>
      </w:r>
      <w:r>
        <w:t xml:space="preserve">R2 -asiakirjan käyttötapauksessa </w:t>
      </w:r>
      <w:r w:rsidR="00493B53">
        <w:t>Tallenna</w:t>
      </w:r>
      <w:r>
        <w:t xml:space="preserve"> arkistoasiakirja kuvattujen periaatteiden mukaisesti. Poikkeuksena ostopalvelun tuottaja voi </w:t>
      </w:r>
      <w:r w:rsidR="00493B53">
        <w:t>tallentaa</w:t>
      </w:r>
      <w:r>
        <w:t xml:space="preserve"> ostopalvelun järjestäjän rekisteriin [V1].</w:t>
      </w:r>
    </w:p>
    <w:p w14:paraId="2BFEFE86" w14:textId="4936B496" w:rsidR="00291159" w:rsidRDefault="00291159" w:rsidP="00A642C1">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A642C1">
      <w:pPr>
        <w:pStyle w:val="Luettelokappale"/>
        <w:numPr>
          <w:ilvl w:val="0"/>
          <w:numId w:val="38"/>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1F329E17"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6F8B1" w14:textId="77777777" w:rsidR="003C40C1" w:rsidRDefault="003C40C1" w:rsidP="003C40C1">
      <w:pPr>
        <w:pStyle w:val="Luettelokappale"/>
        <w:numPr>
          <w:ilvl w:val="1"/>
          <w:numId w:val="5"/>
        </w:numPr>
      </w:pPr>
      <w:r>
        <w:t>ostopalvelun valtuutuksen tunniste (</w:t>
      </w:r>
      <w:proofErr w:type="spellStart"/>
      <w:r>
        <w:t>codeId</w:t>
      </w:r>
      <w:proofErr w:type="spellEnd"/>
      <w:r>
        <w:t xml:space="preserve"> 2) -tieto ei muutu [LT2]</w:t>
      </w:r>
    </w:p>
    <w:p w14:paraId="73E78DC7" w14:textId="77777777" w:rsidR="003C40C1" w:rsidRDefault="003C40C1" w:rsidP="00735C21">
      <w:pPr>
        <w:ind w:left="2838"/>
      </w:pP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5FB0AA8D" w:rsidR="00291159" w:rsidRDefault="00291159" w:rsidP="00291159">
      <w:pPr>
        <w:pStyle w:val="Numeroituluettelo"/>
        <w:spacing w:after="0"/>
      </w:pPr>
      <w:r>
        <w:t xml:space="preserve">Järjestelmä arkistoi asiakirjan alikäyttötapauksen </w:t>
      </w:r>
      <w:r w:rsidR="00493B53">
        <w:t>Tallenna</w:t>
      </w:r>
      <w:r>
        <w:t xml:space="preserve"> asiakirja mukaisesti välittömästi asiakirjan muodostamisen jälkeen. [V4] </w:t>
      </w:r>
    </w:p>
    <w:p w14:paraId="6E48FA77" w14:textId="37B528AE" w:rsidR="00291159" w:rsidRDefault="00291159" w:rsidP="00A642C1">
      <w:pPr>
        <w:pStyle w:val="Luettelokappale"/>
        <w:numPr>
          <w:ilvl w:val="0"/>
          <w:numId w:val="38"/>
        </w:numPr>
      </w:pPr>
      <w:r>
        <w:t>MR-sanoma on RCMR_IN100016 FI01</w:t>
      </w:r>
    </w:p>
    <w:p w14:paraId="00BD996D" w14:textId="79D776A7" w:rsidR="00291159" w:rsidRDefault="00291159" w:rsidP="00A642C1">
      <w:pPr>
        <w:pStyle w:val="Luettelokappale"/>
        <w:numPr>
          <w:ilvl w:val="0"/>
          <w:numId w:val="38"/>
        </w:numPr>
      </w:pPr>
      <w:r>
        <w:t>Palvelupyyntö on PP32, Arkistoasiakirjojen arkistointi</w:t>
      </w:r>
    </w:p>
    <w:p w14:paraId="04B3972F" w14:textId="28532C69" w:rsidR="00291159" w:rsidRDefault="00291159" w:rsidP="00A642C1">
      <w:pPr>
        <w:pStyle w:val="Luettelokappale"/>
        <w:numPr>
          <w:ilvl w:val="0"/>
          <w:numId w:val="38"/>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0A367A74" w:rsidR="00291159" w:rsidRDefault="00291159" w:rsidP="00291159">
      <w:pPr>
        <w:pStyle w:val="Numeroituluettelo"/>
      </w:pPr>
      <w:r>
        <w:t xml:space="preserve">Järjestelmä tallentaa tiedon siitä, että merkintä on </w:t>
      </w:r>
      <w:r w:rsidR="0018633A">
        <w:t>tallennettu</w:t>
      </w:r>
      <w:r>
        <w:t>.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606D089C" w:rsidR="00291159" w:rsidRDefault="00291159" w:rsidP="00291159">
      <w:pPr>
        <w:pStyle w:val="Leipteksti"/>
        <w:spacing w:after="0"/>
      </w:pPr>
      <w:r>
        <w:t xml:space="preserve">V4 </w:t>
      </w:r>
      <w:r w:rsidR="00FB2EB2">
        <w:t>Tallennus</w:t>
      </w:r>
      <w:r>
        <w:t xml:space="preserve"> ei onnistu. Järjestelmä tallentaa tiedon virhetilanteesta ja toimii </w:t>
      </w:r>
      <w:r w:rsidR="00AD1EB6">
        <w:t>Potilastietovarannon</w:t>
      </w:r>
      <w:r>
        <w:t xml:space="preserve"> palauttaman virheilmoituksen mukaisesti. Käyttötapaus päättyy.</w:t>
      </w:r>
    </w:p>
    <w:p w14:paraId="3F56A83E" w14:textId="77777777" w:rsidR="003321D9" w:rsidRPr="00291159" w:rsidRDefault="003321D9" w:rsidP="00291159">
      <w:pPr>
        <w:pStyle w:val="Leipteksti"/>
        <w:spacing w:after="0"/>
      </w:pPr>
    </w:p>
    <w:p w14:paraId="598CE241" w14:textId="0FE2613A" w:rsidR="003321D9" w:rsidRDefault="003321D9" w:rsidP="003321D9">
      <w:pPr>
        <w:pStyle w:val="Otsikko2"/>
      </w:pPr>
      <w:r>
        <w:t>Lisätietoja</w:t>
      </w:r>
    </w:p>
    <w:p w14:paraId="7199B772" w14:textId="77777777" w:rsidR="003321D9" w:rsidRDefault="003321D9" w:rsidP="003321D9">
      <w:pPr>
        <w:pStyle w:val="Leipteksti"/>
      </w:pPr>
      <w:r>
        <w:t>LT1 Ostopalvelun valtuutuksen lomakerakenne</w:t>
      </w:r>
    </w:p>
    <w:p w14:paraId="311F800F" w14:textId="77777777" w:rsidR="003321D9" w:rsidRDefault="003321D9" w:rsidP="00735C21">
      <w:pPr>
        <w:pStyle w:val="Leipteksti"/>
        <w:spacing w:after="0"/>
      </w:pPr>
      <w:r>
        <w:t>Ostopalvelun valtuutuksesta (näkymälyhenne OSVA, näkymätunnus 362) on käytössä kaksi versiota, jotka molemmat on julkaistu koodistopalvelussa:</w:t>
      </w:r>
    </w:p>
    <w:p w14:paraId="20808BCE" w14:textId="679E0A0E" w:rsidR="003321D9" w:rsidRDefault="003321D9">
      <w:pPr>
        <w:pStyle w:val="Leipteksti"/>
        <w:spacing w:after="0"/>
      </w:pPr>
      <w:r>
        <w:t>eArkisto/Lomake - Ostopalvelun valtuutus 20140331 (1.2.246.537.6.12.2002.362.20140311)</w:t>
      </w:r>
    </w:p>
    <w:p w14:paraId="7AB8B912" w14:textId="29DC0D6A" w:rsidR="003321D9" w:rsidRDefault="003321D9">
      <w:pPr>
        <w:pStyle w:val="Leipteksti"/>
        <w:spacing w:after="0"/>
      </w:pPr>
      <w:r>
        <w:t>eArkisto/Lomake - Ostopalvelun valtuutus 20200101 (1.2.246.537.6.12.2002.362.20200101)</w:t>
      </w:r>
    </w:p>
    <w:p w14:paraId="79FB5473" w14:textId="39E3C1C7" w:rsidR="003321D9" w:rsidRDefault="003321D9" w:rsidP="003321D9">
      <w:pPr>
        <w:pStyle w:val="Leipteksti"/>
        <w:spacing w:after="0"/>
      </w:pPr>
    </w:p>
    <w:p w14:paraId="718DCED3" w14:textId="733A0E40" w:rsidR="003321D9" w:rsidRDefault="003321D9" w:rsidP="003321D9">
      <w:pPr>
        <w:pStyle w:val="Leipteksti"/>
        <w:spacing w:after="0"/>
      </w:pPr>
      <w:r w:rsidRPr="003321D9">
        <w:t xml:space="preserve">Korvaustilanteessa lomakkeen versiolla </w:t>
      </w:r>
      <w:r>
        <w:t>20140331</w:t>
      </w:r>
      <w:r w:rsidRPr="003321D9">
        <w:t xml:space="preserve"> </w:t>
      </w:r>
      <w:r w:rsidR="0018633A">
        <w:t>tallennettu</w:t>
      </w:r>
      <w:r w:rsidRPr="003321D9">
        <w:t xml:space="preserve">ja </w:t>
      </w:r>
      <w:r>
        <w:t>ostopalvelun valtuutuksia</w:t>
      </w:r>
      <w:r w:rsidRPr="003321D9">
        <w:t xml:space="preserve"> voi versioida </w:t>
      </w:r>
      <w:r>
        <w:t xml:space="preserve"> 20200101 </w:t>
      </w:r>
      <w:r w:rsidRPr="003321D9">
        <w:t xml:space="preserve">-version lomakkeella. Lomakkeen versiolla </w:t>
      </w:r>
      <w:r>
        <w:t>20200101</w:t>
      </w:r>
      <w:r w:rsidRPr="003321D9">
        <w:t xml:space="preserve"> </w:t>
      </w:r>
      <w:r w:rsidR="0018633A">
        <w:t>tallennettu</w:t>
      </w:r>
      <w:r w:rsidRPr="003321D9">
        <w:t xml:space="preserve">ja </w:t>
      </w:r>
      <w:r>
        <w:t>ostopalvelun valtuutuksia</w:t>
      </w:r>
      <w:r w:rsidRPr="003321D9">
        <w:t xml:space="preserve"> ei voi versioida </w:t>
      </w:r>
      <w:r>
        <w:t>20140331</w:t>
      </w:r>
      <w:r w:rsidRPr="003321D9">
        <w:t xml:space="preserve"> -version lomakkeella.</w:t>
      </w:r>
    </w:p>
    <w:p w14:paraId="0F110B29" w14:textId="4CDFD2C6" w:rsidR="003C40C1" w:rsidRDefault="003C40C1" w:rsidP="003321D9">
      <w:pPr>
        <w:pStyle w:val="Leipteksti"/>
        <w:spacing w:after="0"/>
      </w:pPr>
    </w:p>
    <w:p w14:paraId="147643D5" w14:textId="77777777" w:rsidR="003C40C1" w:rsidRDefault="003C40C1" w:rsidP="003C40C1">
      <w:pPr>
        <w:pStyle w:val="Leipteksti"/>
      </w:pPr>
      <w:r>
        <w:t>LT2 Ostopalvelun valtuutuksen lomakkeen tietokentän tunnisteen (codeId) 2 käyttö</w:t>
      </w:r>
    </w:p>
    <w:p w14:paraId="1814F914" w14:textId="77777777" w:rsidR="003C40C1" w:rsidRDefault="003C40C1" w:rsidP="003C40C1">
      <w:pPr>
        <w:pStyle w:val="Leipteksti"/>
        <w:spacing w:after="0"/>
      </w:pPr>
      <w:r>
        <w:t>Ostopalvelun valtuutuksen tunniste on ostopalvelun valtuutus -asiakirjan lomakesisällössä annettu yksilöivä tunniste (eArkisto/Lomake - Ostopalvelun valtuutus 1.2.246.537.6.12.2002.362, codeId 2), joka saa arvon seuraavasti ja joka ei muutu versioitaessa asiakirjaa:</w:t>
      </w:r>
    </w:p>
    <w:p w14:paraId="77A43EAB" w14:textId="77777777" w:rsidR="003C40C1" w:rsidRDefault="003C40C1" w:rsidP="003C40C1">
      <w:pPr>
        <w:pStyle w:val="Leipteksti"/>
        <w:spacing w:after="0"/>
      </w:pPr>
      <w:r>
        <w:t>-  Osva-lomakkeen versio 1.2.246.537.6.12.2002.362.20140311: Ostopalvelun valtuutus asiakirjan setId</w:t>
      </w:r>
    </w:p>
    <w:p w14:paraId="73050E1E" w14:textId="77777777" w:rsidR="003C40C1" w:rsidRPr="003321D9" w:rsidRDefault="003C40C1" w:rsidP="003C40C1">
      <w:pPr>
        <w:pStyle w:val="Leipteksti"/>
        <w:spacing w:after="0"/>
      </w:pPr>
      <w:r>
        <w:t xml:space="preserve">-  Osva2-lomakkeen versio 1.2.246.537.6.12.2002.362. 20200101: Ostopalvelun valtuutus -asiakirjan setId tai valtuutukselle (versiossa 1) generoitu yksilöivä tunnus </w:t>
      </w:r>
    </w:p>
    <w:p w14:paraId="41A5E606" w14:textId="77777777" w:rsidR="003C40C1" w:rsidRPr="003321D9" w:rsidRDefault="003C40C1" w:rsidP="003321D9">
      <w:pPr>
        <w:pStyle w:val="Leipteksti"/>
        <w:spacing w:after="0"/>
      </w:pPr>
    </w:p>
    <w:p w14:paraId="4535E1AC" w14:textId="32AC02AC" w:rsidR="009F703C" w:rsidRDefault="00076B9B" w:rsidP="00291159">
      <w:pPr>
        <w:pStyle w:val="Otsikko1"/>
        <w:spacing w:before="220"/>
      </w:pPr>
      <w:r>
        <w:br w:type="page"/>
      </w:r>
      <w:bookmarkStart w:id="37" w:name="_Toc191902108"/>
      <w:bookmarkStart w:id="38" w:name="_Toc216167923"/>
      <w:bookmarkStart w:id="39" w:name="_Toc37062058"/>
      <w:bookmarkStart w:id="40" w:name="_Toc216782563"/>
      <w:bookmarkEnd w:id="37"/>
      <w:bookmarkEnd w:id="38"/>
      <w:r w:rsidR="00291159">
        <w:lastRenderedPageBreak/>
        <w:t>Hae potilasasiakirjoja (PPB</w:t>
      </w:r>
      <w:r w:rsidR="003504FB">
        <w:t>, PPB11</w:t>
      </w:r>
      <w:r w:rsidR="00291159">
        <w:t>)</w:t>
      </w:r>
      <w:bookmarkEnd w:id="39"/>
      <w:bookmarkEnd w:id="40"/>
    </w:p>
    <w:p w14:paraId="3F1F4FC3" w14:textId="28811B0C" w:rsidR="009F703C" w:rsidRDefault="009F703C" w:rsidP="009F703C">
      <w:pPr>
        <w:pStyle w:val="Otsikko2"/>
      </w:pPr>
      <w:r w:rsidRPr="009F703C">
        <w:t>Käyttötapauksen yleiskuvaus ja lopputulos</w:t>
      </w:r>
    </w:p>
    <w:p w14:paraId="2554DCC0" w14:textId="25AD0F0F" w:rsidR="00291159" w:rsidRDefault="00291159" w:rsidP="00291159">
      <w:pPr>
        <w:pStyle w:val="Leipteksti"/>
      </w:pPr>
      <w:r>
        <w:t xml:space="preserve">Käyttötapaus kuvaa hoito- ja/tai palvelutapahtuma-asiakirjojen tai niiden kuvailutietojen haun </w:t>
      </w:r>
      <w:r w:rsidR="001B2B7D">
        <w:t>Potilastietovarannosta</w:t>
      </w:r>
      <w:r>
        <w:t xml:space="preserve"> terveydenhuollon palvelunantajien rekistereistä kyselyparametrien mukaisesti huomioiden </w:t>
      </w:r>
      <w:r w:rsidR="008D11BE">
        <w:t xml:space="preserve">luovutustenhallinnan </w:t>
      </w:r>
      <w:r>
        <w:t xml:space="preserve">tiedot ja potilaan asettamat luovutuskiellot. </w:t>
      </w:r>
    </w:p>
    <w:p w14:paraId="3C6B2542" w14:textId="251E325C" w:rsidR="00291159" w:rsidRDefault="00291159" w:rsidP="00291159">
      <w:pPr>
        <w:pStyle w:val="Leipteksti"/>
      </w:pPr>
      <w:r>
        <w:t xml:space="preserve">Palvelupyyntö PPB on yleinen potilasasiakirjojen haun palvelupyyntö, joka palauttaa tiedot mahdollisimman laajasti. </w:t>
      </w:r>
      <w:r w:rsidR="007D5DCB">
        <w:t xml:space="preserve">Potilastietovaranto </w:t>
      </w:r>
      <w:r>
        <w:t xml:space="preserve">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24958086" w:rsidR="00291159" w:rsidRDefault="007D5DCB" w:rsidP="00291159">
      <w:pPr>
        <w:pStyle w:val="Leipteksti"/>
        <w:spacing w:after="0"/>
      </w:pPr>
      <w:r>
        <w:t xml:space="preserve">Potilastietovaranto </w:t>
      </w:r>
      <w:r w:rsidR="00291159">
        <w:t>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3F99B053" w14:textId="0875D48B" w:rsidR="00835286" w:rsidRDefault="00291159" w:rsidP="00B65798">
      <w:pPr>
        <w:pStyle w:val="Leipteksti"/>
        <w:numPr>
          <w:ilvl w:val="0"/>
          <w:numId w:val="17"/>
        </w:numPr>
        <w:spacing w:after="0"/>
      </w:pPr>
      <w:r>
        <w:t xml:space="preserve">Haku omasta potilasrekisteristä: Kyselysanomassa ei ole annettu hoitosuhteen todentavaa palvelutapahtumaa. Haussa palautuu hakevan organisaation oman rekisterin tiedot. </w:t>
      </w:r>
    </w:p>
    <w:p w14:paraId="2B677C8A" w14:textId="176F9A61" w:rsidR="00381E2F" w:rsidRPr="00381E2F" w:rsidRDefault="003504FB" w:rsidP="00697349">
      <w:pPr>
        <w:pStyle w:val="Leipteksti"/>
        <w:ind w:left="1778"/>
      </w:pPr>
      <w:r>
        <w:br/>
      </w:r>
      <w:r w:rsidR="00381E2F">
        <w:t>Käyttötapaus kattaa myös haun toimintansa päättäneen terveydenhuollon yksityisen rekisterinpitäjän rekisteristä</w:t>
      </w:r>
      <w:r w:rsidR="00B642EF">
        <w:t xml:space="preserve"> [LT4]</w:t>
      </w:r>
      <w:r w:rsidR="00381E2F">
        <w:t>.</w:t>
      </w:r>
    </w:p>
    <w:p w14:paraId="13B07175" w14:textId="4BFAFBAB" w:rsidR="00381E2F" w:rsidRDefault="00381E2F" w:rsidP="003504FB">
      <w:pPr>
        <w:pStyle w:val="Leipteksti"/>
        <w:numPr>
          <w:ilvl w:val="0"/>
          <w:numId w:val="17"/>
        </w:numPr>
      </w:pPr>
      <w:r>
        <w:lastRenderedPageBreak/>
        <w:t>Haku toimintansa päättäneen rekisterinpitäjän rekisteristä järjestämisvastuun perusteella. Kyselysanomassa ei ole annettu hoitosuhteen todentavaa palvelutapahtumaa. Sanoman lähettävä organisaatio on järjestämisvastuullinen toimija eli hyvinvointialue tai Helsingin kaupunki. Palvelupyyntö on PPB11.</w:t>
      </w:r>
      <w:r w:rsidR="006C2945">
        <w:t xml:space="preserve"> Palvelupyyntö ei ole käytössä hätätilanteessa eikä ennakkohakuna.</w:t>
      </w:r>
    </w:p>
    <w:p w14:paraId="6B4C73A5" w14:textId="7C637694" w:rsidR="00291159" w:rsidRDefault="00835286" w:rsidP="00D54165">
      <w:pPr>
        <w:pStyle w:val="Leipteksti"/>
        <w:numPr>
          <w:ilvl w:val="0"/>
          <w:numId w:val="17"/>
        </w:numPr>
      </w:pPr>
      <w:r>
        <w:t xml:space="preserve">Haku toimintansa päättäneen </w:t>
      </w:r>
      <w:r w:rsidR="00381E2F">
        <w:t>rekisterinpit</w:t>
      </w:r>
      <w:r w:rsidR="001F022D">
        <w:t>ä</w:t>
      </w:r>
      <w:r w:rsidR="00381E2F">
        <w:t>jän</w:t>
      </w:r>
      <w:r>
        <w:t xml:space="preserve"> rekisteristä yhteisliittymismallissa, jos palvelunantajat ovat sopineet yhteisrekisterinpitä</w:t>
      </w:r>
      <w:r w:rsidR="002463EA">
        <w:t>j</w:t>
      </w:r>
      <w:r>
        <w:t>yydestä.</w:t>
      </w:r>
      <w:r w:rsidRPr="00835286">
        <w:t xml:space="preserve"> </w:t>
      </w:r>
      <w:r>
        <w:t xml:space="preserve">Kyselysanomassa ei ole annettu hoitosuhteen todentavaa palvelutapahtumaa, ja sanomassa on ilmoitettava erityinen syy koodiarvolla 17. </w:t>
      </w:r>
      <w:r w:rsidR="00381E2F">
        <w:t xml:space="preserve">Palvelupyyntö on PPB. </w:t>
      </w:r>
      <w:r>
        <w:t xml:space="preserve">Haussa palautuu </w:t>
      </w:r>
      <w:r w:rsidR="002463EA">
        <w:t>toimintansa päättäneen</w:t>
      </w:r>
      <w:r>
        <w:t xml:space="preserve"> organisaation rekisterin tiedot.</w:t>
      </w:r>
      <w:r w:rsidR="00B65798">
        <w:t xml:space="preserve"> </w:t>
      </w:r>
      <w:r>
        <w:br/>
      </w:r>
    </w:p>
    <w:p w14:paraId="6EFD6CC3" w14:textId="77777777" w:rsidR="00291159" w:rsidRDefault="00291159" w:rsidP="00291159">
      <w:pPr>
        <w:pStyle w:val="Leipteksti"/>
        <w:spacing w:after="0"/>
      </w:pPr>
      <w:r>
        <w:t>Hakutilanteen lisäksi pääteltävät tiedot:</w:t>
      </w:r>
    </w:p>
    <w:p w14:paraId="520E86A1" w14:textId="59336BBC" w:rsidR="00291159" w:rsidRDefault="004A60EA" w:rsidP="00D54165">
      <w:pPr>
        <w:pStyle w:val="Leipteksti"/>
        <w:numPr>
          <w:ilvl w:val="0"/>
          <w:numId w:val="17"/>
        </w:numPr>
        <w:spacing w:after="0"/>
      </w:pPr>
      <w:r>
        <w:t>H</w:t>
      </w:r>
      <w:r w:rsidR="00291159">
        <w:t xml:space="preserve">aku </w:t>
      </w:r>
      <w:r w:rsidR="001B2B7D">
        <w:t>Potilastietovarannosta</w:t>
      </w:r>
      <w:r w:rsidR="00291159">
        <w:t xml:space="preserve"> hätätilanteessa [LT1]: Kyselysanomassa on annettu kyselyn erityinen syy, ’Hätähaku’. </w:t>
      </w:r>
      <w:r w:rsidR="00291159" w:rsidRPr="00291159">
        <w:t>Tiedot palautuvat, vaikka</w:t>
      </w:r>
      <w:r w:rsidR="00C073B7">
        <w:t xml:space="preserve"> </w:t>
      </w:r>
      <w:r w:rsidR="00A22A48">
        <w:t xml:space="preserve">informointi ja </w:t>
      </w:r>
      <w:r w:rsidR="00E96EEC">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A642C1">
      <w:pPr>
        <w:pStyle w:val="Luettelokappale"/>
        <w:numPr>
          <w:ilvl w:val="0"/>
          <w:numId w:val="38"/>
        </w:numPr>
      </w:pPr>
      <w:r>
        <w:t>Haetaan yhden potilaan tiedot. Asiakirjoja voidaan hakea henkilötunnuksella tai tilapäisellä yksilöintitunnuksella</w:t>
      </w:r>
    </w:p>
    <w:p w14:paraId="3AD5829E" w14:textId="5313CA22" w:rsidR="00291159" w:rsidRDefault="00291159" w:rsidP="00A642C1">
      <w:pPr>
        <w:pStyle w:val="Luettelokappale"/>
        <w:numPr>
          <w:ilvl w:val="0"/>
          <w:numId w:val="38"/>
        </w:numPr>
      </w:pPr>
      <w:r>
        <w:t xml:space="preserve">Haku kohdistuu lähtökohtaisesti kaikkien terveydenhuollon palvelunantajien rekistereihin </w:t>
      </w:r>
    </w:p>
    <w:p w14:paraId="2C00ABE2" w14:textId="6FB4B3DC" w:rsidR="00291159" w:rsidRDefault="007D5DCB" w:rsidP="00A642C1">
      <w:pPr>
        <w:pStyle w:val="Luettelokappale"/>
        <w:numPr>
          <w:ilvl w:val="0"/>
          <w:numId w:val="38"/>
        </w:numPr>
      </w:pPr>
      <w:r>
        <w:t xml:space="preserve">Potilastietovaranto </w:t>
      </w:r>
      <w:r w:rsidR="00291159">
        <w:t>rajaa haun kyselyn lähettäjän omaan rekisteriin, jos potilaalla on tilapäinen henkilötunnus.</w:t>
      </w:r>
    </w:p>
    <w:p w14:paraId="30CED7B1" w14:textId="56E43532" w:rsidR="00291159" w:rsidRDefault="007D5DCB" w:rsidP="00A642C1">
      <w:pPr>
        <w:pStyle w:val="Luettelokappale"/>
        <w:numPr>
          <w:ilvl w:val="0"/>
          <w:numId w:val="38"/>
        </w:numPr>
      </w:pPr>
      <w:r>
        <w:t xml:space="preserve">Potilastietovaranto </w:t>
      </w:r>
      <w:r w:rsidR="00291159">
        <w:t>rajaa haun kyselyn lähettäjän omaan rekisteriin, jos kyselysanomassa ei välitetä hoitosuhteen todentavaa palvelutapahtumaa (tilanne E</w:t>
      </w:r>
      <w:r w:rsidR="001F022D">
        <w:t>) tai toimintansa päättäneen organisaation rekisteriin (tilanne</w:t>
      </w:r>
      <w:r w:rsidR="00B65798">
        <w:t xml:space="preserve"> </w:t>
      </w:r>
      <w:r w:rsidR="00381E2F">
        <w:t xml:space="preserve">F </w:t>
      </w:r>
      <w:r w:rsidR="00B65798">
        <w:t xml:space="preserve">ja </w:t>
      </w:r>
      <w:r w:rsidR="00381E2F">
        <w:t>G</w:t>
      </w:r>
      <w:r w:rsidR="00291159">
        <w:t>).</w:t>
      </w:r>
    </w:p>
    <w:p w14:paraId="3F00FAD1" w14:textId="20487D9B" w:rsidR="00DD612E" w:rsidRDefault="007D5DCB" w:rsidP="00A642C1">
      <w:pPr>
        <w:pStyle w:val="Luettelokappale"/>
        <w:numPr>
          <w:ilvl w:val="0"/>
          <w:numId w:val="38"/>
        </w:numPr>
      </w:pPr>
      <w:r>
        <w:t xml:space="preserve">Potilastietovaranto </w:t>
      </w:r>
      <w:r w:rsidR="00DD612E">
        <w:t>rajaa haun kyselyn lähettäjän</w:t>
      </w:r>
      <w:r w:rsidR="00F17F93">
        <w:t xml:space="preserve"> </w:t>
      </w:r>
      <w:r w:rsidR="00DD612E">
        <w:t>omaan rekisteriin, jos haetaan asiakirjojen kaikki versiot</w:t>
      </w:r>
      <w:r w:rsidR="00F17F93">
        <w:t xml:space="preserve"> </w:t>
      </w:r>
      <w:r w:rsidR="00DD612E">
        <w:t>(2) [LK6].</w:t>
      </w:r>
    </w:p>
    <w:p w14:paraId="0A356BEF" w14:textId="71985523" w:rsidR="00291159" w:rsidRDefault="00291159" w:rsidP="00A642C1">
      <w:pPr>
        <w:pStyle w:val="Luettelokappale"/>
        <w:numPr>
          <w:ilvl w:val="0"/>
          <w:numId w:val="38"/>
        </w:numPr>
      </w:pPr>
      <w:r>
        <w:lastRenderedPageBreak/>
        <w:t xml:space="preserve">Jos potilas ei ole </w:t>
      </w:r>
      <w:r w:rsidR="00E96EEC">
        <w:t>antanut luovutuslupaa</w:t>
      </w:r>
      <w:r>
        <w:t xml:space="preserve"> eikä kyseessä ole hätähaku, </w:t>
      </w:r>
      <w:r w:rsidR="007D5DCB">
        <w:t xml:space="preserve">Potilastietovaranto </w:t>
      </w:r>
      <w:r>
        <w:t xml:space="preserve">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39715FE8" w:rsidR="00AA7DE5" w:rsidRDefault="00C070D9" w:rsidP="00AA7DE5">
      <w:pPr>
        <w:pStyle w:val="Luettelokappale"/>
        <w:numPr>
          <w:ilvl w:val="2"/>
          <w:numId w:val="5"/>
        </w:numPr>
        <w:spacing w:before="120"/>
      </w:pPr>
      <w:r>
        <w:t xml:space="preserve">31.12.2022 asti: </w:t>
      </w:r>
      <w:r w:rsidR="00AA7DE5">
        <w:t xml:space="preserve">Jos kyselyn lähettäjä kuuluu sairaanhoitopiirin yhteisrekisteriin ja potilasta on informoitu ko. sairaanhoitopiirin yhteisestä potilastietorekisteristä, </w:t>
      </w:r>
      <w:r w:rsidR="007D5DCB">
        <w:t xml:space="preserve">Potilastietovaranto </w:t>
      </w:r>
      <w:r w:rsidR="00AA7DE5">
        <w:t>rajaa haun yhteisrekisteriin, johon kyselyn lähettäjä kuuluu</w:t>
      </w:r>
      <w:r w:rsidR="00805180">
        <w:t xml:space="preserve"> </w:t>
      </w:r>
    </w:p>
    <w:p w14:paraId="06335DE6" w14:textId="3BD2EA1B"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w:t>
      </w:r>
      <w:r w:rsidR="007D5DCB">
        <w:t xml:space="preserve">Potilastietovaranto </w:t>
      </w:r>
      <w:r w:rsidR="00702C8B">
        <w:t xml:space="preserve">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369FE89E" w:rsidR="00AA7DE5" w:rsidRDefault="00AA7DE5" w:rsidP="00B402BD">
      <w:pPr>
        <w:pStyle w:val="Luettelokappale"/>
        <w:numPr>
          <w:ilvl w:val="2"/>
          <w:numId w:val="5"/>
        </w:numPr>
        <w:spacing w:before="120"/>
      </w:pPr>
      <w:r>
        <w:t xml:space="preserve">Muuten </w:t>
      </w:r>
      <w:r w:rsidR="007D5DCB">
        <w:t xml:space="preserve">Potilastietovaranto </w:t>
      </w:r>
      <w:r>
        <w:t>rajaa haun kyselyn lähettäjän omaan rekisteriin</w:t>
      </w:r>
    </w:p>
    <w:p w14:paraId="587A60D1" w14:textId="6B403F97" w:rsidR="009E461E" w:rsidRDefault="009E461E">
      <w:pPr>
        <w:pStyle w:val="Luettelokappale"/>
        <w:numPr>
          <w:ilvl w:val="1"/>
          <w:numId w:val="5"/>
        </w:numPr>
        <w:spacing w:before="120"/>
      </w:pPr>
      <w:r>
        <w:t xml:space="preserve">tilanteessa D (ostopalvelu) </w:t>
      </w:r>
      <w:r w:rsidR="007D5DCB">
        <w:t xml:space="preserve">Potilastietovaranto </w:t>
      </w:r>
      <w:r>
        <w:t>rajaa haun palvelunjärjestäjän rekisteriin</w:t>
      </w:r>
    </w:p>
    <w:p w14:paraId="62952A24" w14:textId="6E44A766" w:rsidR="00291159" w:rsidRDefault="00AD1EB6" w:rsidP="00A642C1">
      <w:pPr>
        <w:pStyle w:val="Luettelokappale"/>
        <w:numPr>
          <w:ilvl w:val="0"/>
          <w:numId w:val="38"/>
        </w:numPr>
      </w:pPr>
      <w:r>
        <w:t xml:space="preserve">Potilastietovaranto </w:t>
      </w:r>
      <w:r w:rsidR="00291159">
        <w:t>rajaa hakutuloksen potilaan mahdollisesti asettamien luovutuskieltojen mukaisesti.</w:t>
      </w:r>
    </w:p>
    <w:p w14:paraId="5D4CA4C0" w14:textId="77777777" w:rsidR="00291159" w:rsidRDefault="00291159" w:rsidP="00291159">
      <w:pPr>
        <w:pStyle w:val="Luettelokappale"/>
        <w:ind w:left="2478"/>
      </w:pPr>
    </w:p>
    <w:p w14:paraId="7BF75187" w14:textId="3BD9F2A5" w:rsidR="00291159" w:rsidRPr="00291159" w:rsidRDefault="00291159" w:rsidP="00291159">
      <w:pPr>
        <w:pStyle w:val="Leipteksti"/>
      </w:pPr>
      <w:r>
        <w:t xml:space="preserve">Käyttötapauksen lopputuloksena hakeva potilastietojärjestelmä on vastaanottanut </w:t>
      </w:r>
      <w:r w:rsidR="00977FB5">
        <w:t>Potilastietovarannon</w:t>
      </w:r>
      <w:r>
        <w:t xml:space="preserve">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2EC24C0E" w:rsidR="00291159" w:rsidRPr="00291159" w:rsidRDefault="00AD1EB6" w:rsidP="00291159">
      <w:pPr>
        <w:pStyle w:val="Numeroituluettelo"/>
      </w:pPr>
      <w:r>
        <w:t>Potilastietovaranto ja Kanta-viestinvälitys, jatkossa Potilastietovaranto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A642C1">
      <w:pPr>
        <w:pStyle w:val="Luettelokappale"/>
        <w:numPr>
          <w:ilvl w:val="0"/>
          <w:numId w:val="38"/>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A988861" w:rsidR="00291159" w:rsidRDefault="00291159" w:rsidP="00291159">
      <w:pPr>
        <w:pStyle w:val="Numeroituluettelo"/>
      </w:pPr>
      <w:r>
        <w:t xml:space="preserve">Tilanteessa C hoitosuhteen todentava palvelutapahtuma on </w:t>
      </w:r>
      <w:r w:rsidR="0018633A">
        <w:t>tallennettu</w:t>
      </w:r>
      <w:r>
        <w:t xml:space="preserve"> hakevan organisaation omaan rekisteriin. </w:t>
      </w:r>
    </w:p>
    <w:p w14:paraId="0CE5FD87" w14:textId="56068A2B" w:rsidR="00291159" w:rsidRDefault="00291159" w:rsidP="00291159">
      <w:pPr>
        <w:pStyle w:val="Numeroituluettelo"/>
        <w:spacing w:after="0"/>
      </w:pPr>
      <w:r>
        <w:lastRenderedPageBreak/>
        <w:t xml:space="preserve">Tilanteessa D (haku ostopalvelutilanteessa) hoitosuhteen todentava palvelutapahtuma on </w:t>
      </w:r>
      <w:r w:rsidR="0018633A">
        <w:t>tallennettu</w:t>
      </w:r>
      <w:r>
        <w:t xml:space="preserve"> ostopalvelun järjestäjän rekisteriin, ja siinä on yksilöity ostopalvelun valtuutus. [LT1]</w:t>
      </w:r>
    </w:p>
    <w:p w14:paraId="6E3BCE13" w14:textId="02C0C850" w:rsidR="00291159" w:rsidRDefault="00291159" w:rsidP="00A642C1">
      <w:pPr>
        <w:pStyle w:val="Luettelokappale"/>
        <w:numPr>
          <w:ilvl w:val="0"/>
          <w:numId w:val="38"/>
        </w:numPr>
      </w:pPr>
      <w:r>
        <w:t xml:space="preserve">Yksilöidyssä ostopalvelun valtuutuksessa on valtuutettu se rekisteri, johon palvelutapahtuma on </w:t>
      </w:r>
      <w:r w:rsidR="0018633A">
        <w:t>tallennettu</w:t>
      </w:r>
      <w:r>
        <w:t>,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09052982" w:rsidR="00291159" w:rsidRDefault="00291159" w:rsidP="0029115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03D19442" w14:textId="40BB4636" w:rsidR="00381E2F" w:rsidRDefault="00381E2F" w:rsidP="00381E2F">
      <w:pPr>
        <w:pStyle w:val="Numeroituluettelo"/>
        <w:spacing w:after="0"/>
      </w:pPr>
      <w:r>
        <w:t xml:space="preserve">Lisäksi tilanteessa </w:t>
      </w:r>
      <w:r w:rsidR="00B642EF">
        <w:t>F</w:t>
      </w:r>
      <w:r>
        <w:t xml:space="preserve"> (haku toimintansa päättäneen rekisterinpitäjän rekisteristä </w:t>
      </w:r>
      <w:r w:rsidR="00B642EF">
        <w:t>järjestämisvastuun perusteella</w:t>
      </w:r>
      <w:r>
        <w:t>):</w:t>
      </w:r>
    </w:p>
    <w:p w14:paraId="34C850D4" w14:textId="00EC3C98" w:rsidR="00381E2F" w:rsidRDefault="00B642EF" w:rsidP="00A642C1">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r w:rsidR="00381E2F">
        <w:t>.</w:t>
      </w:r>
    </w:p>
    <w:p w14:paraId="09E27C77" w14:textId="4730C37C" w:rsidR="00B65798" w:rsidRDefault="00B65798" w:rsidP="00B65798">
      <w:pPr>
        <w:pStyle w:val="Numeroituluettelo"/>
        <w:spacing w:after="0"/>
      </w:pPr>
      <w:r>
        <w:t xml:space="preserve">Lisäksi tilanteessa </w:t>
      </w:r>
      <w:r w:rsidR="00381E2F">
        <w:t>G</w:t>
      </w:r>
      <w:r>
        <w:t xml:space="preserve"> (haku toimintansa päättäneen rekisterinpitäjän rekisteristä yhteisliittymismallissa):</w:t>
      </w:r>
    </w:p>
    <w:p w14:paraId="50CDA590" w14:textId="77777777" w:rsidR="00B65798" w:rsidRDefault="00B65798"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0CAFDA1" w14:textId="77777777" w:rsidR="00B65798" w:rsidRPr="00291159" w:rsidRDefault="00B65798" w:rsidP="00B642EF">
      <w:pPr>
        <w:pStyle w:val="Numeroituluettelo"/>
        <w:numPr>
          <w:ilvl w:val="0"/>
          <w:numId w:val="0"/>
        </w:numPr>
      </w:pP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A642C1">
      <w:pPr>
        <w:pStyle w:val="Luettelokappale"/>
        <w:numPr>
          <w:ilvl w:val="0"/>
          <w:numId w:val="38"/>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2004E43C" w:rsidR="00291159" w:rsidRDefault="00291159" w:rsidP="00A642C1">
      <w:pPr>
        <w:pStyle w:val="Luettelokappale"/>
        <w:numPr>
          <w:ilvl w:val="0"/>
          <w:numId w:val="38"/>
        </w:numPr>
      </w:pPr>
      <w:r>
        <w:t>Palvelupyyntö on PPB [LK3]</w:t>
      </w:r>
      <w:r w:rsidR="00B642EF">
        <w:br/>
        <w:t xml:space="preserve">Poikkeus tilanteessa F: PPB11, </w:t>
      </w:r>
      <w:r w:rsidR="00B642EF" w:rsidRPr="00B642EF">
        <w:t>Potilasasiakirjojen haku toimintansa päättäneen rekisterinpitäjän rekisteristä</w:t>
      </w:r>
      <w:r w:rsidR="006C2945">
        <w:t xml:space="preserve"> [LT</w:t>
      </w:r>
      <w:r w:rsidR="006B43C0">
        <w:t>5</w:t>
      </w:r>
      <w:r w:rsidR="006C2945">
        <w:t>]</w:t>
      </w:r>
      <w:r w:rsidR="00B642EF">
        <w:t>.</w:t>
      </w:r>
    </w:p>
    <w:p w14:paraId="15EE3901" w14:textId="3C0065D3" w:rsidR="00291159" w:rsidRDefault="00291159" w:rsidP="00A642C1">
      <w:pPr>
        <w:pStyle w:val="Luettelokappale"/>
        <w:numPr>
          <w:ilvl w:val="0"/>
          <w:numId w:val="38"/>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lastRenderedPageBreak/>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0EF8EA34" w:rsidR="00291159" w:rsidRDefault="00291159" w:rsidP="00D54165">
      <w:pPr>
        <w:pStyle w:val="Luettelokappale"/>
        <w:numPr>
          <w:ilvl w:val="1"/>
          <w:numId w:val="5"/>
        </w:numPr>
      </w:pPr>
      <w:r>
        <w:t xml:space="preserve">Palvelutapahtuma voi puuttua, mutta tällöin </w:t>
      </w:r>
      <w:r w:rsidR="00AD1EB6">
        <w:t xml:space="preserve">Potilastietovaranto </w:t>
      </w:r>
      <w:r>
        <w:t>rajaa haun kyselyn lähettäjän rekisteriin (tilanne E</w:t>
      </w:r>
      <w:r w:rsidR="00381E2F">
        <w:t>, F</w:t>
      </w:r>
      <w:r w:rsidR="003639BA">
        <w:t xml:space="preserve"> ja </w:t>
      </w:r>
      <w:r w:rsidR="00381E2F">
        <w:t>G</w:t>
      </w:r>
      <w:r>
        <w:t>)</w:t>
      </w:r>
    </w:p>
    <w:p w14:paraId="0FD7800D" w14:textId="5FDF5ACC" w:rsidR="00291159" w:rsidRDefault="00291159" w:rsidP="00A642C1">
      <w:pPr>
        <w:pStyle w:val="Luettelokappale"/>
        <w:numPr>
          <w:ilvl w:val="0"/>
          <w:numId w:val="38"/>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0BEF565B" w:rsidR="00291159" w:rsidRDefault="00291159" w:rsidP="00A642C1">
      <w:pPr>
        <w:pStyle w:val="Luettelokappale"/>
        <w:numPr>
          <w:ilvl w:val="0"/>
          <w:numId w:val="38"/>
        </w:numPr>
      </w:pPr>
      <w:r>
        <w:t xml:space="preserve">Lisäksi tilanteessa A (kuvailutiedot): kuvailutietojen haun kohdistus asiakirja- </w:t>
      </w:r>
      <w:r w:rsidR="00EB40B9">
        <w:t xml:space="preserve">tai </w:t>
      </w:r>
      <w:r>
        <w:t>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77D09AAD" w:rsidR="00291159" w:rsidRDefault="00291159" w:rsidP="00A642C1">
      <w:pPr>
        <w:pStyle w:val="Luettelokappale"/>
        <w:numPr>
          <w:ilvl w:val="0"/>
          <w:numId w:val="38"/>
        </w:numPr>
      </w:pPr>
      <w:r>
        <w:t xml:space="preserve">Tilanteessa B (asiakirjat): Kyselysanomassa ei välitetä ’kuvailutietojen haun kohdistus asiakirja- </w:t>
      </w:r>
      <w:r w:rsidR="00EB40B9">
        <w:t xml:space="preserve">tai </w:t>
      </w:r>
      <w:r>
        <w:t>palvelutapahtumatasolle’ –tietoa.</w:t>
      </w:r>
    </w:p>
    <w:p w14:paraId="6EEC8F87" w14:textId="3BE1553C" w:rsidR="003639BA" w:rsidRDefault="003639BA" w:rsidP="00A642C1">
      <w:pPr>
        <w:pStyle w:val="Luettelokappale"/>
        <w:numPr>
          <w:ilvl w:val="0"/>
          <w:numId w:val="38"/>
        </w:numPr>
      </w:pPr>
      <w:r>
        <w:t xml:space="preserve">Tilanteessa </w:t>
      </w:r>
      <w:r w:rsidR="00B642EF">
        <w:t>G</w:t>
      </w:r>
      <w:r>
        <w:t xml:space="preserve"> (haku toimintansa päättäneen rekisteristä yhteisliittymistilanteessa): Hakusanomalla on ilmoitettava erityinen syy koodiarvolla 17 </w:t>
      </w:r>
      <w:r w:rsidRPr="00631841">
        <w:t>”</w:t>
      </w:r>
      <w:r w:rsidR="006E7AAF" w:rsidRPr="00631841">
        <w:t xml:space="preserve">Toimintansa päättäneen </w:t>
      </w:r>
      <w:r w:rsidR="006E7AAF">
        <w:t>palvelunantajan asiakasrekisterin käsittely</w:t>
      </w:r>
      <w:r w:rsidRPr="00631841">
        <w:t xml:space="preserve">”. </w:t>
      </w:r>
      <w:r>
        <w:t>[LK8]</w:t>
      </w:r>
    </w:p>
    <w:p w14:paraId="516161CC" w14:textId="0BD9A213" w:rsidR="00291159" w:rsidRDefault="00291159" w:rsidP="00A642C1">
      <w:pPr>
        <w:pStyle w:val="Luettelokappale"/>
        <w:numPr>
          <w:ilvl w:val="0"/>
          <w:numId w:val="38"/>
        </w:numPr>
      </w:pPr>
      <w:r>
        <w:t xml:space="preserve">Tilanteessa </w:t>
      </w:r>
      <w:r w:rsidR="00381E2F">
        <w:t>H</w:t>
      </w:r>
      <w:r w:rsidR="00B65798">
        <w:t xml:space="preserve"> </w:t>
      </w:r>
      <w:r>
        <w:t>(hätähaku) kyselysanomaan tulee tuottaa tieto kyselyn perusteena olevasta erityisestä syystä. Erityiseksi syyksi laitetaan ’Hätähaku’ [LK8]</w:t>
      </w:r>
    </w:p>
    <w:p w14:paraId="1FF1AE45" w14:textId="372B5D63" w:rsidR="00291159" w:rsidRDefault="00291159" w:rsidP="00A642C1">
      <w:pPr>
        <w:pStyle w:val="Luettelokappale"/>
        <w:numPr>
          <w:ilvl w:val="0"/>
          <w:numId w:val="38"/>
        </w:numPr>
      </w:pPr>
      <w:r>
        <w:t xml:space="preserve">Tilanne </w:t>
      </w:r>
      <w:r w:rsidR="00381E2F">
        <w:t>I</w:t>
      </w:r>
      <w:r w:rsidR="00B65798">
        <w:t xml:space="preserve"> </w:t>
      </w:r>
      <w:r>
        <w:t>(ennakkohaku): Kaikki hakutilanteet on mahdollista käynnistää järjestelmän tekemänä ennakkohakuna. Ennakkohaussa ei välitetä kyselyn käynnistäneen ammattihenkilön tietoja.</w:t>
      </w:r>
    </w:p>
    <w:p w14:paraId="15B75AC5" w14:textId="35844787" w:rsidR="00291159" w:rsidRDefault="00291159" w:rsidP="00A642C1">
      <w:pPr>
        <w:pStyle w:val="Luettelokappale"/>
        <w:numPr>
          <w:ilvl w:val="0"/>
          <w:numId w:val="38"/>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06BA1C7C" w14:textId="16339F99" w:rsidR="006B43C0" w:rsidRDefault="00E72817" w:rsidP="00A642C1">
      <w:pPr>
        <w:pStyle w:val="Luettelokappale"/>
        <w:numPr>
          <w:ilvl w:val="0"/>
          <w:numId w:val="38"/>
        </w:numPr>
      </w:pPr>
      <w:r>
        <w:t>Poikkeukset parametreihin</w:t>
      </w:r>
      <w:r w:rsidR="006B43C0">
        <w:t xml:space="preserve"> tilanteessa F (palvelupyyntö PPB11, haku toimintansa päättäneen rekistereistä järjestämisvastuun perusteella):</w:t>
      </w:r>
    </w:p>
    <w:p w14:paraId="4B39633A" w14:textId="20D2B36A" w:rsidR="006B43C0" w:rsidRDefault="006B43C0" w:rsidP="00A642C1">
      <w:pPr>
        <w:pStyle w:val="Luettelokappale"/>
        <w:numPr>
          <w:ilvl w:val="1"/>
          <w:numId w:val="38"/>
        </w:numPr>
      </w:pPr>
      <w:r>
        <w:t>Pakollinen parametri rekisteri: toimintansa päättäneen rekisterinpitäjän rekisteri.</w:t>
      </w:r>
      <w:r w:rsidR="00E72817">
        <w:br/>
      </w:r>
      <w:r>
        <w:t>Parametri ei voi toistua.</w:t>
      </w:r>
    </w:p>
    <w:p w14:paraId="73A0916B" w14:textId="2683F8F7" w:rsidR="006B43C0" w:rsidRDefault="006B43C0" w:rsidP="00A642C1">
      <w:pPr>
        <w:pStyle w:val="Luettelokappale"/>
        <w:numPr>
          <w:ilvl w:val="1"/>
          <w:numId w:val="38"/>
        </w:numPr>
      </w:pPr>
      <w:r>
        <w:t>Pakollinen parametri rekisterinpitäjä: toimintansa päättäneen rekisterinpitäjän tunniste.</w:t>
      </w:r>
      <w:r>
        <w:br/>
      </w:r>
      <w:r w:rsidR="00E72817">
        <w:lastRenderedPageBreak/>
        <w:t>P</w:t>
      </w:r>
      <w:r>
        <w:t xml:space="preserve">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438A3142" w14:textId="6D27A13D" w:rsidR="006B43C0" w:rsidRDefault="00E72817" w:rsidP="00E72817">
      <w:pPr>
        <w:pStyle w:val="Luettelokappale"/>
        <w:numPr>
          <w:ilvl w:val="1"/>
          <w:numId w:val="5"/>
        </w:numPr>
      </w:pPr>
      <w:r>
        <w:t>P</w:t>
      </w:r>
      <w:r w:rsidR="006B43C0">
        <w:t xml:space="preserve">oikkeus rekisterin tarkenne -parametrin käyttöön: </w:t>
      </w:r>
      <w:r w:rsidR="006B43C0">
        <w:br/>
        <w:t xml:space="preserve">Jos haku kohdistuu rekisteriin 4, Työterveyshuolto, ja rekisterin tarkenne on annettu, haku rajautuu rekisterin </w:t>
      </w:r>
      <w:proofErr w:type="spellStart"/>
      <w:r w:rsidR="006B43C0">
        <w:t>tarkenteen</w:t>
      </w:r>
      <w:proofErr w:type="spellEnd"/>
      <w:r w:rsidR="006B43C0">
        <w:t xml:space="preserve"> mukaiseen työterveyden rekisteriin. Parametri ei voi toistua. </w:t>
      </w:r>
      <w:r w:rsidR="006B43C0">
        <w:br/>
        <w:t xml:space="preserve">Jos haku kohdistuu rekisteriin 4, Työterveyshuolto, ja rekisterin </w:t>
      </w:r>
      <w:proofErr w:type="spellStart"/>
      <w:r w:rsidR="006B43C0">
        <w:t>tarkennetta</w:t>
      </w:r>
      <w:proofErr w:type="spellEnd"/>
      <w:r w:rsidR="006B43C0">
        <w:t xml:space="preserve"> ei anneta, haku kohdistuu kaikkiin rekisterinpitäjän työterveyden rekistereihin. </w:t>
      </w:r>
    </w:p>
    <w:p w14:paraId="50569EBE" w14:textId="1BB6E230" w:rsidR="00291159" w:rsidRDefault="00291159" w:rsidP="00A642C1">
      <w:pPr>
        <w:pStyle w:val="Luettelokappale"/>
        <w:numPr>
          <w:ilvl w:val="0"/>
          <w:numId w:val="38"/>
        </w:numPr>
      </w:pPr>
      <w:r>
        <w:t xml:space="preserve">Kyselyssä voidaan antaa tieto, kuinka monta hakutulosta halutaan palautettavaksi yhdellä sivulla. Mikäli sivukooksi annetaan Arkistossa määriteltyä sivun ylärajaa suurempi arvo, </w:t>
      </w:r>
      <w:r w:rsidR="00AD1EB6">
        <w:t xml:space="preserve">Potilastietovaranto </w:t>
      </w:r>
      <w:r>
        <w:t>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A642C1">
      <w:pPr>
        <w:pStyle w:val="Luettelokappale"/>
        <w:numPr>
          <w:ilvl w:val="0"/>
          <w:numId w:val="38"/>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15AA786F" w:rsidR="00291159" w:rsidRDefault="00291159" w:rsidP="00A642C1">
      <w:pPr>
        <w:pStyle w:val="Luettelokappale"/>
        <w:numPr>
          <w:ilvl w:val="0"/>
          <w:numId w:val="38"/>
        </w:numPr>
      </w:pPr>
      <w:r>
        <w:t xml:space="preserve">Tilanne </w:t>
      </w:r>
      <w:r w:rsidR="00381E2F">
        <w:t>H</w:t>
      </w:r>
      <w:r>
        <w:t xml:space="preserve">: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A642C1">
      <w:pPr>
        <w:pStyle w:val="Luettelokappale"/>
        <w:numPr>
          <w:ilvl w:val="0"/>
          <w:numId w:val="38"/>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4EE63850" w:rsidR="00291159" w:rsidRDefault="00291159" w:rsidP="00A642C1">
      <w:pPr>
        <w:pStyle w:val="Luettelokappale"/>
        <w:numPr>
          <w:ilvl w:val="0"/>
          <w:numId w:val="38"/>
        </w:numPr>
      </w:pPr>
      <w:r>
        <w:t xml:space="preserve">Jos haun tulosta ei pystytä palauttamaan kokonaisuudessaan yhdellä hakukerralla, </w:t>
      </w:r>
      <w:r w:rsidR="00AD1EB6">
        <w:t xml:space="preserve">Potilastietovaranto </w:t>
      </w:r>
      <w:r>
        <w:t>palauttaa sivutetun vastauksen sekä tiedot jatkokyselyä varten [LM4]</w:t>
      </w:r>
    </w:p>
    <w:p w14:paraId="56D1C8E5" w14:textId="3C3401A7" w:rsidR="00291159" w:rsidRDefault="00291159" w:rsidP="00A642C1">
      <w:pPr>
        <w:pStyle w:val="Luettelokappale"/>
        <w:numPr>
          <w:ilvl w:val="0"/>
          <w:numId w:val="38"/>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lastRenderedPageBreak/>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DA739D">
      <w:pPr>
        <w:pStyle w:val="Otsikko2"/>
        <w:spacing w:before="240"/>
      </w:pPr>
      <w:r>
        <w:t>Lisätiedot</w:t>
      </w:r>
    </w:p>
    <w:p w14:paraId="7C51B434" w14:textId="3FF12FB7" w:rsidR="00A23055" w:rsidRDefault="00B972D2" w:rsidP="0081689C">
      <w:pPr>
        <w:pStyle w:val="Leipteksti"/>
      </w:pPr>
      <w:r w:rsidRPr="00B972D2">
        <w:t xml:space="preserve">LT1 Ostopalveluratkaisun siirtymäaikana palvelutapahtuma on voitu </w:t>
      </w:r>
      <w:r w:rsidR="00493B53">
        <w:t>tallentaa</w:t>
      </w:r>
      <w:r w:rsidRPr="00B972D2">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rsidRPr="00B972D2">
        <w:t>.</w:t>
      </w:r>
    </w:p>
    <w:p w14:paraId="77112CE8" w14:textId="10B832B1" w:rsidR="009F2F14" w:rsidRDefault="00A23055" w:rsidP="00B402BD">
      <w:pPr>
        <w:pStyle w:val="Leipteksti"/>
      </w:pPr>
      <w:r>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3C415A69" w14:textId="16F70DCC" w:rsidR="00911A9F" w:rsidRDefault="00543DA2">
      <w:pPr>
        <w:pStyle w:val="Leipteksti"/>
      </w:pPr>
      <w:r>
        <w:t>LT3 1.1.2023 alkaen: Jos hakijana on hyvinvointialue, joka ei kuulu Uudenmaan maakuntaan, haku rajataan hakijan omaan rekisteriin.</w:t>
      </w:r>
    </w:p>
    <w:p w14:paraId="1ED908C7" w14:textId="79BE80E6" w:rsidR="00B642EF" w:rsidRDefault="00B642EF">
      <w:pPr>
        <w:pStyle w:val="Leipteksti"/>
      </w:pPr>
      <w:r>
        <w:t xml:space="preserve">LT4 Toimintansa päättäneen rekisterinpitäjän rekisteriin </w:t>
      </w:r>
      <w:r w:rsidR="00493B53">
        <w:t>ei tallenneta</w:t>
      </w:r>
      <w:r>
        <w:t xml:space="preserve"> uutta tietoa, mutta </w:t>
      </w:r>
      <w:r w:rsidR="006C2945">
        <w:t xml:space="preserve">järjestämisvastuullinen toimija tai yhteisrekisterinpidosta sopinut palvelunantaja voi hakea </w:t>
      </w:r>
      <w:r>
        <w:t>tietoja tietopyyntöjä tai asiakirjan korjaamista varten</w:t>
      </w:r>
      <w:r w:rsidR="006C2945">
        <w:t xml:space="preserve"> luovutuksenhallinta ja luovutuskiellot ohittaen</w:t>
      </w:r>
      <w:r>
        <w:t xml:space="preserve">.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6EB70F5" w14:textId="27D8CBB4" w:rsidR="006C2945" w:rsidRDefault="006C2945" w:rsidP="006C2945">
      <w:pPr>
        <w:pStyle w:val="Leipteksti"/>
        <w:spacing w:after="0"/>
      </w:pPr>
      <w:r>
        <w:t>LT5 Organisaatiotiedot MR-sanomalla, kun järjestämisvastuullinen rekisterinpitäjä hakee tietoja toimintansa päättäneen rekisterinpitäjän rekisteristä:</w:t>
      </w:r>
    </w:p>
    <w:p w14:paraId="415955D3" w14:textId="77777777" w:rsidR="006C2945" w:rsidRDefault="006C2945" w:rsidP="00A642C1">
      <w:pPr>
        <w:pStyle w:val="Leipteksti"/>
        <w:numPr>
          <w:ilvl w:val="0"/>
          <w:numId w:val="34"/>
        </w:numPr>
        <w:spacing w:before="240" w:after="0"/>
      </w:pPr>
      <w:r>
        <w:lastRenderedPageBreak/>
        <w:t xml:space="preserve">Järjestämisvastuullisen toimijan tiedot tulevat liityntäpisteen, sanoman lähettäjän ja kontrollikehyksen tietoihin. </w:t>
      </w:r>
    </w:p>
    <w:p w14:paraId="1B3E4C02" w14:textId="2CC94D88" w:rsidR="006C2945" w:rsidRDefault="006B43C0" w:rsidP="00A642C1">
      <w:pPr>
        <w:pStyle w:val="Leipteksti"/>
        <w:numPr>
          <w:ilvl w:val="0"/>
          <w:numId w:val="34"/>
        </w:numPr>
        <w:spacing w:after="0"/>
      </w:pPr>
      <w:r>
        <w:t>Toimintansa päättäneen rekisterinpitäjän tiedot tulevat kyselyparametreihin</w:t>
      </w:r>
      <w:r w:rsidR="006C2945">
        <w:t>.</w:t>
      </w:r>
    </w:p>
    <w:p w14:paraId="7FBAEEE3" w14:textId="59BC3164" w:rsidR="00624CEA" w:rsidRDefault="00076B9B" w:rsidP="00472797">
      <w:r>
        <w:br w:type="page"/>
      </w:r>
    </w:p>
    <w:p w14:paraId="2802401F" w14:textId="110E83C7" w:rsidR="009F703C" w:rsidRDefault="00B972D2" w:rsidP="00E417F4">
      <w:pPr>
        <w:pStyle w:val="Otsikko1"/>
      </w:pPr>
      <w:bookmarkStart w:id="41" w:name="_Toc37062066"/>
      <w:bookmarkStart w:id="42" w:name="_Toc216782564"/>
      <w:r>
        <w:lastRenderedPageBreak/>
        <w:t>Hae oman rekisterin asiakirjoja</w:t>
      </w:r>
      <w:bookmarkEnd w:id="41"/>
      <w:bookmarkEnd w:id="42"/>
    </w:p>
    <w:p w14:paraId="7962BD00" w14:textId="573DDDD8" w:rsidR="009F703C" w:rsidRDefault="009F703C" w:rsidP="009F703C">
      <w:pPr>
        <w:pStyle w:val="Otsikko2"/>
      </w:pPr>
      <w:r w:rsidRPr="009F703C">
        <w:t>Käyttötapauksen yleiskuvaus ja lopputulos</w:t>
      </w:r>
    </w:p>
    <w:p w14:paraId="13B06FAA" w14:textId="24633918" w:rsidR="004F013D" w:rsidRDefault="004F013D" w:rsidP="004F013D">
      <w:pPr>
        <w:pStyle w:val="Leipteksti"/>
      </w:pPr>
      <w:r>
        <w:t xml:space="preserve">Käyttötapaus kuvaa hakevan organisaation omassa rekisterissä olevien hoito- ja/tai palvelutapahtuma-asiakirjojen tai niiden kuvailutietojen hakutilanteet </w:t>
      </w:r>
      <w:r w:rsidR="001B2B7D">
        <w:t>Potilastietovarannosta</w:t>
      </w:r>
      <w:r>
        <w:t>:</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77643456" w14:textId="2830EAF8" w:rsidR="00E81082" w:rsidRDefault="00E81082" w:rsidP="00E81082">
      <w:pPr>
        <w:pStyle w:val="Leipteksti"/>
      </w:pPr>
      <w:r>
        <w:t>Käyttötapaus kattaa myös haun toimintansa päättäneen terveydenhuollon yksityisen rekisterinpitäjän rekisteristä [LT1, LT2].</w:t>
      </w:r>
    </w:p>
    <w:p w14:paraId="6F1203D2" w14:textId="1F6957C2" w:rsidR="00E81082" w:rsidRDefault="00E81082" w:rsidP="001C0A14">
      <w:pPr>
        <w:pStyle w:val="Leipteksti"/>
        <w:numPr>
          <w:ilvl w:val="0"/>
          <w:numId w:val="18"/>
        </w:numPr>
      </w:pPr>
      <w:r>
        <w:t>Haku toimintansa päättäneen rekisterinpit</w:t>
      </w:r>
      <w:r w:rsidR="001F022D">
        <w:t>ä</w:t>
      </w:r>
      <w:r>
        <w:t>jän rekisteristä yhteisliittymismallissa, jos palvelunantajat ovat sopineet yhteisrekisterinpitäyydestä.</w:t>
      </w:r>
      <w:r w:rsidRPr="00835286">
        <w:t xml:space="preserve"> </w:t>
      </w:r>
      <w:r>
        <w:t>Kyselysanomassa ei ole annettu hoitosuhteen todentavaa palvelutapahtumaa, ja sanomassa on ilmoitettava erityinen syy koodiarvolla 17. Palvelupyyntö on PP</w:t>
      </w:r>
      <w:r w:rsidR="001F022D">
        <w:t>2</w:t>
      </w:r>
      <w:r>
        <w:t xml:space="preserve">. Haussa palautuu </w:t>
      </w:r>
      <w:r w:rsidR="002463EA">
        <w:t xml:space="preserve">toimintansa päättäneen </w:t>
      </w:r>
      <w:r>
        <w:t>organisaation rekisterin tiedot.</w:t>
      </w:r>
    </w:p>
    <w:p w14:paraId="27586B72" w14:textId="38DED638" w:rsidR="001F022D" w:rsidRPr="00381E2F" w:rsidRDefault="001F022D" w:rsidP="001F022D">
      <w:pPr>
        <w:pStyle w:val="Leipteksti"/>
        <w:numPr>
          <w:ilvl w:val="0"/>
          <w:numId w:val="18"/>
        </w:numPr>
      </w:pPr>
      <w:r>
        <w:t>Vanhojen asiakirjojen haku toimintansa päättäneen rekisterinpitäjän rekisteristä järjestämisvastuun perusteella. Sanoman lähettävä organisaatio on järjestämisvastuullinen toimija eli hyvinvointialue tai Helsingin kaupunki. Palvelupyyntö on PP3611. Haussa palautuu toimintansa päättäneen organisaation rekisterin tiedot.</w:t>
      </w:r>
    </w:p>
    <w:p w14:paraId="3102E55D" w14:textId="1025715A" w:rsidR="004F013D" w:rsidRDefault="004F013D" w:rsidP="004F013D">
      <w:pPr>
        <w:pStyle w:val="Leipteksti"/>
        <w:spacing w:after="0"/>
      </w:pPr>
      <w:r>
        <w:lastRenderedPageBreak/>
        <w:t>Haku rajautuu tässä käyttötapauksessa potilaan ja hakijan mukaan:</w:t>
      </w:r>
    </w:p>
    <w:p w14:paraId="5725F9B9" w14:textId="653FCC2D" w:rsidR="004F013D" w:rsidRDefault="004F013D" w:rsidP="00A642C1">
      <w:pPr>
        <w:pStyle w:val="Luettelokappale"/>
        <w:numPr>
          <w:ilvl w:val="0"/>
          <w:numId w:val="38"/>
        </w:numPr>
      </w:pPr>
      <w:r>
        <w:t xml:space="preserve">Haetaan yhden potilaan tiedot: Omasta rekisteristä asiakirjoja voidaan hakea henkilötunnuksella tai tilapäisellä yksilöintitunnuksella. Jos tietoja haetaan tilapäisellä yksilöintitunnuksella, </w:t>
      </w:r>
      <w:r w:rsidR="007D5DCB">
        <w:t xml:space="preserve">Potilastietovaranto </w:t>
      </w:r>
      <w:r>
        <w:t>palauttaa vain sellaisia asiakirjoja</w:t>
      </w:r>
      <w:r w:rsidR="001F022D">
        <w:t>,</w:t>
      </w:r>
      <w:r>
        <w:t xml:space="preserve"> joihin ei ole kirjattu virallista henkilötunnusta.</w:t>
      </w:r>
    </w:p>
    <w:p w14:paraId="66EA1F59" w14:textId="2C0A06D6" w:rsidR="004F013D" w:rsidRDefault="001F022D" w:rsidP="00A642C1">
      <w:pPr>
        <w:pStyle w:val="Luettelokappale"/>
        <w:numPr>
          <w:ilvl w:val="0"/>
          <w:numId w:val="38"/>
        </w:numPr>
      </w:pPr>
      <w:r>
        <w:t xml:space="preserve">Tilanteessa C ja D: </w:t>
      </w:r>
      <w:r w:rsidR="004F013D">
        <w:t xml:space="preserve">Haetaan tiedot hakijan omasta rekisteristä: </w:t>
      </w:r>
      <w:r w:rsidR="007D5DCB">
        <w:t xml:space="preserve">Potilastietovaranto </w:t>
      </w:r>
      <w:r w:rsidR="004F013D">
        <w:t>rajaa haun hakevan rekisterinpitäjän tiet</w:t>
      </w:r>
      <w:r w:rsidR="00954EA6">
        <w:t>t</w:t>
      </w:r>
      <w:r w:rsidR="004F013D">
        <w:t>yyn rekisteriin, työterveyshuollon tilanteessa on rajaavana tekijänä lisäksi rekisterin tarkenne.</w:t>
      </w:r>
      <w:r>
        <w:t xml:space="preserve"> </w:t>
      </w:r>
    </w:p>
    <w:p w14:paraId="280F6015" w14:textId="1755F551" w:rsidR="001F022D" w:rsidRDefault="001F022D" w:rsidP="00A642C1">
      <w:pPr>
        <w:pStyle w:val="Luettelokappale"/>
        <w:numPr>
          <w:ilvl w:val="0"/>
          <w:numId w:val="38"/>
        </w:numPr>
      </w:pPr>
      <w:r>
        <w:t xml:space="preserve">Tilanteessa E ja F: Haetaan tiedot toimintansa päättäneen organisaation rekisteristä, </w:t>
      </w:r>
      <w:r w:rsidR="007D5DCB">
        <w:t xml:space="preserve">Potilastietovaranto </w:t>
      </w:r>
      <w:r>
        <w:t>rajaa haun toimintansa päättäneen rekisterinpitäjän tiettyyn rekisteriin, työterveyshuollon tilanteessa rajaavana tekijänä voi olla lisäksi rekisterin tarkenne.</w:t>
      </w:r>
    </w:p>
    <w:p w14:paraId="7B747B03" w14:textId="5F8D3BCE" w:rsidR="004F013D" w:rsidRPr="004F013D" w:rsidRDefault="004F013D" w:rsidP="004F013D">
      <w:pPr>
        <w:pStyle w:val="Leipteksti"/>
      </w:pPr>
      <w:r>
        <w:t xml:space="preserve">Käyttötapauksen lopputuloksen hakeva potilastietojärjestelmä on vastaanottanut </w:t>
      </w:r>
      <w:r w:rsidR="00977FB5">
        <w:t>Potilastietovarannon</w:t>
      </w:r>
      <w:r>
        <w:t xml:space="preserve">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02D81B6C" w:rsidR="004F013D" w:rsidRPr="004F013D" w:rsidRDefault="00AD1EB6" w:rsidP="004F013D">
      <w:pPr>
        <w:pStyle w:val="Numeroituluettelo"/>
      </w:pPr>
      <w:r>
        <w:t>Potilastietovaranto ja Kanta-viestinvälitys, jatkossa Potilastietovaranto</w:t>
      </w:r>
    </w:p>
    <w:p w14:paraId="12253581" w14:textId="72007C0B" w:rsidR="009F703C" w:rsidRDefault="009F703C" w:rsidP="009F703C">
      <w:pPr>
        <w:pStyle w:val="Otsikko2"/>
      </w:pPr>
      <w:r w:rsidRPr="009F703C">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29A71BD8" w:rsidR="004F013D" w:rsidRDefault="004F013D" w:rsidP="004F013D">
      <w:pPr>
        <w:pStyle w:val="Numeroituluettelo"/>
      </w:pPr>
      <w:r>
        <w:t>Potilastietojärjestelmässä on tiedossa joko käyttäjän antamana tai järjestelmän päättelemänä tarvittavat hakuparametrit</w:t>
      </w:r>
    </w:p>
    <w:p w14:paraId="65AC1964" w14:textId="29A7A89F" w:rsidR="00E81082" w:rsidRDefault="00E81082" w:rsidP="00E81082">
      <w:pPr>
        <w:pStyle w:val="Numeroituluettelo"/>
        <w:spacing w:after="0"/>
      </w:pPr>
      <w:r>
        <w:t>Lisäksi tilanteessa E (haku toimintansa päättäneen rekisterinpitäjän rekisteristä yhteisliittymismallissa):</w:t>
      </w:r>
    </w:p>
    <w:p w14:paraId="0AE3F148" w14:textId="694B358D" w:rsidR="00E81082" w:rsidRDefault="00E81082" w:rsidP="00A642C1">
      <w:pPr>
        <w:pStyle w:val="Luettelokappale"/>
        <w:numPr>
          <w:ilvl w:val="0"/>
          <w:numId w:val="38"/>
        </w:numPr>
        <w:spacing w:before="0"/>
      </w:pPr>
      <w:r>
        <w:t>Kansallisen koodistopalvelun koodistoon Rekisterinpitovastuun siirrot ei ole kirjattu tietoa toimintansa päättäneen yksityisen rekisterinpitäjän ja järjestämisvastuullisen julkisen toimijan yhteisrekisterinpidosta. [LK14].</w:t>
      </w:r>
    </w:p>
    <w:p w14:paraId="424C5BA7" w14:textId="77777777" w:rsidR="00BC4E1B" w:rsidRDefault="00BC4E1B" w:rsidP="00BC4E1B">
      <w:pPr>
        <w:pStyle w:val="Numeroituluettelo"/>
        <w:spacing w:after="0"/>
      </w:pPr>
      <w:r>
        <w:t>Lisäksi tilanteessa F (haku toimintansa päättäneen rekisterinpitäjän rekisteristä järjestämisvastuun perusteella):</w:t>
      </w:r>
    </w:p>
    <w:p w14:paraId="05525325" w14:textId="3EF6A931" w:rsidR="00BC4E1B" w:rsidRPr="004F013D" w:rsidRDefault="00BC4E1B" w:rsidP="00BC4E1B">
      <w:pPr>
        <w:pStyle w:val="Luettelokappale"/>
        <w:numPr>
          <w:ilvl w:val="0"/>
          <w:numId w:val="38"/>
        </w:numPr>
        <w:spacing w:before="0"/>
      </w:pPr>
      <w:r>
        <w:t>Tieto sanoman lähettäneen järjestämisvastuullisen rekisterinpitäjän ja toimintansa päättäneen yksityisen rekisterinpitäjän yhteisrekisterinpidosta löytyy Kansallisen koodistopalvelun koodistosta Rekisterinpitovastuun siirrot [LK14].</w:t>
      </w:r>
    </w:p>
    <w:p w14:paraId="3882412C" w14:textId="4E651C8C" w:rsidR="009F703C" w:rsidRDefault="009F703C" w:rsidP="001C0A14">
      <w:pPr>
        <w:pStyle w:val="Otsikko2"/>
        <w:spacing w:before="240"/>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lastRenderedPageBreak/>
        <w:t>Järjestelmä muodostaa hakusanoman ja tekee haun Arkistosta alikäyttötapauksen Hae tiedot mukaisesti. [V2]</w:t>
      </w:r>
    </w:p>
    <w:p w14:paraId="3C801C39" w14:textId="2EFCF6B9" w:rsidR="004F013D" w:rsidRDefault="004F013D" w:rsidP="00A642C1">
      <w:pPr>
        <w:pStyle w:val="Luettelokappale"/>
        <w:numPr>
          <w:ilvl w:val="0"/>
          <w:numId w:val="38"/>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A642C1">
      <w:pPr>
        <w:pStyle w:val="Luettelokappale"/>
        <w:numPr>
          <w:ilvl w:val="0"/>
          <w:numId w:val="38"/>
        </w:numPr>
      </w:pPr>
      <w:r>
        <w:t>Palvelupyyntö on [LK3]</w:t>
      </w:r>
    </w:p>
    <w:p w14:paraId="1047CF97" w14:textId="020BEAF9" w:rsidR="004F013D" w:rsidRDefault="004F013D" w:rsidP="00D54165">
      <w:pPr>
        <w:pStyle w:val="Luettelokappale"/>
        <w:numPr>
          <w:ilvl w:val="1"/>
          <w:numId w:val="5"/>
        </w:numPr>
      </w:pPr>
      <w:r>
        <w:t xml:space="preserve">tilanteessa C </w:t>
      </w:r>
      <w:r w:rsidR="00E81082">
        <w:t xml:space="preserve">ja E </w:t>
      </w:r>
      <w:r>
        <w:t>(omat tiedot): PP2, Palvelunantajan omien tietojen haku Potilastiedon arkistosta</w:t>
      </w:r>
    </w:p>
    <w:p w14:paraId="2DF39D83" w14:textId="17C589FB" w:rsidR="004F013D" w:rsidRDefault="004F013D" w:rsidP="00D54165">
      <w:pPr>
        <w:pStyle w:val="Luettelokappale"/>
        <w:numPr>
          <w:ilvl w:val="1"/>
          <w:numId w:val="5"/>
        </w:numPr>
      </w:pPr>
      <w:r>
        <w:t>tilanteessa D (vanhat tiedot): PP36, Palvelunantajan omien vanhojen tietojen haku Potilastiedon arkistosta</w:t>
      </w:r>
    </w:p>
    <w:p w14:paraId="104B191C" w14:textId="0D3BA1A9" w:rsidR="00BC4E1B" w:rsidRDefault="00BC4E1B" w:rsidP="00D54165">
      <w:pPr>
        <w:pStyle w:val="Luettelokappale"/>
        <w:numPr>
          <w:ilvl w:val="1"/>
          <w:numId w:val="5"/>
        </w:numPr>
      </w:pPr>
      <w:r>
        <w:t xml:space="preserve">tilanteessa F: PP3611, </w:t>
      </w:r>
      <w:r w:rsidRPr="00BC4E1B">
        <w:t>Vanhojen potilasasiakirjojen haku toimintansa päättäneen rekisterinpitäjän rekisteristä</w:t>
      </w:r>
    </w:p>
    <w:p w14:paraId="75EE7344" w14:textId="55DF06C5" w:rsidR="004F013D" w:rsidRDefault="004F013D" w:rsidP="00A642C1">
      <w:pPr>
        <w:pStyle w:val="Luettelokappale"/>
        <w:numPr>
          <w:ilvl w:val="0"/>
          <w:numId w:val="38"/>
        </w:numPr>
      </w:pPr>
      <w:r>
        <w:t>Kattavuus: Haetaanko viimeisimmät versiot (1) vai täydellinen versiohistoria (2) [LK6]</w:t>
      </w:r>
    </w:p>
    <w:p w14:paraId="57C8FF3F" w14:textId="18CAD2D7" w:rsidR="004F013D" w:rsidRDefault="004F013D" w:rsidP="00A642C1">
      <w:pPr>
        <w:pStyle w:val="Luettelokappale"/>
        <w:numPr>
          <w:ilvl w:val="0"/>
          <w:numId w:val="38"/>
        </w:numPr>
      </w:pPr>
      <w:r>
        <w:t xml:space="preserve">Lisäksi tilanteessa A (kuvailutiedot): kuvailutietojen haun kohdistus asiakirja- </w:t>
      </w:r>
      <w:r w:rsidR="00EB40B9">
        <w:t xml:space="preserve">tai </w:t>
      </w:r>
      <w:r>
        <w:t>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083A1718" w14:textId="5D40B670" w:rsidR="0075267D" w:rsidRDefault="0075267D" w:rsidP="00A642C1">
      <w:pPr>
        <w:pStyle w:val="Luettelokappale"/>
        <w:numPr>
          <w:ilvl w:val="0"/>
          <w:numId w:val="38"/>
        </w:numPr>
      </w:pPr>
      <w:r>
        <w:t xml:space="preserve">Tilanteessa E (haku toimintansa päättäneen rekisteristä yhteisliittymistilanteessa): Hakusanomalla on ilmoitettava erityinen syy koodiarvolla 17 </w:t>
      </w:r>
      <w:r w:rsidRPr="00631841">
        <w:t xml:space="preserve">”Toimintansa päättäneen </w:t>
      </w:r>
      <w:r>
        <w:t>palvelunantajan asiakasrekisterin käsittely</w:t>
      </w:r>
      <w:r w:rsidRPr="00631841">
        <w:t xml:space="preserve">”. </w:t>
      </w:r>
      <w:r>
        <w:t>[LK8]</w:t>
      </w:r>
    </w:p>
    <w:p w14:paraId="747C70E4" w14:textId="397E784A" w:rsidR="004F013D" w:rsidRDefault="004F013D" w:rsidP="00A642C1">
      <w:pPr>
        <w:pStyle w:val="Luettelokappale"/>
        <w:numPr>
          <w:ilvl w:val="0"/>
          <w:numId w:val="38"/>
        </w:numPr>
      </w:pPr>
      <w:r>
        <w:t>Hakuparametrit: haun rajaamiseen voidaan käyttää palvelupyynnöllä käytössä olevia parametreja [LM4]</w:t>
      </w:r>
    </w:p>
    <w:p w14:paraId="6503CD77" w14:textId="43B5952E" w:rsidR="004F013D" w:rsidRDefault="004F013D" w:rsidP="00D54165">
      <w:pPr>
        <w:pStyle w:val="Luettelokappale"/>
        <w:numPr>
          <w:ilvl w:val="1"/>
          <w:numId w:val="5"/>
        </w:numPr>
      </w:pPr>
      <w:r>
        <w:t>pakollinen parametri henkilötunnus tai tilapäinen yksilöintitunnus</w:t>
      </w:r>
    </w:p>
    <w:p w14:paraId="0A467CB5" w14:textId="2CBB26F9" w:rsidR="00BC4E1B" w:rsidRDefault="00BC4E1B" w:rsidP="00BC4E1B">
      <w:pPr>
        <w:pStyle w:val="Luettelokappale"/>
        <w:numPr>
          <w:ilvl w:val="0"/>
          <w:numId w:val="5"/>
        </w:numPr>
      </w:pPr>
      <w:r>
        <w:t xml:space="preserve">Poikkeukset parametreihin tilanteessa F (palvelupyyntö PP3611, </w:t>
      </w:r>
      <w:r w:rsidRPr="00BC4E1B">
        <w:t>Vanhojen potilasasiakirjojen haku toimintansa päättäneen rekisterinpitäjän rekisteristä</w:t>
      </w:r>
      <w:r>
        <w:t>):</w:t>
      </w:r>
    </w:p>
    <w:p w14:paraId="4D2AD8EF" w14:textId="77777777" w:rsidR="00BC4E1B" w:rsidRDefault="00BC4E1B" w:rsidP="00BC4E1B">
      <w:pPr>
        <w:pStyle w:val="Luettelokappale"/>
        <w:numPr>
          <w:ilvl w:val="1"/>
          <w:numId w:val="5"/>
        </w:numPr>
      </w:pPr>
      <w:r>
        <w:t>Pakollinen parametri rekisteri: toimintansa päättäneen rekisterinpitäjän rekisteri.</w:t>
      </w:r>
      <w:r>
        <w:br/>
        <w:t>Parametri ei voi toistua.</w:t>
      </w:r>
    </w:p>
    <w:p w14:paraId="7FD136F7" w14:textId="77777777" w:rsidR="00BC4E1B" w:rsidRDefault="00BC4E1B" w:rsidP="00BC4E1B">
      <w:pPr>
        <w:pStyle w:val="Luettelokappale"/>
        <w:numPr>
          <w:ilvl w:val="1"/>
          <w:numId w:val="5"/>
        </w:numPr>
      </w:pPr>
      <w:r>
        <w:t>Pakollinen parametri rekisterinpitäjä: toimintansa päättäneen rekisterinpitäjän tunniste.</w:t>
      </w:r>
      <w:r>
        <w:br/>
      </w:r>
      <w:r>
        <w:lastRenderedPageBreak/>
        <w:t xml:space="preserve">Parametrissa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p>
    <w:p w14:paraId="1836A263" w14:textId="77777777" w:rsidR="00BC4E1B" w:rsidRDefault="00BC4E1B" w:rsidP="00BC4E1B">
      <w:pPr>
        <w:pStyle w:val="Luettelokappale"/>
        <w:numPr>
          <w:ilvl w:val="1"/>
          <w:numId w:val="5"/>
        </w:numPr>
      </w:pPr>
      <w:r>
        <w:t xml:space="preserve">Poikkeus rekisterin tarkenne -parametrin käyttöön: </w:t>
      </w:r>
      <w:r>
        <w:br/>
        <w:t xml:space="preserve">Jos haku kohdistuu rekisteriin 4, Työterveyshuolto, ja rekisterin tarkenne on annettu, haku rajautuu rekisterin </w:t>
      </w:r>
      <w:proofErr w:type="spellStart"/>
      <w:r>
        <w:t>tarkenteen</w:t>
      </w:r>
      <w:proofErr w:type="spellEnd"/>
      <w:r>
        <w:t xml:space="preserve"> mukaiseen työterveyden rekisteriin. Parametri ei voi toistua. </w:t>
      </w:r>
      <w:r>
        <w:br/>
        <w:t xml:space="preserve">Jos haku kohdistuu rekisteriin 4, Työterveyshuolto, ja rekisterin </w:t>
      </w:r>
      <w:proofErr w:type="spellStart"/>
      <w:r>
        <w:t>tarkennetta</w:t>
      </w:r>
      <w:proofErr w:type="spellEnd"/>
      <w:r>
        <w:t xml:space="preserve"> ei anneta, haku kohdistuu kaikkiin rekisterinpitäjän työterveyden rekistereihin. </w:t>
      </w:r>
    </w:p>
    <w:p w14:paraId="2828D5D0" w14:textId="77777777" w:rsidR="00BC4E1B" w:rsidRDefault="00BC4E1B" w:rsidP="00977FB5"/>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A642C1">
      <w:pPr>
        <w:pStyle w:val="Luettelokappale"/>
        <w:numPr>
          <w:ilvl w:val="0"/>
          <w:numId w:val="38"/>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5BCF49F7" w14:textId="0C3F2E7D" w:rsidR="0075267D" w:rsidRDefault="004F013D" w:rsidP="00A82268">
      <w:pPr>
        <w:pStyle w:val="Leipteksti"/>
      </w:pPr>
      <w:r>
        <w:t>V3 Haun tuloksen vastaanottaminen ei onnistu. Järjestelmä antaa ilmoituksen käyttäjälle tai tallentaa tiedon jatkokäsittelyä varten. Käyttötapaus päättyy.</w:t>
      </w:r>
    </w:p>
    <w:p w14:paraId="6EE72B41" w14:textId="09A65844" w:rsidR="0075267D" w:rsidRDefault="0075267D" w:rsidP="001C0A14">
      <w:pPr>
        <w:pStyle w:val="Otsikko2"/>
      </w:pPr>
      <w:r>
        <w:t>Lisätiedot</w:t>
      </w:r>
    </w:p>
    <w:p w14:paraId="3A557FF1" w14:textId="3D533CC0" w:rsidR="0075267D" w:rsidRDefault="0075267D" w:rsidP="0075267D">
      <w:pPr>
        <w:pStyle w:val="Leipteksti"/>
      </w:pPr>
      <w:r>
        <w:t xml:space="preserve">LT1 Toimintansa päättäneen rekisterinpitäjän rekisteriin </w:t>
      </w:r>
      <w:r w:rsidR="00493B53">
        <w:t>ei tallenneta</w:t>
      </w:r>
      <w:r>
        <w:t xml:space="preserve"> uutta tietoa, mutta järjestämisvastuullinen toimija tai yhteisrekisterinpidosta sopinut palvelunantaja voi hakea tietoja tietopyyntöjä tai asiakirjan korjaamista varten luovutuksenhallinta ja luovutuskiellot ohittaen. Toiminnan periaatteet on kuvattu dokumentissa </w:t>
      </w:r>
      <w:r w:rsidR="00977FB5">
        <w:t>Potilastietovarannon</w:t>
      </w:r>
      <w:r>
        <w:t xml:space="preserve">  toiminnalliset vaatimukset sosiaali- ja terveydenhuollon tietojärjestelmille [LM1]. Toimintansa päättäneen rekisterinpitäjän tiedot palautuvat muissa hakutilanteissa normaalein luovutussäännöin. </w:t>
      </w:r>
    </w:p>
    <w:p w14:paraId="7D1A1A03" w14:textId="06AD6C5B" w:rsidR="0075267D" w:rsidRDefault="0075267D" w:rsidP="0075267D">
      <w:pPr>
        <w:pStyle w:val="Leipteksti"/>
        <w:spacing w:after="0"/>
      </w:pPr>
      <w:r>
        <w:t>LT2 Organisaatiotiedot MR-sanomalla, kun järjestämisvastuullinen rekisterinpitäjä hakee tietoja toimintansa päättäneen rekisterinpitäjän rekisteristä:</w:t>
      </w:r>
    </w:p>
    <w:p w14:paraId="4ACA84E5" w14:textId="77777777" w:rsidR="0075267D" w:rsidRDefault="0075267D" w:rsidP="00A642C1">
      <w:pPr>
        <w:pStyle w:val="Leipteksti"/>
        <w:numPr>
          <w:ilvl w:val="0"/>
          <w:numId w:val="34"/>
        </w:numPr>
        <w:spacing w:before="240" w:after="0"/>
      </w:pPr>
      <w:r>
        <w:t xml:space="preserve">Järjestämisvastuullisen toimijan tiedot tulevat liityntäpisteen, sanoman lähettäjän ja kontrollikehyksen tietoihin. </w:t>
      </w:r>
    </w:p>
    <w:p w14:paraId="64356518" w14:textId="53E9C8D5" w:rsidR="004F013D" w:rsidRPr="004F013D" w:rsidRDefault="0075267D" w:rsidP="00A642C1">
      <w:pPr>
        <w:pStyle w:val="Leipteksti"/>
        <w:numPr>
          <w:ilvl w:val="0"/>
          <w:numId w:val="34"/>
        </w:numPr>
        <w:spacing w:after="0"/>
      </w:pPr>
      <w:r>
        <w:lastRenderedPageBreak/>
        <w:t>Toimintansa päättäneen rekisterinpitäjän tiedot tulevat kyselyparametreihin.</w:t>
      </w:r>
      <w:r w:rsidR="00076B9B">
        <w:br w:type="page"/>
      </w:r>
    </w:p>
    <w:p w14:paraId="703D6DF0" w14:textId="776E85A3" w:rsidR="009F703C" w:rsidRDefault="004F013D" w:rsidP="004F013D">
      <w:pPr>
        <w:pStyle w:val="Otsikko1"/>
      </w:pPr>
      <w:bookmarkStart w:id="43" w:name="_Toc216782565"/>
      <w:r w:rsidRPr="004F013D">
        <w:lastRenderedPageBreak/>
        <w:t>Hae asiakirjoja luovutuksena</w:t>
      </w:r>
      <w:bookmarkEnd w:id="43"/>
    </w:p>
    <w:p w14:paraId="7FAF7915" w14:textId="3558C8D4" w:rsidR="009F703C" w:rsidRDefault="009F703C" w:rsidP="009F703C">
      <w:pPr>
        <w:pStyle w:val="Otsikko2"/>
      </w:pPr>
      <w:r w:rsidRPr="009F703C">
        <w:t>Käyttötapauksen yleiskuvaus ja lopputulos</w:t>
      </w:r>
    </w:p>
    <w:p w14:paraId="56B32C52" w14:textId="38E8F44D" w:rsidR="002E0D27" w:rsidRDefault="002E0D27" w:rsidP="002E0D27">
      <w:pPr>
        <w:pStyle w:val="Leipteksti"/>
      </w:pPr>
      <w:r>
        <w:t xml:space="preserve">Käyttötapaus kuvaa hoito- ja/tai palvelutapahtuma-asiakirjojen tai niiden kuvailutietojen hakutilanteet </w:t>
      </w:r>
      <w:r w:rsidR="001B2B7D">
        <w:t>Potilastietovarannosta</w:t>
      </w:r>
      <w:r>
        <w:t xml:space="preserve">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3A454EA9" w:rsidR="002E0D27" w:rsidRDefault="00A80747" w:rsidP="00D54165">
      <w:pPr>
        <w:pStyle w:val="Leipteksti"/>
        <w:numPr>
          <w:ilvl w:val="0"/>
          <w:numId w:val="19"/>
        </w:numPr>
        <w:spacing w:after="0"/>
      </w:pPr>
      <w:r>
        <w:t>Luovutush</w:t>
      </w:r>
      <w:r w:rsidR="002E0D27">
        <w:t xml:space="preserve">aku </w:t>
      </w:r>
      <w:r w:rsidR="001B2B7D">
        <w:t>Potilastietovarannosta</w:t>
      </w:r>
      <w:r w:rsidR="002E0D27">
        <w:t xml:space="preserve">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A642C1">
      <w:pPr>
        <w:pStyle w:val="Luettelokappale"/>
        <w:numPr>
          <w:ilvl w:val="0"/>
          <w:numId w:val="38"/>
        </w:numPr>
      </w:pPr>
      <w:r>
        <w:t>Haetaan yhden potilaan tiedot: Luovutushaussa asiakirjoja voidaan hakea henkilötunnuksella, tilapäisen yksilöintitunnuksen käyttö ei ole sallittu</w:t>
      </w:r>
    </w:p>
    <w:p w14:paraId="3869BB4A" w14:textId="2767F887" w:rsidR="002E0D27" w:rsidRDefault="002E0D27" w:rsidP="00A642C1">
      <w:pPr>
        <w:pStyle w:val="Luettelokappale"/>
        <w:numPr>
          <w:ilvl w:val="0"/>
          <w:numId w:val="38"/>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53FF3201" w:rsidR="002E0D27" w:rsidRDefault="00AD1EB6" w:rsidP="00A642C1">
      <w:pPr>
        <w:pStyle w:val="Luettelokappale"/>
        <w:numPr>
          <w:ilvl w:val="0"/>
          <w:numId w:val="38"/>
        </w:numPr>
      </w:pPr>
      <w:r>
        <w:t xml:space="preserve">Potilastietovaranto </w:t>
      </w:r>
      <w:r w:rsidR="002E0D27">
        <w:t xml:space="preserve">rajaa hakutuloksen </w:t>
      </w:r>
      <w:r w:rsidR="00C073B7">
        <w:t xml:space="preserve">luovutustenhallinnan </w:t>
      </w:r>
      <w:r w:rsidR="002E0D27">
        <w:t>tietojen ja potilaan mahdollisesti asettamien luovutuskieltojen mukaisesti.</w:t>
      </w:r>
    </w:p>
    <w:p w14:paraId="2A1D2D88" w14:textId="341843EF" w:rsidR="002E0D27" w:rsidRPr="002E0D27" w:rsidRDefault="002E0D27" w:rsidP="002E0D27">
      <w:pPr>
        <w:pStyle w:val="Leipteksti"/>
      </w:pPr>
      <w:r>
        <w:lastRenderedPageBreak/>
        <w:t xml:space="preserve">Käyttötapauksen lopputuloksen hakeva potilastietojärjestelmä on vastaanottanut </w:t>
      </w:r>
      <w:r w:rsidR="00977FB5">
        <w:t>Potilastietovarannon</w:t>
      </w:r>
      <w:r>
        <w:t xml:space="preserve">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ABD2592" w:rsidR="00F15E55" w:rsidRPr="00F15E55" w:rsidRDefault="00AD1EB6" w:rsidP="00F15E55">
      <w:pPr>
        <w:pStyle w:val="Numeroituluettelo"/>
      </w:pPr>
      <w:r>
        <w:t>Potilastietovaranto ja Kanta-viestinvälitys, jatkossa Potilastietovaranto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A642C1">
      <w:pPr>
        <w:pStyle w:val="Luettelokappale"/>
        <w:numPr>
          <w:ilvl w:val="0"/>
          <w:numId w:val="38"/>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A642C1">
      <w:pPr>
        <w:pStyle w:val="Luettelokappale"/>
        <w:numPr>
          <w:ilvl w:val="0"/>
          <w:numId w:val="38"/>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49B76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A642C1">
      <w:pPr>
        <w:pStyle w:val="Luettelokappale"/>
        <w:numPr>
          <w:ilvl w:val="0"/>
          <w:numId w:val="38"/>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A642C1">
      <w:pPr>
        <w:pStyle w:val="Luettelokappale"/>
        <w:numPr>
          <w:ilvl w:val="0"/>
          <w:numId w:val="38"/>
        </w:numPr>
      </w:pPr>
      <w:r>
        <w:t xml:space="preserve">Kattavuus: Haetaanko viimeisimmät versiot (1) vai viimeisimmät versiot mukaan lukien oman rekisterin asiakirjat (3) [LK6]. Kaikkien versioiden haku ei ole luovutushaussa mahdollinen. </w:t>
      </w:r>
    </w:p>
    <w:p w14:paraId="20524D83" w14:textId="38073C7A" w:rsidR="00F15E55" w:rsidRDefault="00F15E55" w:rsidP="00A642C1">
      <w:pPr>
        <w:pStyle w:val="Luettelokappale"/>
        <w:numPr>
          <w:ilvl w:val="0"/>
          <w:numId w:val="38"/>
        </w:numPr>
      </w:pPr>
      <w:r>
        <w:t xml:space="preserve">Lisäksi tilanteessa A (kuvailutiedot): kuvailtutietojen haun kohdistus asiakirja- </w:t>
      </w:r>
      <w:r w:rsidR="00EB40B9">
        <w:t xml:space="preserve">tai </w:t>
      </w:r>
      <w:r>
        <w:t>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A642C1">
      <w:pPr>
        <w:pStyle w:val="Luettelokappale"/>
        <w:numPr>
          <w:ilvl w:val="0"/>
          <w:numId w:val="38"/>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A642C1">
      <w:pPr>
        <w:pStyle w:val="Luettelokappale"/>
        <w:numPr>
          <w:ilvl w:val="0"/>
          <w:numId w:val="38"/>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A642C1">
      <w:pPr>
        <w:pStyle w:val="Luettelokappale"/>
        <w:numPr>
          <w:ilvl w:val="0"/>
          <w:numId w:val="38"/>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A642C1">
      <w:pPr>
        <w:pStyle w:val="Luettelokappale"/>
        <w:numPr>
          <w:ilvl w:val="0"/>
          <w:numId w:val="38"/>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A642C1">
      <w:pPr>
        <w:pStyle w:val="Leipteksti"/>
        <w:numPr>
          <w:ilvl w:val="0"/>
          <w:numId w:val="38"/>
        </w:numPr>
        <w:spacing w:after="0"/>
      </w:pPr>
      <w:r>
        <w:t>31.12.2022 asti: Haku yhteisestä potilastietorekisteristä</w:t>
      </w:r>
    </w:p>
    <w:p w14:paraId="78EA018D" w14:textId="69C9CA46" w:rsidR="0090757A" w:rsidRDefault="0090757A" w:rsidP="00A642C1">
      <w:pPr>
        <w:pStyle w:val="Leipteksti"/>
        <w:numPr>
          <w:ilvl w:val="0"/>
          <w:numId w:val="38"/>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44" w:name="_Toc256000089"/>
      <w:bookmarkStart w:id="45" w:name="_Toc37062081"/>
      <w:bookmarkStart w:id="46" w:name="_Toc216782566"/>
      <w:r>
        <w:lastRenderedPageBreak/>
        <w:t>Hae asiakirjoja ostopalvelutilanteessa</w:t>
      </w:r>
      <w:bookmarkEnd w:id="44"/>
      <w:bookmarkEnd w:id="45"/>
      <w:bookmarkEnd w:id="46"/>
    </w:p>
    <w:p w14:paraId="4E78E491" w14:textId="54075A49" w:rsidR="009F703C" w:rsidRDefault="009F703C" w:rsidP="009F703C">
      <w:pPr>
        <w:pStyle w:val="Otsikko2"/>
      </w:pPr>
      <w:r w:rsidRPr="009F703C">
        <w:t>Käyttötapauksen yleiskuvaus ja lopputulos</w:t>
      </w:r>
    </w:p>
    <w:p w14:paraId="2C4E6AA2" w14:textId="49842529" w:rsidR="005A102F" w:rsidRDefault="005A102F" w:rsidP="005A102F">
      <w:pPr>
        <w:pStyle w:val="Leipteksti"/>
      </w:pPr>
      <w:r>
        <w:t xml:space="preserve">Käyttötapaus kuvaa hoito- ja/tai palvelutapahtuma-asiakirjojen tai niiden kuvailutietojen hakutilanteet </w:t>
      </w:r>
      <w:r w:rsidR="001B2B7D">
        <w:t>Potilastietovarannosta</w:t>
      </w:r>
      <w:r>
        <w:t xml:space="preserve">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A642C1">
      <w:pPr>
        <w:pStyle w:val="Luettelokappale"/>
        <w:numPr>
          <w:ilvl w:val="0"/>
          <w:numId w:val="38"/>
        </w:numPr>
      </w:pPr>
      <w:r>
        <w:t>Haetaan yhden potilaan tiedot: Ostopalvelutilanteessa asiakirjoja voidaan hakea henkilötunnuksella, tilapäisen yksilöintitunnuksen käyttö ei ole sallittu</w:t>
      </w:r>
    </w:p>
    <w:p w14:paraId="4E68CC60" w14:textId="541D4761" w:rsidR="005A102F" w:rsidRDefault="005A102F" w:rsidP="00A642C1">
      <w:pPr>
        <w:pStyle w:val="Luettelokappale"/>
        <w:numPr>
          <w:ilvl w:val="0"/>
          <w:numId w:val="38"/>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7D64A64" w:rsidR="005A102F" w:rsidRDefault="00AD1EB6" w:rsidP="00A642C1">
      <w:pPr>
        <w:pStyle w:val="Luettelokappale"/>
        <w:numPr>
          <w:ilvl w:val="0"/>
          <w:numId w:val="38"/>
        </w:numPr>
      </w:pPr>
      <w:r>
        <w:lastRenderedPageBreak/>
        <w:t xml:space="preserve">Potilastietovaranto </w:t>
      </w:r>
      <w:r w:rsidR="005A102F">
        <w:t xml:space="preserve">rajaa hakutuloksen ostopalvelun valtuutuksen mahdollisten rajauksien sekä </w:t>
      </w:r>
      <w:r w:rsidR="00410048">
        <w:t xml:space="preserve">luovutustenhallinnan </w:t>
      </w:r>
      <w:r w:rsidR="005A102F">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1E73031" w:rsidR="005A102F" w:rsidRPr="005A102F" w:rsidRDefault="005A102F" w:rsidP="005A102F">
      <w:pPr>
        <w:pStyle w:val="Leipteksti"/>
      </w:pPr>
      <w:r>
        <w:t xml:space="preserve">Käyttötapauksen lopputuloksen hakeva ostopalvelun tuottajan potilastietojärjestelmä on vastaanottanut </w:t>
      </w:r>
      <w:r w:rsidR="00977FB5">
        <w:t>Potilastietovarannon</w:t>
      </w:r>
      <w:r>
        <w:t xml:space="preserve">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67D17B3C" w:rsidR="005A102F" w:rsidRPr="005A102F" w:rsidRDefault="00AD1EB6" w:rsidP="005A102F">
      <w:pPr>
        <w:pStyle w:val="Numeroituluettelo"/>
      </w:pPr>
      <w:r>
        <w:t>Potilastietovaranto ja Kanta-viestinvälitys, jatkossa Potilastietovaranto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23B1D6DD" w:rsidR="005A102F" w:rsidRDefault="005A102F" w:rsidP="005A102F">
      <w:pPr>
        <w:pStyle w:val="Numeroituluettelo"/>
        <w:spacing w:after="0"/>
      </w:pPr>
      <w:r>
        <w:t xml:space="preserve">Ostopalvelun tuottajan hoitosuhteen potilaaseen todentava palvelutapahtuma on </w:t>
      </w:r>
      <w:r w:rsidR="0018633A">
        <w:t>tallennettu</w:t>
      </w:r>
      <w:r>
        <w:t xml:space="preserve"> ostopalvelun järjestäjän rekisteriin, ja siinä on yksilöity ostopalvelun valtuutus. [LT2]</w:t>
      </w:r>
    </w:p>
    <w:p w14:paraId="6FBE39F4" w14:textId="3BE758BB" w:rsidR="005A102F" w:rsidRDefault="005A102F" w:rsidP="00A642C1">
      <w:pPr>
        <w:pStyle w:val="Luettelokappale"/>
        <w:numPr>
          <w:ilvl w:val="0"/>
          <w:numId w:val="38"/>
        </w:numPr>
      </w:pPr>
      <w:r>
        <w:t xml:space="preserve">Yksilöidyssä ostopalvelun valtuutuksessa on valtuutettu se rekisteri, johon palvelutapahtuma on </w:t>
      </w:r>
      <w:r w:rsidR="0018633A">
        <w:t>tallennettu</w:t>
      </w:r>
      <w:r>
        <w:t>, sillä tuottajalla joka hakua on tekemässä.</w:t>
      </w:r>
    </w:p>
    <w:p w14:paraId="7BB5B2C1" w14:textId="7D244464" w:rsidR="005A102F" w:rsidRPr="005A102F" w:rsidRDefault="005A102F" w:rsidP="005A102F">
      <w:pPr>
        <w:pStyle w:val="Numeroituluettelo"/>
      </w:pPr>
      <w:r>
        <w:t xml:space="preserve">Ostopalvelun valtuutus on </w:t>
      </w:r>
      <w:r w:rsidR="0018633A">
        <w:t>tallennettu</w:t>
      </w:r>
      <w:r>
        <w:t xml:space="preserve"> </w:t>
      </w:r>
      <w:r w:rsidR="007D5DCB">
        <w:t>Potilastietovarantoon</w:t>
      </w:r>
      <w:r>
        <w:t xml:space="preserve">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A642C1">
      <w:pPr>
        <w:pStyle w:val="Luettelokappale"/>
        <w:numPr>
          <w:ilvl w:val="0"/>
          <w:numId w:val="38"/>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A642C1">
      <w:pPr>
        <w:pStyle w:val="Luettelokappale"/>
        <w:numPr>
          <w:ilvl w:val="0"/>
          <w:numId w:val="38"/>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A642C1">
      <w:pPr>
        <w:pStyle w:val="Luettelokappale"/>
        <w:numPr>
          <w:ilvl w:val="0"/>
          <w:numId w:val="38"/>
        </w:numPr>
      </w:pPr>
      <w:r>
        <w:t>Palvelutapahtuma johon tietoja haetaan, on järjestäjän rekisterissä (ostopalvelun valtuutuksessa yksilöity rekisteri)</w:t>
      </w:r>
    </w:p>
    <w:p w14:paraId="14D25AB7" w14:textId="33D40A49" w:rsidR="005A102F" w:rsidRDefault="005A102F" w:rsidP="00A642C1">
      <w:pPr>
        <w:pStyle w:val="Luettelokappale"/>
        <w:numPr>
          <w:ilvl w:val="0"/>
          <w:numId w:val="38"/>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A7DAE8" w:rsidR="005A102F" w:rsidRDefault="005A102F" w:rsidP="00A642C1">
      <w:pPr>
        <w:pStyle w:val="Luettelokappale"/>
        <w:numPr>
          <w:ilvl w:val="0"/>
          <w:numId w:val="38"/>
        </w:numPr>
      </w:pPr>
      <w:r>
        <w:t xml:space="preserve">Lisäksi tilanteessa A (kuvailutiedot): kuvailutietojen haun kohdistus asiakirja- </w:t>
      </w:r>
      <w:r w:rsidR="00EB40B9">
        <w:t xml:space="preserve">tai </w:t>
      </w:r>
      <w:r>
        <w:t>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A642C1">
      <w:pPr>
        <w:pStyle w:val="Luettelokappale"/>
        <w:numPr>
          <w:ilvl w:val="0"/>
          <w:numId w:val="38"/>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A642C1">
      <w:pPr>
        <w:pStyle w:val="Luettelokappale"/>
        <w:numPr>
          <w:ilvl w:val="0"/>
          <w:numId w:val="38"/>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A642C1">
      <w:pPr>
        <w:pStyle w:val="Luettelokappale"/>
        <w:numPr>
          <w:ilvl w:val="0"/>
          <w:numId w:val="38"/>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49652D41" w:rsidR="005A102F" w:rsidRPr="005A102F" w:rsidRDefault="005A102F" w:rsidP="005A102F">
      <w:pPr>
        <w:pStyle w:val="Leipteksti"/>
      </w:pPr>
      <w:r>
        <w:t xml:space="preserve">LT2 Ostopalveluratkaisun siirtymäaikana palvelutapahtuma on voitu </w:t>
      </w:r>
      <w:r w:rsidR="00493B53">
        <w:t>tallentaa</w:t>
      </w:r>
      <w:r>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t>.</w:t>
      </w:r>
    </w:p>
    <w:p w14:paraId="0E04488E" w14:textId="77777777" w:rsidR="00A82268" w:rsidRDefault="00A82268">
      <w:pPr>
        <w:rPr>
          <w:rFonts w:asciiTheme="majorHAnsi" w:eastAsiaTheme="majorEastAsia" w:hAnsiTheme="majorHAnsi" w:cstheme="majorBidi"/>
          <w:bCs/>
          <w:sz w:val="32"/>
          <w:szCs w:val="28"/>
        </w:rPr>
      </w:pPr>
      <w:bookmarkStart w:id="47" w:name="_Toc256000097"/>
      <w:bookmarkStart w:id="48" w:name="_Toc37062089"/>
      <w:r>
        <w:br w:type="page"/>
      </w:r>
    </w:p>
    <w:p w14:paraId="35666A4A" w14:textId="1ED97295" w:rsidR="009F703C" w:rsidRDefault="005A102F" w:rsidP="005A102F">
      <w:pPr>
        <w:pStyle w:val="Otsikko1"/>
        <w:spacing w:before="220"/>
      </w:pPr>
      <w:bookmarkStart w:id="49" w:name="_Toc216782567"/>
      <w:r>
        <w:lastRenderedPageBreak/>
        <w:t xml:space="preserve">Hae </w:t>
      </w:r>
      <w:r w:rsidR="00AC710C">
        <w:t>Tahdonilmaisupalvelu</w:t>
      </w:r>
      <w:r>
        <w:t>n asiakirjoja</w:t>
      </w:r>
      <w:bookmarkEnd w:id="47"/>
      <w:bookmarkEnd w:id="48"/>
      <w:bookmarkEnd w:id="49"/>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752B54C8"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w:t>
      </w:r>
      <w:r w:rsidR="00977FB5">
        <w:t>tojen</w:t>
      </w:r>
      <w:r w:rsidR="005A102F">
        <w:t xml:space="preserve"> kieltoasiakirja</w:t>
      </w:r>
      <w:r w:rsidR="008060A5">
        <w:t xml:space="preserve"> (KIE)</w:t>
      </w:r>
      <w:r w:rsidR="00FD26B2">
        <w:t xml:space="preserve"> [LT2]</w:t>
      </w:r>
      <w:r w:rsidR="005A102F">
        <w:t>, lääkemääräyksen kieltoasiakirja</w:t>
      </w:r>
      <w:r w:rsidR="008060A5">
        <w:t xml:space="preserve"> (RKIE)</w:t>
      </w:r>
      <w:r w:rsidR="00BF5B60">
        <w:t xml:space="preserve"> [LT4]</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306B3FF"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w:t>
      </w:r>
      <w:r w:rsidR="00977FB5">
        <w:t>tojen</w:t>
      </w:r>
      <w:r w:rsidR="005A102F">
        <w:t xml:space="preserve">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5A5EC7D4"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 xml:space="preserve">pdf-muotoisen asiakirjan </w:t>
      </w:r>
      <w:r w:rsidR="007D5DCB" w:rsidRPr="005A771A">
        <w:t>Potilastie</w:t>
      </w:r>
      <w:r w:rsidR="007D5DCB">
        <w:t>tovantoon</w:t>
      </w:r>
      <w:r w:rsidR="007D5DCB" w:rsidRPr="005A771A">
        <w:t xml:space="preserve"> tallennettujen tietojen </w:t>
      </w:r>
      <w:r>
        <w:t>luovutuskieltojen yhteenveto</w:t>
      </w:r>
      <w:r w:rsidR="003636D8">
        <w:t xml:space="preserve"> (KIEYHT)</w:t>
      </w:r>
      <w:r w:rsidR="00F66D4A">
        <w:t xml:space="preserve"> tai huoltajalle tulostamista varten </w:t>
      </w:r>
      <w:r w:rsidR="00F66D4A" w:rsidRPr="005A771A">
        <w:t>Potilastie</w:t>
      </w:r>
      <w:r w:rsidR="00977FB5">
        <w:t>tovantoon</w:t>
      </w:r>
      <w:r w:rsidR="00F66D4A" w:rsidRPr="005A771A">
        <w:t xml:space="preserve">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A642C1">
      <w:pPr>
        <w:pStyle w:val="Luettelokappale"/>
        <w:numPr>
          <w:ilvl w:val="0"/>
          <w:numId w:val="38"/>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A642C1">
      <w:pPr>
        <w:pStyle w:val="Luettelokappale"/>
        <w:numPr>
          <w:ilvl w:val="0"/>
          <w:numId w:val="38"/>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2174BF4F" w:rsidR="005A102F" w:rsidRPr="005A102F" w:rsidRDefault="00AD1EB6" w:rsidP="005A102F">
      <w:pPr>
        <w:pStyle w:val="Numeroituluettelo"/>
      </w:pPr>
      <w:r>
        <w:t>Potilastietovaranto ja Kanta-viestinvälitys, jatkossa Potilastietovaranto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A642C1">
      <w:pPr>
        <w:pStyle w:val="Luettelokappale"/>
        <w:numPr>
          <w:ilvl w:val="0"/>
          <w:numId w:val="38"/>
        </w:numPr>
      </w:pPr>
      <w:r>
        <w:t>MR-sanoma: RCMR_IN100031FI01</w:t>
      </w:r>
    </w:p>
    <w:p w14:paraId="161CBEBF" w14:textId="62C25833" w:rsidR="005A102F" w:rsidRDefault="005A102F" w:rsidP="00A642C1">
      <w:pPr>
        <w:pStyle w:val="Luettelokappale"/>
        <w:numPr>
          <w:ilvl w:val="0"/>
          <w:numId w:val="38"/>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CA404EA"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A642C1">
      <w:pPr>
        <w:pStyle w:val="Luettelokappale"/>
        <w:numPr>
          <w:ilvl w:val="0"/>
          <w:numId w:val="38"/>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A642C1">
      <w:pPr>
        <w:pStyle w:val="Luettelokappale"/>
        <w:numPr>
          <w:ilvl w:val="0"/>
          <w:numId w:val="38"/>
        </w:numPr>
      </w:pPr>
      <w:r>
        <w:t xml:space="preserve">Lisäksi tilanteessa G (Tahdonilmaisujen haku tulostamista varten): Palautettavan asiakirjan tiedostomuoto: Tiedostomuoto PDF (7). Pakollinen tilanteessa G, Sallittu tilanteessa F, ei sallittu tilanteissa A - E.  </w:t>
      </w:r>
    </w:p>
    <w:p w14:paraId="74D9C78E" w14:textId="7BCF7154" w:rsidR="005A102F" w:rsidRDefault="005A102F" w:rsidP="00A642C1">
      <w:pPr>
        <w:pStyle w:val="Luettelokappale"/>
        <w:numPr>
          <w:ilvl w:val="0"/>
          <w:numId w:val="38"/>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A642C1">
      <w:pPr>
        <w:pStyle w:val="Luettelokappale"/>
        <w:numPr>
          <w:ilvl w:val="0"/>
          <w:numId w:val="38"/>
        </w:numPr>
      </w:pPr>
      <w:r>
        <w:t>Pelkkien kuvailutietojen haku ei ole mahdollinen</w:t>
      </w:r>
    </w:p>
    <w:p w14:paraId="08C43297" w14:textId="464AC689" w:rsidR="005A102F" w:rsidRDefault="005A102F" w:rsidP="00A642C1">
      <w:pPr>
        <w:pStyle w:val="Luettelokappale"/>
        <w:numPr>
          <w:ilvl w:val="0"/>
          <w:numId w:val="38"/>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A642C1">
      <w:pPr>
        <w:pStyle w:val="Luettelokappale"/>
        <w:numPr>
          <w:ilvl w:val="0"/>
          <w:numId w:val="38"/>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A642C1">
      <w:pPr>
        <w:pStyle w:val="Luettelokappale"/>
        <w:numPr>
          <w:ilvl w:val="0"/>
          <w:numId w:val="38"/>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A642C1">
      <w:pPr>
        <w:pStyle w:val="Luettelokappale"/>
        <w:numPr>
          <w:ilvl w:val="0"/>
          <w:numId w:val="38"/>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A642C1">
      <w:pPr>
        <w:pStyle w:val="Luettelokappale"/>
        <w:numPr>
          <w:ilvl w:val="0"/>
          <w:numId w:val="38"/>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761457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150C4E67" w:rsidR="00BF2D0D" w:rsidRDefault="00BF2D0D" w:rsidP="008C2FD8">
      <w:pPr>
        <w:pStyle w:val="Leipteksti"/>
      </w:pPr>
      <w:r>
        <w:t xml:space="preserve">Kieltoyhteenveto on </w:t>
      </w:r>
      <w:r w:rsidR="00695D34">
        <w:t xml:space="preserve">pdf-asiakirja, jonka </w:t>
      </w:r>
      <w:r w:rsidR="008C0653">
        <w:t>Tahdonilmaisup</w:t>
      </w:r>
      <w:r>
        <w:t>alvelu tuottaa Potilastie</w:t>
      </w:r>
      <w:r w:rsidR="007D5DCB">
        <w:t>tojen</w:t>
      </w:r>
      <w:r>
        <w:t xml:space="preserve">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29A19950" w:rsidR="00FD26B2" w:rsidRDefault="00FD26B2" w:rsidP="00FD26B2">
      <w:pPr>
        <w:pStyle w:val="Leipteksti"/>
        <w:spacing w:after="0"/>
      </w:pPr>
      <w:r>
        <w:t xml:space="preserve">LT2 </w:t>
      </w:r>
      <w:r w:rsidRPr="000A67ED">
        <w:t>Potilastie</w:t>
      </w:r>
      <w:r w:rsidR="007D5DCB">
        <w:t>tojen</w:t>
      </w:r>
      <w:r w:rsidRPr="000A67ED">
        <w:t xml:space="preserve"> luovutuskielto ja luovutuskiellon peruutus (</w:t>
      </w:r>
      <w:r>
        <w:t xml:space="preserve">näkymälyhenne </w:t>
      </w:r>
      <w:r w:rsidRPr="000A67ED">
        <w:t>KIE</w:t>
      </w:r>
      <w:r>
        <w:t>, näkymätunnus 331</w:t>
      </w:r>
      <w:r w:rsidRPr="000A67ED">
        <w:t>)</w:t>
      </w:r>
    </w:p>
    <w:p w14:paraId="248CDC95" w14:textId="7B0C98E4" w:rsidR="00FD26B2" w:rsidRDefault="00FD26B2" w:rsidP="00FD26B2">
      <w:pPr>
        <w:pStyle w:val="Leipteksti"/>
      </w:pPr>
      <w:r>
        <w:t xml:space="preserve">Lomakkeen </w:t>
      </w:r>
      <w:r w:rsidRPr="000A67ED">
        <w:t>Potilastie</w:t>
      </w:r>
      <w:r w:rsidR="007D5DCB">
        <w:t>tojen</w:t>
      </w:r>
      <w:r w:rsidRPr="000A67ED">
        <w:t xml:space="preserve">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50B3B687"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6C4D5B1" w14:textId="77777777" w:rsidR="00BF5B60" w:rsidRDefault="00BF5B60" w:rsidP="00BF5B60">
      <w:pPr>
        <w:pStyle w:val="Leipteksti"/>
      </w:pPr>
      <w:r>
        <w:t>LT4 Lääkemääräyksen kieltoasiakirja (näkymälyhenne RKIE, näkymätunnus 370)</w:t>
      </w:r>
    </w:p>
    <w:p w14:paraId="31D462D2" w14:textId="2A85ADCE" w:rsidR="005A102F" w:rsidRPr="005A102F" w:rsidRDefault="00BF5B60" w:rsidP="00DB6F44">
      <w:pPr>
        <w:pStyle w:val="Leipteksti"/>
      </w:pPr>
      <w:r>
        <w:t>09/2026 alkaen Lääkemääräyksen kieltoasiakirjasta on käytössä kaksi versiota, jotka molemmat on julkaistu koodistopalvelussa. Versio 1.2.246.537.6.12.2002.370.2014 on poistuva lomakeversio, jota on mahdollista käyttää 1.10.2027 saakka. Uuden version tunnistaa versionumerolla 1.2.246.537.6.12.2002.370.2025</w:t>
      </w:r>
      <w:r w:rsidR="00F91EDD">
        <w:t>01</w:t>
      </w:r>
      <w:r>
        <w:t>. Haussa palautuu versiopuun uusin asiakirja riippumatta mikä lomakkeen versio on kyseessä.</w:t>
      </w:r>
      <w:r w:rsidR="00076B9B">
        <w:br w:type="page"/>
      </w:r>
    </w:p>
    <w:p w14:paraId="03EB94B0" w14:textId="04BC149B" w:rsidR="009F703C" w:rsidRDefault="005A102F" w:rsidP="005A102F">
      <w:pPr>
        <w:pStyle w:val="Otsikko1"/>
      </w:pPr>
      <w:bookmarkStart w:id="50" w:name="_Toc216782568"/>
      <w:r w:rsidRPr="005A102F">
        <w:lastRenderedPageBreak/>
        <w:t>Hae arkistoasiakirjoja</w:t>
      </w:r>
      <w:bookmarkEnd w:id="50"/>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7919A8F8" w:rsidR="00A309D9" w:rsidRDefault="00A309D9" w:rsidP="00D54165">
      <w:pPr>
        <w:pStyle w:val="Leipteksti"/>
        <w:numPr>
          <w:ilvl w:val="0"/>
          <w:numId w:val="22"/>
        </w:numPr>
      </w:pPr>
      <w:r>
        <w:t xml:space="preserve">Ostopalvelun järjestäjän potilaskohtaisen ostopalvelun valtuutuksen haku omasta rekisteristä </w:t>
      </w:r>
      <w:r w:rsidR="001B2B7D">
        <w:t>Potilastietovarannosta</w:t>
      </w:r>
      <w:r>
        <w:t>. Haun tuloksena palautuu järjestäjän tekemät kyseistä potilasta koskevat potilaskohtaiset ostopalvelun valtuutukset haussa käytettyjen hakuehtojen mukaisesti rajattuna.</w:t>
      </w:r>
    </w:p>
    <w:p w14:paraId="6E942B80" w14:textId="080C5088"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w:t>
      </w:r>
      <w:r w:rsidR="001B2B7D">
        <w:t>Potilastietovarannosta</w:t>
      </w:r>
      <w:r>
        <w:t xml:space="preserve">. Haun tuloksena palautuu järjestäjän tekemät </w:t>
      </w:r>
      <w:r w:rsidR="00197E20">
        <w:t>rekisteri</w:t>
      </w:r>
      <w:r>
        <w:t>tasoiset</w:t>
      </w:r>
      <w:r w:rsidR="00FD49ED">
        <w:t xml:space="preserve"> </w:t>
      </w:r>
      <w:r>
        <w:t>ostopalvelun valtuutukset haussa käytettyjen hakuehtojen mukaisesti rajattuna.</w:t>
      </w:r>
    </w:p>
    <w:p w14:paraId="4555B2F4" w14:textId="2AD0360E" w:rsidR="00A309D9" w:rsidRDefault="00A309D9" w:rsidP="00D54165">
      <w:pPr>
        <w:pStyle w:val="Leipteksti"/>
        <w:numPr>
          <w:ilvl w:val="0"/>
          <w:numId w:val="22"/>
        </w:numPr>
      </w:pPr>
      <w:r>
        <w:t xml:space="preserve">Ostopalvelun tuottajan potilaskohtaisen ostopalvelun valtuutuksen haku järjestäjän rekisteristä </w:t>
      </w:r>
      <w:r w:rsidR="001B2B7D">
        <w:t>Potilastietovarannosta</w:t>
      </w:r>
      <w:r>
        <w:t>. Haun tuloksena palautuu järjestäjien rekistereistä hakevalle tuottajalle osoitetut kyseistä potilasta koskevat voimassa olevat potilaskohtaiset ostopalvelun valtuutukset haussa käytettyjen hakuehtojen mukaisesti rajattuna.</w:t>
      </w:r>
    </w:p>
    <w:p w14:paraId="03BF1263" w14:textId="33D691B1"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w:t>
      </w:r>
      <w:r w:rsidR="001B2B7D">
        <w:t>Potilastietovarannosta</w:t>
      </w:r>
      <w:r>
        <w:t xml:space="preserve">.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A642C1">
      <w:pPr>
        <w:pStyle w:val="Luettelokappale"/>
        <w:numPr>
          <w:ilvl w:val="0"/>
          <w:numId w:val="38"/>
        </w:numPr>
      </w:pPr>
      <w:r>
        <w:t>Tiedot haetaan arkistoasiakirjat-rekistereistä</w:t>
      </w:r>
    </w:p>
    <w:p w14:paraId="7BC4D3CD" w14:textId="19B3CBA4" w:rsidR="00A309D9" w:rsidRDefault="00A309D9" w:rsidP="00A642C1">
      <w:pPr>
        <w:pStyle w:val="Luettelokappale"/>
        <w:numPr>
          <w:ilvl w:val="0"/>
          <w:numId w:val="38"/>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A642C1">
      <w:pPr>
        <w:pStyle w:val="Luettelokappale"/>
        <w:numPr>
          <w:ilvl w:val="0"/>
          <w:numId w:val="38"/>
        </w:numPr>
      </w:pPr>
      <w:r>
        <w:t xml:space="preserve">Ostopalvelun järjestäjän tekemässä haussa (hakutilanteet C, D ja G) </w:t>
      </w:r>
    </w:p>
    <w:p w14:paraId="5F649BB7" w14:textId="3665E9F2" w:rsidR="00A309D9" w:rsidRDefault="007D5DCB" w:rsidP="00A642C1">
      <w:pPr>
        <w:pStyle w:val="Luettelokappale"/>
        <w:numPr>
          <w:ilvl w:val="0"/>
          <w:numId w:val="38"/>
        </w:numPr>
      </w:pPr>
      <w:r>
        <w:t xml:space="preserve">Potilastietovaranto </w:t>
      </w:r>
      <w:r w:rsidR="00A309D9">
        <w:t xml:space="preserve">rajaa haun järjestäjän omaan arkistoasiakirjat-rekisteriin. Hauissa käytetään palvelupyyntöä PP38. </w:t>
      </w:r>
    </w:p>
    <w:p w14:paraId="31B6B6AA" w14:textId="45436DBB" w:rsidR="00A309D9" w:rsidRDefault="00A309D9" w:rsidP="00A642C1">
      <w:pPr>
        <w:pStyle w:val="Luettelokappale"/>
        <w:numPr>
          <w:ilvl w:val="0"/>
          <w:numId w:val="38"/>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A642C1">
      <w:pPr>
        <w:pStyle w:val="Luettelokappale"/>
        <w:numPr>
          <w:ilvl w:val="0"/>
          <w:numId w:val="38"/>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A642C1">
      <w:pPr>
        <w:pStyle w:val="Luettelokappale"/>
        <w:numPr>
          <w:ilvl w:val="0"/>
          <w:numId w:val="38"/>
        </w:numPr>
      </w:pPr>
      <w:r>
        <w:t xml:space="preserve">Luovutustenhallinnan </w:t>
      </w:r>
      <w:r w:rsidR="00A309D9">
        <w:t>tiedot tai potilaan tekemät luovutuskiellot eivät vaikuta haun tulokseen.</w:t>
      </w:r>
    </w:p>
    <w:p w14:paraId="228AB749" w14:textId="65068DAB" w:rsidR="00A309D9" w:rsidRDefault="00A309D9" w:rsidP="00A642C1">
      <w:pPr>
        <w:pStyle w:val="Luettelokappale"/>
        <w:numPr>
          <w:ilvl w:val="0"/>
          <w:numId w:val="38"/>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49DC7C0A" w:rsidR="00A309D9" w:rsidRDefault="00A309D9" w:rsidP="00A642C1">
      <w:pPr>
        <w:pStyle w:val="Luettelokappale"/>
        <w:numPr>
          <w:ilvl w:val="0"/>
          <w:numId w:val="38"/>
        </w:numPr>
      </w:pPr>
      <w:r>
        <w:lastRenderedPageBreak/>
        <w:t xml:space="preserve">hakeva potilastietojärjestelmä on vastaanottanut </w:t>
      </w:r>
      <w:r w:rsidR="007D5DCB">
        <w:t>Potilastietovarannon</w:t>
      </w:r>
      <w:r>
        <w:t xml:space="preserve"> palauttaman hakuparametrien mukaisesti rajatun haun tuloksen omassa rekisterissään olevista ostopalvelun valtuutuksista (tilanne C, D ja G)</w:t>
      </w:r>
    </w:p>
    <w:p w14:paraId="57694FA8" w14:textId="76E3AA0E" w:rsidR="00A309D9" w:rsidRPr="00A309D9" w:rsidRDefault="00A309D9" w:rsidP="00A642C1">
      <w:pPr>
        <w:pStyle w:val="Luettelokappale"/>
        <w:numPr>
          <w:ilvl w:val="0"/>
          <w:numId w:val="38"/>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123A1A14" w:rsidR="00A309D9" w:rsidRPr="00A309D9" w:rsidRDefault="00AD1EB6" w:rsidP="00A309D9">
      <w:pPr>
        <w:pStyle w:val="Numeroituluettelo"/>
      </w:pPr>
      <w:r>
        <w:t>Potilastietovaranto ja Kanta-viestinvälitys, jatkossa Potilastietovaranto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A642C1">
      <w:pPr>
        <w:pStyle w:val="Luettelokappale"/>
        <w:numPr>
          <w:ilvl w:val="0"/>
          <w:numId w:val="38"/>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A642C1">
      <w:pPr>
        <w:pStyle w:val="Luettelokappale"/>
        <w:numPr>
          <w:ilvl w:val="0"/>
          <w:numId w:val="38"/>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A642C1">
      <w:pPr>
        <w:pStyle w:val="Luettelokappale"/>
        <w:numPr>
          <w:ilvl w:val="0"/>
          <w:numId w:val="38"/>
        </w:numPr>
      </w:pPr>
      <w:r>
        <w:lastRenderedPageBreak/>
        <w:t>Haun tekemiseen ei tarvita hoitosuhteen todentavaa palvelutapahtumaa</w:t>
      </w:r>
    </w:p>
    <w:p w14:paraId="332D28E7" w14:textId="5BBC5EB6" w:rsidR="00A309D9" w:rsidRDefault="00A309D9" w:rsidP="00A642C1">
      <w:pPr>
        <w:pStyle w:val="Luettelokappale"/>
        <w:numPr>
          <w:ilvl w:val="0"/>
          <w:numId w:val="38"/>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A642C1">
      <w:pPr>
        <w:pStyle w:val="Luettelokappale"/>
        <w:numPr>
          <w:ilvl w:val="0"/>
          <w:numId w:val="38"/>
        </w:numPr>
      </w:pPr>
      <w:r>
        <w:t>Haku palauttaa tiedot asiakirjatasolla tai metatietotasolla</w:t>
      </w:r>
    </w:p>
    <w:p w14:paraId="7B9FAF9A" w14:textId="37E93DF9" w:rsidR="00A309D9" w:rsidRDefault="00A309D9" w:rsidP="00A642C1">
      <w:pPr>
        <w:pStyle w:val="Luettelokappale"/>
        <w:numPr>
          <w:ilvl w:val="0"/>
          <w:numId w:val="38"/>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A642C1">
      <w:pPr>
        <w:pStyle w:val="Luettelokappale"/>
        <w:numPr>
          <w:ilvl w:val="0"/>
          <w:numId w:val="38"/>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A642C1">
      <w:pPr>
        <w:pStyle w:val="Luettelokappale"/>
        <w:numPr>
          <w:ilvl w:val="0"/>
          <w:numId w:val="38"/>
        </w:numPr>
      </w:pPr>
      <w:r>
        <w:t>asiakirjan id (valinnainen)</w:t>
      </w:r>
    </w:p>
    <w:p w14:paraId="38088A52" w14:textId="6E579AAD" w:rsidR="00A309D9" w:rsidRDefault="00A309D9" w:rsidP="00A642C1">
      <w:pPr>
        <w:pStyle w:val="Luettelokappale"/>
        <w:numPr>
          <w:ilvl w:val="0"/>
          <w:numId w:val="38"/>
        </w:numPr>
      </w:pPr>
      <w:r>
        <w:t xml:space="preserve">asiakirjan </w:t>
      </w:r>
      <w:proofErr w:type="spellStart"/>
      <w:r>
        <w:t>setId</w:t>
      </w:r>
      <w:proofErr w:type="spellEnd"/>
      <w:r>
        <w:t xml:space="preserve"> (valinnainen)</w:t>
      </w:r>
    </w:p>
    <w:p w14:paraId="3AAF4EEC" w14:textId="493BBE71" w:rsidR="00A309D9" w:rsidRDefault="00A309D9" w:rsidP="00A642C1">
      <w:pPr>
        <w:pStyle w:val="Luettelokappale"/>
        <w:numPr>
          <w:ilvl w:val="0"/>
          <w:numId w:val="38"/>
        </w:numPr>
      </w:pPr>
      <w:r>
        <w:t>luontiaika (valinnainen)</w:t>
      </w:r>
    </w:p>
    <w:p w14:paraId="72738A20" w14:textId="4ABD8902" w:rsidR="00A309D9" w:rsidRDefault="00A309D9" w:rsidP="00A642C1">
      <w:pPr>
        <w:pStyle w:val="Luettelokappale"/>
        <w:numPr>
          <w:ilvl w:val="0"/>
          <w:numId w:val="38"/>
        </w:numPr>
      </w:pPr>
      <w:r>
        <w:t xml:space="preserve">merkinnän tekijä (poistettu käytöstä) </w:t>
      </w:r>
    </w:p>
    <w:p w14:paraId="5586D806" w14:textId="0E255776" w:rsidR="00A309D9" w:rsidRDefault="00A309D9" w:rsidP="00A642C1">
      <w:pPr>
        <w:pStyle w:val="Luettelokappale"/>
        <w:numPr>
          <w:ilvl w:val="0"/>
          <w:numId w:val="38"/>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A642C1">
      <w:pPr>
        <w:pStyle w:val="Luettelokappale"/>
        <w:numPr>
          <w:ilvl w:val="0"/>
          <w:numId w:val="38"/>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A642C1">
      <w:pPr>
        <w:pStyle w:val="Luettelokappale"/>
        <w:numPr>
          <w:ilvl w:val="0"/>
          <w:numId w:val="38"/>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A642C1">
      <w:pPr>
        <w:pStyle w:val="Luettelokappale"/>
        <w:numPr>
          <w:ilvl w:val="0"/>
          <w:numId w:val="38"/>
        </w:numPr>
      </w:pPr>
      <w:r>
        <w:t xml:space="preserve">potilaan henkilötunnus </w:t>
      </w:r>
      <w:proofErr w:type="spellStart"/>
      <w:r>
        <w:t>nullflavor</w:t>
      </w:r>
      <w:proofErr w:type="spellEnd"/>
      <w:r>
        <w:t>=NA</w:t>
      </w:r>
    </w:p>
    <w:p w14:paraId="143DF752" w14:textId="274C6DEA" w:rsidR="00A309D9" w:rsidRDefault="00A309D9" w:rsidP="00A642C1">
      <w:pPr>
        <w:pStyle w:val="Luettelokappale"/>
        <w:numPr>
          <w:ilvl w:val="0"/>
          <w:numId w:val="38"/>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A642C1">
      <w:pPr>
        <w:pStyle w:val="Luettelokappale"/>
        <w:numPr>
          <w:ilvl w:val="0"/>
          <w:numId w:val="38"/>
        </w:numPr>
      </w:pPr>
      <w:r>
        <w:t xml:space="preserve">potilaan henkilötunnus </w:t>
      </w:r>
      <w:proofErr w:type="spellStart"/>
      <w:r>
        <w:t>nullflavor</w:t>
      </w:r>
      <w:proofErr w:type="spellEnd"/>
      <w:r>
        <w:t>=NA</w:t>
      </w:r>
    </w:p>
    <w:p w14:paraId="47B9C933" w14:textId="4D722857" w:rsidR="00A309D9" w:rsidRDefault="00A309D9" w:rsidP="00A642C1">
      <w:pPr>
        <w:pStyle w:val="Luettelokappale"/>
        <w:numPr>
          <w:ilvl w:val="0"/>
          <w:numId w:val="38"/>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A642C1">
      <w:pPr>
        <w:pStyle w:val="Luettelokappale"/>
        <w:numPr>
          <w:ilvl w:val="0"/>
          <w:numId w:val="38"/>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lastRenderedPageBreak/>
        <w:t>Hakuparametrit</w:t>
      </w:r>
    </w:p>
    <w:p w14:paraId="5B1B3C66" w14:textId="59C5EE83" w:rsidR="00A309D9" w:rsidRDefault="00A309D9" w:rsidP="00A642C1">
      <w:pPr>
        <w:pStyle w:val="Luettelokappale"/>
        <w:numPr>
          <w:ilvl w:val="0"/>
          <w:numId w:val="38"/>
        </w:numPr>
      </w:pPr>
      <w:r>
        <w:t xml:space="preserve">potilaan henkilötunnus </w:t>
      </w:r>
    </w:p>
    <w:p w14:paraId="5E148EDD" w14:textId="3EE90992" w:rsidR="00A309D9" w:rsidRPr="00A309D9" w:rsidRDefault="00A309D9" w:rsidP="00A309D9">
      <w:pPr>
        <w:pStyle w:val="Leipteksti"/>
      </w:pPr>
      <w:r>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A642C1">
      <w:pPr>
        <w:pStyle w:val="Luettelokappale"/>
        <w:numPr>
          <w:ilvl w:val="0"/>
          <w:numId w:val="38"/>
        </w:numPr>
      </w:pPr>
      <w:r>
        <w:t>luontiaika (valinnainen)</w:t>
      </w:r>
    </w:p>
    <w:p w14:paraId="51816B6A" w14:textId="3B820506" w:rsidR="00447EB6" w:rsidRDefault="00447EB6" w:rsidP="00A642C1">
      <w:pPr>
        <w:pStyle w:val="Luettelokappale"/>
        <w:numPr>
          <w:ilvl w:val="0"/>
          <w:numId w:val="38"/>
        </w:numPr>
      </w:pPr>
      <w:r>
        <w:t>merkinnän tekijä (poistettu käytöstä)</w:t>
      </w:r>
    </w:p>
    <w:p w14:paraId="6D0295CD" w14:textId="451A280F" w:rsidR="00447EB6" w:rsidRDefault="00447EB6" w:rsidP="00A642C1">
      <w:pPr>
        <w:pStyle w:val="Luettelokappale"/>
        <w:numPr>
          <w:ilvl w:val="0"/>
          <w:numId w:val="38"/>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A642C1">
      <w:pPr>
        <w:pStyle w:val="Luettelokappale"/>
        <w:numPr>
          <w:ilvl w:val="0"/>
          <w:numId w:val="38"/>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A642C1">
      <w:pPr>
        <w:pStyle w:val="Luettelokappale"/>
        <w:numPr>
          <w:ilvl w:val="0"/>
          <w:numId w:val="38"/>
        </w:numPr>
      </w:pPr>
      <w:r>
        <w:lastRenderedPageBreak/>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A642C1">
      <w:pPr>
        <w:pStyle w:val="Luettelokappale"/>
        <w:numPr>
          <w:ilvl w:val="0"/>
          <w:numId w:val="38"/>
        </w:numPr>
      </w:pPr>
      <w:r>
        <w:t xml:space="preserve">potilaan henkilötunnus annettu (pakollinen, koska palveluntuottaja </w:t>
      </w:r>
      <w:proofErr w:type="spellStart"/>
      <w:r>
        <w:t>nullFlavor</w:t>
      </w:r>
      <w:proofErr w:type="spellEnd"/>
      <w:r>
        <w:t>=NA)</w:t>
      </w:r>
    </w:p>
    <w:p w14:paraId="1F5FC5B7" w14:textId="3A232C26" w:rsidR="00447EB6" w:rsidRDefault="00447EB6" w:rsidP="00A642C1">
      <w:pPr>
        <w:pStyle w:val="Luettelokappale"/>
        <w:numPr>
          <w:ilvl w:val="0"/>
          <w:numId w:val="38"/>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A642C1">
      <w:pPr>
        <w:pStyle w:val="Luettelokappale"/>
        <w:numPr>
          <w:ilvl w:val="0"/>
          <w:numId w:val="38"/>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lastRenderedPageBreak/>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A642C1">
      <w:pPr>
        <w:pStyle w:val="Luettelokappale"/>
        <w:numPr>
          <w:ilvl w:val="0"/>
          <w:numId w:val="38"/>
        </w:numPr>
      </w:pPr>
      <w:r>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A642C1">
      <w:pPr>
        <w:pStyle w:val="Luettelokappale"/>
        <w:numPr>
          <w:ilvl w:val="0"/>
          <w:numId w:val="38"/>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A642C1">
      <w:pPr>
        <w:pStyle w:val="Luettelokappale"/>
        <w:numPr>
          <w:ilvl w:val="0"/>
          <w:numId w:val="38"/>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A642C1">
      <w:pPr>
        <w:pStyle w:val="Luettelokappale"/>
        <w:numPr>
          <w:ilvl w:val="0"/>
          <w:numId w:val="38"/>
        </w:numPr>
      </w:pPr>
      <w:r>
        <w:t xml:space="preserve">palveluntuottaja (parametri tarkoittaa tässä tapauksessa järjestäjää) </w:t>
      </w:r>
    </w:p>
    <w:p w14:paraId="4D26D75A" w14:textId="280FC9C9" w:rsidR="00447EB6" w:rsidRDefault="00447EB6" w:rsidP="00A642C1">
      <w:pPr>
        <w:pStyle w:val="Luettelokappale"/>
        <w:numPr>
          <w:ilvl w:val="0"/>
          <w:numId w:val="38"/>
        </w:numPr>
      </w:pPr>
      <w:r>
        <w:t xml:space="preserve">palveluntuottaja </w:t>
      </w:r>
      <w:proofErr w:type="spellStart"/>
      <w:r>
        <w:t>nullFlavor</w:t>
      </w:r>
      <w:proofErr w:type="spellEnd"/>
      <w:r>
        <w:t>=NA ei sallittu, kun palveluntuottaja-parametri annettu</w:t>
      </w:r>
    </w:p>
    <w:p w14:paraId="6620871D" w14:textId="24F3108B" w:rsidR="00447EB6" w:rsidRDefault="00447EB6" w:rsidP="00A642C1">
      <w:pPr>
        <w:pStyle w:val="Luettelokappale"/>
        <w:numPr>
          <w:ilvl w:val="0"/>
          <w:numId w:val="38"/>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lastRenderedPageBreak/>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A642C1">
      <w:pPr>
        <w:pStyle w:val="Luettelokappale"/>
        <w:numPr>
          <w:ilvl w:val="0"/>
          <w:numId w:val="38"/>
        </w:numPr>
      </w:pPr>
      <w:r>
        <w:t xml:space="preserve">potilaan henkilötunnusta ei annettu </w:t>
      </w:r>
    </w:p>
    <w:p w14:paraId="3F36BC10" w14:textId="38AE9426" w:rsidR="00447EB6" w:rsidRPr="00447EB6" w:rsidRDefault="00447EB6" w:rsidP="00447EB6">
      <w:pPr>
        <w:pStyle w:val="Leipteksti"/>
      </w:pPr>
      <w:r>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51" w:name="_Toc216782569"/>
      <w:r w:rsidRPr="00B43280">
        <w:lastRenderedPageBreak/>
        <w:t>Hae keskeisiä tietoja (PPC)</w:t>
      </w:r>
      <w:bookmarkEnd w:id="51"/>
    </w:p>
    <w:p w14:paraId="0BE3AC36" w14:textId="4F56FC8B" w:rsidR="009F703C" w:rsidRDefault="009F703C" w:rsidP="009F703C">
      <w:pPr>
        <w:pStyle w:val="Otsikko2"/>
      </w:pPr>
      <w:r w:rsidRPr="009F703C">
        <w:t>Käyttötapauksen yleiskuvaus ja lopputulos</w:t>
      </w:r>
    </w:p>
    <w:p w14:paraId="6A832DE4" w14:textId="4CD70585" w:rsidR="00545194" w:rsidRDefault="00545194" w:rsidP="00545194">
      <w:pPr>
        <w:pStyle w:val="Leipteksti"/>
      </w:pPr>
      <w:r>
        <w:t xml:space="preserve">Käyttötapaus kuvaa keskeisten tietojen hakutilanteet </w:t>
      </w:r>
      <w:r w:rsidR="001B2B7D">
        <w:t>Potilastietovarannosta</w:t>
      </w:r>
      <w:r>
        <w:t xml:space="preserve">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03A422F7" w:rsidR="00545194" w:rsidRDefault="00545194" w:rsidP="00545194">
      <w:pPr>
        <w:pStyle w:val="Leipteksti"/>
      </w:pPr>
      <w:r>
        <w:t xml:space="preserve">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w:t>
      </w:r>
      <w:r w:rsidR="001B2B7D">
        <w:t>Potilastietovarannosta</w:t>
      </w:r>
      <w:r>
        <w:t>.</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0D307C21" w:rsidR="00545194" w:rsidRDefault="007D5DCB" w:rsidP="0087798E">
      <w:pPr>
        <w:pStyle w:val="Leipteksti"/>
        <w:spacing w:after="0"/>
      </w:pPr>
      <w:r>
        <w:t xml:space="preserve">Potilastietovaranto </w:t>
      </w:r>
      <w:r w:rsidR="00545194">
        <w:t>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67D7818E" w:rsidR="00545194" w:rsidRDefault="00A80747" w:rsidP="00D54165">
      <w:pPr>
        <w:pStyle w:val="Leipteksti"/>
        <w:numPr>
          <w:ilvl w:val="0"/>
          <w:numId w:val="23"/>
        </w:numPr>
      </w:pPr>
      <w:r>
        <w:lastRenderedPageBreak/>
        <w:t>Luovutush</w:t>
      </w:r>
      <w:r w:rsidR="00545194">
        <w:t xml:space="preserve">aku </w:t>
      </w:r>
      <w:r w:rsidR="001B2B7D">
        <w:t>Potilastietovarannosta</w:t>
      </w:r>
      <w:r w:rsidR="00545194">
        <w:t xml:space="preserve"> hätätilanteessa [LT1]: Kyselysanomassa on annettu kyselyn erityinen syy, ’Hätähaku’. Tiedot palautuvat, vaikka </w:t>
      </w:r>
      <w:r w:rsidR="001E1146">
        <w:t xml:space="preserve">informointi ja </w:t>
      </w:r>
      <w:r w:rsidR="0076194A">
        <w:t xml:space="preserve">luovutuslupa </w:t>
      </w:r>
      <w:r w:rsidR="007D5DCB">
        <w:t>Potilastietovarannon</w:t>
      </w:r>
      <w:r w:rsidR="0076194A">
        <w:t xml:space="preserve">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A642C1">
      <w:pPr>
        <w:pStyle w:val="Luettelokappale"/>
        <w:numPr>
          <w:ilvl w:val="0"/>
          <w:numId w:val="38"/>
        </w:numPr>
      </w:pPr>
      <w:r>
        <w:t>Haetaan yhden potilaan tiedot: Tiedonhallintapalvelun tietoja voidaan hakea henkilötunnuksella, tilapäisen yksilöintitunnuksen käyttö ei ole sallittu</w:t>
      </w:r>
    </w:p>
    <w:p w14:paraId="53BAB765" w14:textId="51C102BD" w:rsidR="00545194" w:rsidRDefault="00545194" w:rsidP="00A642C1">
      <w:pPr>
        <w:pStyle w:val="Luettelokappale"/>
        <w:numPr>
          <w:ilvl w:val="0"/>
          <w:numId w:val="38"/>
        </w:numPr>
      </w:pPr>
      <w:r>
        <w:t xml:space="preserve">Haetaan tiedot käyttötilanteesta riippuen </w:t>
      </w:r>
      <w:r w:rsidR="001B2B7D">
        <w:t>Potilastietovarannosta</w:t>
      </w:r>
      <w:r>
        <w:t xml:space="preserve"> tai Tiedonhallintapalvelun koostekannasta</w:t>
      </w:r>
    </w:p>
    <w:p w14:paraId="3D1A8AB6" w14:textId="3AA5A843" w:rsidR="00545194" w:rsidRDefault="00545194" w:rsidP="00A642C1">
      <w:pPr>
        <w:pStyle w:val="Luettelokappale"/>
        <w:numPr>
          <w:ilvl w:val="0"/>
          <w:numId w:val="38"/>
        </w:numPr>
      </w:pPr>
      <w:r>
        <w:t xml:space="preserve">Jos potilas ei ole </w:t>
      </w:r>
      <w:r w:rsidR="0076194A">
        <w:t>antanut luovutuslupaa</w:t>
      </w:r>
      <w:r>
        <w:t xml:space="preserve"> eikä kyseessä ole hätähaku, </w:t>
      </w:r>
      <w:r w:rsidR="007D5DCB">
        <w:t xml:space="preserve">Potilastietovaranto </w:t>
      </w:r>
      <w:r>
        <w:t xml:space="preserve">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23699CA0" w:rsidR="00545194" w:rsidRDefault="00AD1EB6" w:rsidP="00A642C1">
      <w:pPr>
        <w:pStyle w:val="Luettelokappale"/>
        <w:numPr>
          <w:ilvl w:val="0"/>
          <w:numId w:val="38"/>
        </w:numPr>
      </w:pPr>
      <w:r>
        <w:t xml:space="preserve">Potilastietovaranto </w:t>
      </w:r>
      <w:r w:rsidR="00545194">
        <w:t>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5F10BF15" w:rsidR="00F56839" w:rsidRPr="00F56839" w:rsidRDefault="00AD1EB6" w:rsidP="00F56839">
      <w:pPr>
        <w:pStyle w:val="Numeroituluettelo"/>
      </w:pPr>
      <w:r>
        <w:t>Potilastietovaranto ja Kanta-viestinvälitys, jatkossa Potilastietovaranto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7B10A59B" w:rsidR="00F56839" w:rsidRDefault="00F56839" w:rsidP="00F56839">
      <w:pPr>
        <w:pStyle w:val="Numeroituluettelo"/>
      </w:pPr>
      <w:r>
        <w:lastRenderedPageBreak/>
        <w:t xml:space="preserve">Tilanteessa D (luovutushaku)  hoitosuhteen potilaaseen todentava palvelutapahtuma on </w:t>
      </w:r>
      <w:r w:rsidR="0018633A">
        <w:t xml:space="preserve">tallennettu tallentavan </w:t>
      </w:r>
      <w:r>
        <w:t>organisaation rekisteriin</w:t>
      </w:r>
    </w:p>
    <w:p w14:paraId="12825C47" w14:textId="49C71B7B" w:rsidR="00F56839" w:rsidRDefault="00F56839" w:rsidP="00F56839">
      <w:pPr>
        <w:pStyle w:val="Numeroituluettelo"/>
        <w:spacing w:after="0"/>
      </w:pPr>
      <w:r>
        <w:t xml:space="preserve">Tilanteessa E (haku ostopalvelutilanteessa) Ostopalvelun tuottajan hoitosuhteen potilaaseen todentava palvelutapahtuma on </w:t>
      </w:r>
      <w:r w:rsidR="0018633A">
        <w:t>tallennettu</w:t>
      </w:r>
      <w:r>
        <w:t xml:space="preserve"> ostopalvelun järjestäjän rekisteriin, ja siinä on yksilöity ostopalvelun valtuutus. [LT1]</w:t>
      </w:r>
    </w:p>
    <w:p w14:paraId="2E1ADD6C" w14:textId="7EC30E6D" w:rsidR="00F56839" w:rsidRDefault="00F56839" w:rsidP="00A642C1">
      <w:pPr>
        <w:pStyle w:val="Luettelokappale"/>
        <w:numPr>
          <w:ilvl w:val="0"/>
          <w:numId w:val="38"/>
        </w:numPr>
      </w:pPr>
      <w:r>
        <w:t xml:space="preserve">Yksilöidyssä ostopalvelun valtuutuksessa on valtuutettu se rekisteri, johon palvelutapahtuma on </w:t>
      </w:r>
      <w:r w:rsidR="0018633A">
        <w:t>tallennettu</w:t>
      </w:r>
      <w:r>
        <w:t>, sille tuottajalle joka hakua on tekemässä.</w:t>
      </w:r>
    </w:p>
    <w:p w14:paraId="57AD329A" w14:textId="6C7845DB" w:rsidR="00F56839" w:rsidRDefault="00F56839" w:rsidP="00A642C1">
      <w:pPr>
        <w:pStyle w:val="Luettelokappale"/>
        <w:numPr>
          <w:ilvl w:val="0"/>
          <w:numId w:val="38"/>
        </w:numPr>
      </w:pPr>
      <w:r>
        <w:t xml:space="preserve">Ostopalvelun valtuutus on </w:t>
      </w:r>
      <w:r w:rsidR="0018633A">
        <w:t>tallennettu</w:t>
      </w:r>
      <w:r>
        <w:t xml:space="preserve"> </w:t>
      </w:r>
      <w:r w:rsidR="007D5DCB">
        <w:t>Potilastietovarantoon</w:t>
      </w:r>
      <w:r>
        <w:t xml:space="preserve"> ostopalvelun järjestäjän rekisteriin.</w:t>
      </w:r>
    </w:p>
    <w:p w14:paraId="3C0F5546" w14:textId="38606DAB" w:rsidR="00F56839" w:rsidRPr="00F56839" w:rsidRDefault="00F56839" w:rsidP="00F56839">
      <w:pPr>
        <w:pStyle w:val="Numeroituluettelo"/>
      </w:pPr>
      <w:r>
        <w:t xml:space="preserve">Jos kyseessä on sivutetun hakutuloksen jatkohaku, järjestelmällä on tiedossa </w:t>
      </w:r>
      <w:r w:rsidR="00AD1EB6">
        <w:t>Potilastietovarannon</w:t>
      </w:r>
      <w:r>
        <w:t xml:space="preserve">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A642C1">
      <w:pPr>
        <w:pStyle w:val="Luettelokappale"/>
        <w:numPr>
          <w:ilvl w:val="0"/>
          <w:numId w:val="38"/>
        </w:numPr>
      </w:pPr>
      <w:r>
        <w:t xml:space="preserve">MR-sanoma on RCMR_IN100031FI </w:t>
      </w:r>
    </w:p>
    <w:p w14:paraId="58AFA9AC" w14:textId="526360AE" w:rsidR="00F56839" w:rsidRDefault="00F56839" w:rsidP="00A642C1">
      <w:pPr>
        <w:pStyle w:val="Luettelokappale"/>
        <w:numPr>
          <w:ilvl w:val="0"/>
          <w:numId w:val="38"/>
        </w:numPr>
      </w:pPr>
      <w:r>
        <w:t>Palvelupyyntö on PPC [LK3]</w:t>
      </w:r>
    </w:p>
    <w:p w14:paraId="660D05D9" w14:textId="4181A1DA" w:rsidR="00F56839" w:rsidRDefault="00F56839" w:rsidP="00A642C1">
      <w:pPr>
        <w:pStyle w:val="Luettelokappale"/>
        <w:numPr>
          <w:ilvl w:val="0"/>
          <w:numId w:val="38"/>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A642C1">
      <w:pPr>
        <w:pStyle w:val="Luettelokappale"/>
        <w:numPr>
          <w:ilvl w:val="0"/>
          <w:numId w:val="38"/>
        </w:numPr>
      </w:pPr>
      <w:r>
        <w:t xml:space="preserve">Kattavuus: Haetaan aina viimeisimmät versiot (1)  </w:t>
      </w:r>
    </w:p>
    <w:p w14:paraId="5F165FA4" w14:textId="7FF0B9A5" w:rsidR="00F56839" w:rsidRDefault="00F56839" w:rsidP="00A642C1">
      <w:pPr>
        <w:pStyle w:val="Luettelokappale"/>
        <w:numPr>
          <w:ilvl w:val="0"/>
          <w:numId w:val="38"/>
        </w:numPr>
      </w:pPr>
      <w:r>
        <w:t>Haku palauttaa tiedot asiakirjatasolla, hakua ei ole mahdollista kohdistaa metatietotasolla</w:t>
      </w:r>
    </w:p>
    <w:p w14:paraId="785FF00A" w14:textId="451932C3" w:rsidR="00F56839" w:rsidRDefault="00F56839" w:rsidP="00A642C1">
      <w:pPr>
        <w:pStyle w:val="Luettelokappale"/>
        <w:numPr>
          <w:ilvl w:val="0"/>
          <w:numId w:val="38"/>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17C5865F"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 xml:space="preserve">halutaan palautettavaksi yhdellä sivulla. Mikäli sivukooksi annetaan Arkistossa määriteltyä sivun ylärajaa suurempi arvo, </w:t>
      </w:r>
      <w:r w:rsidR="00AD1EB6">
        <w:t xml:space="preserve">Potilastietovaranto </w:t>
      </w:r>
      <w:r>
        <w:t>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A642C1">
      <w:pPr>
        <w:pStyle w:val="Luettelokappale"/>
        <w:numPr>
          <w:ilvl w:val="0"/>
          <w:numId w:val="38"/>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A642C1">
      <w:pPr>
        <w:pStyle w:val="Luettelokappale"/>
        <w:numPr>
          <w:ilvl w:val="0"/>
          <w:numId w:val="38"/>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rsidP="00A642C1">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A642C1">
      <w:pPr>
        <w:pStyle w:val="Luettelokappale"/>
        <w:numPr>
          <w:ilvl w:val="0"/>
          <w:numId w:val="38"/>
        </w:numPr>
      </w:pPr>
      <w:r>
        <w:t>Tilanne F: Hätähakutilanteessa palautetaan lisäksi potilaan tekemät tahdonilmaisut: hoitotahto ja elinluovutustahto. Tahdonilmaisut palautetaan vastaussanomassa ensimmäisenä.</w:t>
      </w:r>
    </w:p>
    <w:p w14:paraId="6162F0B1" w14:textId="6EDDDD86" w:rsidR="00F56839" w:rsidRDefault="00F56839" w:rsidP="00A642C1">
      <w:pPr>
        <w:pStyle w:val="Luettelokappale"/>
        <w:numPr>
          <w:ilvl w:val="0"/>
          <w:numId w:val="38"/>
        </w:numPr>
      </w:pPr>
      <w:r>
        <w:t xml:space="preserve">Jos haun tulosta ei pystytä palauttamaan kokonaisuudessaan yhdellä hakukerralla, </w:t>
      </w:r>
      <w:r w:rsidR="00AD1EB6">
        <w:t xml:space="preserve">Potilastietovaranto </w:t>
      </w:r>
      <w:r>
        <w:t xml:space="preserve">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lastRenderedPageBreak/>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7F929FDB" w:rsidR="00190381" w:rsidRPr="00190381" w:rsidRDefault="00190381" w:rsidP="00190381">
      <w:pPr>
        <w:pStyle w:val="Leipteksti"/>
      </w:pPr>
      <w:r w:rsidRPr="00190381">
        <w:t xml:space="preserve">LT1 Ostopalveluratkaisun siirtymäaikana palvelutapahtuma on voitu </w:t>
      </w:r>
      <w:r w:rsidR="00493B53">
        <w:t>tallentaa</w:t>
      </w:r>
      <w:r w:rsidRPr="00190381">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rsidRPr="00190381">
        <w:t>.</w:t>
      </w:r>
    </w:p>
    <w:p w14:paraId="44D08C2B" w14:textId="6BC8D9F7" w:rsidR="009F703C" w:rsidRDefault="00190381" w:rsidP="00190381">
      <w:pPr>
        <w:pStyle w:val="Otsikko1"/>
      </w:pPr>
      <w:bookmarkStart w:id="52" w:name="_Toc216782570"/>
      <w:r w:rsidRPr="00190381">
        <w:t>Hae keskeisiä terveystietoja</w:t>
      </w:r>
      <w:bookmarkEnd w:id="52"/>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6370DC89" w:rsidR="00374128" w:rsidRDefault="00374128" w:rsidP="00D54165">
      <w:pPr>
        <w:pStyle w:val="Leipteksti"/>
        <w:numPr>
          <w:ilvl w:val="0"/>
          <w:numId w:val="24"/>
        </w:numPr>
        <w:spacing w:after="0"/>
      </w:pPr>
      <w:r>
        <w:t xml:space="preserve">Keskeisten tietojen haku </w:t>
      </w:r>
    </w:p>
    <w:p w14:paraId="1A0F3892" w14:textId="7BC9674E" w:rsidR="00374128" w:rsidRDefault="00374128" w:rsidP="00D54165">
      <w:pPr>
        <w:pStyle w:val="Leipteksti"/>
        <w:numPr>
          <w:ilvl w:val="0"/>
          <w:numId w:val="24"/>
        </w:numPr>
        <w:spacing w:after="0"/>
      </w:pPr>
      <w:r>
        <w:t>Keskeisten terveystietojen haku hätätilanteessa</w:t>
      </w:r>
      <w:r w:rsidR="008A5A9F">
        <w:t xml:space="preserve"> [LT2]</w:t>
      </w:r>
      <w:r>
        <w:t xml:space="preserve">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62DFF024" w:rsidR="00374128" w:rsidRDefault="00374128" w:rsidP="00D54165">
      <w:pPr>
        <w:pStyle w:val="Leipteksti"/>
        <w:numPr>
          <w:ilvl w:val="0"/>
          <w:numId w:val="24"/>
        </w:numPr>
        <w:spacing w:after="0"/>
      </w:pPr>
      <w:r>
        <w:t>Keskeisten tietojen haku potilaskohtaisessa ostopalvelussa hätätilanteessa</w:t>
      </w:r>
      <w:r w:rsidR="008A5A9F">
        <w:t xml:space="preserve"> [LT2]</w:t>
      </w:r>
      <w:r>
        <w:t>. Ostopalvelun tuottajan tekemä haku.</w:t>
      </w:r>
    </w:p>
    <w:p w14:paraId="66FBF22F" w14:textId="1C765736" w:rsidR="00374128" w:rsidRDefault="00374128" w:rsidP="00D54165">
      <w:pPr>
        <w:pStyle w:val="Leipteksti"/>
        <w:numPr>
          <w:ilvl w:val="0"/>
          <w:numId w:val="24"/>
        </w:numPr>
        <w:spacing w:after="0"/>
      </w:pPr>
      <w:r>
        <w:lastRenderedPageBreak/>
        <w:t xml:space="preserve">Keskeisten tietojen haku </w:t>
      </w:r>
      <w:r w:rsidR="00197E20">
        <w:t>rekisteri</w:t>
      </w:r>
      <w:r>
        <w:t>tasoisessa</w:t>
      </w:r>
      <w:r w:rsidR="00FD49ED">
        <w:t xml:space="preserve"> </w:t>
      </w:r>
      <w:r>
        <w:t>ostopalvelutilanteessa. Ostopalvelun tuottajan tekemä haku.</w:t>
      </w:r>
    </w:p>
    <w:p w14:paraId="6A86EAC9" w14:textId="7B587239" w:rsidR="00374128" w:rsidRDefault="00374128" w:rsidP="00D54165">
      <w:pPr>
        <w:pStyle w:val="Leipteksti"/>
        <w:numPr>
          <w:ilvl w:val="0"/>
          <w:numId w:val="24"/>
        </w:numPr>
      </w:pPr>
      <w:r>
        <w:t xml:space="preserve">Keskeisten tietojen haku </w:t>
      </w:r>
      <w:r w:rsidR="00197E20">
        <w:t>rekisteri</w:t>
      </w:r>
      <w:r>
        <w:t>tasoisessa</w:t>
      </w:r>
      <w:r w:rsidR="00FD49ED">
        <w:t xml:space="preserve"> </w:t>
      </w:r>
      <w:r>
        <w:t>ostopalvelussa hätätilanteessa</w:t>
      </w:r>
      <w:r w:rsidR="008A5A9F">
        <w:t xml:space="preserve"> [LT2]</w:t>
      </w:r>
      <w:r>
        <w:t>.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A642C1">
      <w:pPr>
        <w:pStyle w:val="Luettelokappale"/>
        <w:numPr>
          <w:ilvl w:val="0"/>
          <w:numId w:val="38"/>
        </w:numPr>
      </w:pPr>
      <w:r>
        <w:t>Haetaan yhden potilaan tiedot: Tiedonhallintapalvelun tietoja voidaan hakea henkilötunnuksella, tilapäisen yksilöintitunnuksen käyttö ei ole sallittu</w:t>
      </w:r>
    </w:p>
    <w:p w14:paraId="0A38A19A" w14:textId="7B8D0329" w:rsidR="00374128" w:rsidRDefault="00374128" w:rsidP="00A642C1">
      <w:pPr>
        <w:pStyle w:val="Luettelokappale"/>
        <w:numPr>
          <w:ilvl w:val="0"/>
          <w:numId w:val="38"/>
        </w:numPr>
      </w:pPr>
      <w:r>
        <w:t>Haetaan tiedot Tiedonhallintapalvelun koostekannasta</w:t>
      </w:r>
    </w:p>
    <w:p w14:paraId="4A96616C" w14:textId="17EB96DB" w:rsidR="00374128" w:rsidRPr="00374128" w:rsidRDefault="00AD1EB6" w:rsidP="00A642C1">
      <w:pPr>
        <w:pStyle w:val="Luettelokappale"/>
        <w:numPr>
          <w:ilvl w:val="0"/>
          <w:numId w:val="38"/>
        </w:numPr>
      </w:pPr>
      <w:r>
        <w:t xml:space="preserve">Potilastietovaranto </w:t>
      </w:r>
      <w:r w:rsidR="00374128">
        <w:t xml:space="preserve">rajaa hakutuloksen </w:t>
      </w:r>
      <w:r w:rsidR="00410048">
        <w:t xml:space="preserve">luovutustenhallinnan </w:t>
      </w:r>
      <w:r w:rsidR="00374128">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3BA72B4" w:rsidR="00374128" w:rsidRPr="00374128" w:rsidRDefault="00AD1EB6" w:rsidP="00374128">
      <w:pPr>
        <w:pStyle w:val="Numeroituluettelo"/>
      </w:pPr>
      <w:r>
        <w:t>Potilastietovaranto ja Kanta-viestinvälitys, jatkossa Potilastietovaranto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63094CE0" w:rsidR="00374128" w:rsidRDefault="00374128" w:rsidP="00A642C1">
      <w:pPr>
        <w:pStyle w:val="Luettelokappale"/>
        <w:numPr>
          <w:ilvl w:val="0"/>
          <w:numId w:val="38"/>
        </w:numPr>
      </w:pPr>
      <w:r>
        <w:t xml:space="preserve">Hoitosuhteen potilaaseen todentava palvelutapahtuma on </w:t>
      </w:r>
      <w:r w:rsidR="0018633A">
        <w:t>tallennettu</w:t>
      </w:r>
      <w:r>
        <w:t xml:space="preserve"> </w:t>
      </w:r>
      <w:r w:rsidR="0018633A">
        <w:t>tallentava</w:t>
      </w:r>
      <w:r>
        <w:t>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233932FC" w:rsidR="00374128" w:rsidRDefault="00374128" w:rsidP="00A642C1">
      <w:pPr>
        <w:pStyle w:val="Luettelokappale"/>
        <w:numPr>
          <w:ilvl w:val="0"/>
          <w:numId w:val="38"/>
        </w:numPr>
      </w:pPr>
      <w:r>
        <w:t xml:space="preserve">Ostopalvelun tuottajan hoitosuhteen potilaaseen todentava palvelutapahtuma on </w:t>
      </w:r>
      <w:r w:rsidR="0018633A">
        <w:t>tallennettu</w:t>
      </w:r>
      <w:r>
        <w:t xml:space="preserve"> ostopalvelun järjestäjän rekisteriin, ja siinä on yksilöity ostopalvelun valtuutus. [LT1]</w:t>
      </w:r>
    </w:p>
    <w:p w14:paraId="2A2914F1" w14:textId="728F7830" w:rsidR="00374128" w:rsidRDefault="00374128" w:rsidP="00D54165">
      <w:pPr>
        <w:pStyle w:val="Luettelokappale"/>
        <w:numPr>
          <w:ilvl w:val="1"/>
          <w:numId w:val="5"/>
        </w:numPr>
      </w:pPr>
      <w:r>
        <w:t xml:space="preserve">Yksilöidyssä ostopalvelun valtuutuksessa on valtuutettu se rekisteri, johon palvelutapahtuma on </w:t>
      </w:r>
      <w:r w:rsidR="0018633A">
        <w:t>tallennettu</w:t>
      </w:r>
      <w:r>
        <w:t>, sillä tuottajalla joka hakua on tekemässä.</w:t>
      </w:r>
    </w:p>
    <w:p w14:paraId="2FAA1E4D" w14:textId="56232EBE" w:rsidR="00374128" w:rsidRPr="00374128" w:rsidRDefault="00374128" w:rsidP="00A642C1">
      <w:pPr>
        <w:pStyle w:val="Luettelokappale"/>
        <w:numPr>
          <w:ilvl w:val="0"/>
          <w:numId w:val="38"/>
        </w:numPr>
      </w:pPr>
      <w:r>
        <w:t xml:space="preserve">Ostopalvelun valtuutus on </w:t>
      </w:r>
      <w:r w:rsidR="0018633A">
        <w:t>tallennettu</w:t>
      </w:r>
      <w:r>
        <w:t xml:space="preserve"> </w:t>
      </w:r>
      <w:r w:rsidR="007D5DCB">
        <w:t>Potilastietovarantoon</w:t>
      </w:r>
      <w:r>
        <w:t xml:space="preserve">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lastRenderedPageBreak/>
        <w:t>Järjestelmä muodostaa hakusanoman ja tekee haun Arkistosta alikäyttötapauksen Hae tiedot mukaisesti. [V2]</w:t>
      </w:r>
    </w:p>
    <w:p w14:paraId="6BD908F0" w14:textId="48340E60" w:rsidR="00374128" w:rsidRDefault="00374128" w:rsidP="00A642C1">
      <w:pPr>
        <w:pStyle w:val="Luettelokappale"/>
        <w:numPr>
          <w:ilvl w:val="0"/>
          <w:numId w:val="38"/>
        </w:numPr>
      </w:pPr>
      <w:r>
        <w:t xml:space="preserve">MR-sanoma on RCMR_IN100031FI </w:t>
      </w:r>
    </w:p>
    <w:p w14:paraId="0038BF53" w14:textId="4B3C5F33" w:rsidR="00374128" w:rsidRDefault="00374128" w:rsidP="00A642C1">
      <w:pPr>
        <w:pStyle w:val="Luettelokappale"/>
        <w:numPr>
          <w:ilvl w:val="0"/>
          <w:numId w:val="38"/>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A642C1">
      <w:pPr>
        <w:pStyle w:val="Luettelokappale"/>
        <w:numPr>
          <w:ilvl w:val="0"/>
          <w:numId w:val="38"/>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A642C1">
      <w:pPr>
        <w:pStyle w:val="Luettelokappale"/>
        <w:numPr>
          <w:ilvl w:val="0"/>
          <w:numId w:val="38"/>
        </w:numPr>
      </w:pPr>
      <w:r>
        <w:t xml:space="preserve">Kattavuus: Haetaan aina viimeisimmät versiot (1)  </w:t>
      </w:r>
    </w:p>
    <w:p w14:paraId="752785EF" w14:textId="7E089577" w:rsidR="00374128" w:rsidRDefault="00374128" w:rsidP="00A642C1">
      <w:pPr>
        <w:pStyle w:val="Luettelokappale"/>
        <w:numPr>
          <w:ilvl w:val="0"/>
          <w:numId w:val="38"/>
        </w:numPr>
      </w:pPr>
      <w:r>
        <w:t>Haku palauttaa tiedot asiakirjatasolla, hakua ei ole mahdollista kohdistaa metatietotasolla</w:t>
      </w:r>
    </w:p>
    <w:p w14:paraId="084A075B" w14:textId="34B8A5E6" w:rsidR="00374128" w:rsidRDefault="00374128" w:rsidP="00A642C1">
      <w:pPr>
        <w:pStyle w:val="Luettelokappale"/>
        <w:numPr>
          <w:ilvl w:val="0"/>
          <w:numId w:val="38"/>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A642C1">
      <w:pPr>
        <w:pStyle w:val="Luettelokappale"/>
        <w:numPr>
          <w:ilvl w:val="0"/>
          <w:numId w:val="38"/>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A642C1">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A642C1">
      <w:pPr>
        <w:pStyle w:val="Luettelokappale"/>
        <w:numPr>
          <w:ilvl w:val="0"/>
          <w:numId w:val="38"/>
        </w:numPr>
      </w:pPr>
      <w:r>
        <w:lastRenderedPageBreak/>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476F6F6" w:rsidR="00330140" w:rsidRDefault="003F7445" w:rsidP="00DB1976">
      <w:pPr>
        <w:pStyle w:val="Leipteksti"/>
      </w:pPr>
      <w:r w:rsidRPr="003F7445">
        <w:t xml:space="preserve">LT1 Ostopalveluratkaisun siirtymäaikana palvelutapahtuma on voitu </w:t>
      </w:r>
      <w:r w:rsidR="00493B53">
        <w:t>tallentaa</w:t>
      </w:r>
      <w:r w:rsidRPr="003F7445">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rsidRPr="003F7445">
        <w:t>.</w:t>
      </w:r>
    </w:p>
    <w:p w14:paraId="1025D4CF" w14:textId="3F73204E" w:rsidR="008A5A9F" w:rsidRDefault="008A5A9F" w:rsidP="008A5A9F">
      <w:pPr>
        <w:pStyle w:val="Leipteksti"/>
        <w:spacing w:after="0"/>
      </w:pPr>
      <w:r w:rsidRPr="00F15E55">
        <w:t>LT</w:t>
      </w:r>
      <w:r>
        <w:t>2</w:t>
      </w:r>
      <w:r w:rsidRPr="00F15E55">
        <w:t xml:space="preserve"> Hätähaun yhteydessä on haettava myös potilaan mahdolliset tahdonilmaisut. Tahdonilmaisujen hakeminen on kuvattu käyttötapauksessa Hae </w:t>
      </w:r>
      <w:r>
        <w:t>Tahdonilmaisupalvelu</w:t>
      </w:r>
      <w:r w:rsidRPr="00F15E55">
        <w:t>n asiakirjoja.</w:t>
      </w:r>
    </w:p>
    <w:p w14:paraId="1C7358E4" w14:textId="77777777" w:rsidR="008A5A9F" w:rsidRDefault="008A5A9F" w:rsidP="00DB1976">
      <w:pPr>
        <w:pStyle w:val="Leipteksti"/>
      </w:pPr>
    </w:p>
    <w:p w14:paraId="176EB1C5" w14:textId="77777777" w:rsidR="00330140" w:rsidRDefault="00330140">
      <w:r>
        <w:br w:type="page"/>
      </w:r>
    </w:p>
    <w:p w14:paraId="7ECCF8A8" w14:textId="77777777" w:rsidR="00330140" w:rsidRDefault="00330140" w:rsidP="00043EA5">
      <w:pPr>
        <w:pStyle w:val="Otsikko1"/>
      </w:pPr>
      <w:bookmarkStart w:id="53" w:name="_Toc216782571"/>
      <w:r>
        <w:lastRenderedPageBreak/>
        <w:t>Hae koronatodistus</w:t>
      </w:r>
      <w:bookmarkEnd w:id="53"/>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2C271019" w:rsidR="00330140" w:rsidRDefault="00330140" w:rsidP="00330140">
      <w:pPr>
        <w:pStyle w:val="Leipteksti"/>
      </w:pPr>
      <w:r>
        <w:t xml:space="preserve">Koronatodistus on pdf-asiakirja, jonka Tiedonhallintapalvelu tuottaa </w:t>
      </w:r>
      <w:r w:rsidR="007D5DCB">
        <w:t>Potilastietovarantoon</w:t>
      </w:r>
      <w:r>
        <w:t xml:space="preserve"> </w:t>
      </w:r>
      <w:r w:rsidR="0018633A">
        <w:t>tallennettu</w:t>
      </w:r>
      <w:r>
        <w:t xml:space="preserve">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A642C1">
      <w:pPr>
        <w:pStyle w:val="Leipteksti"/>
        <w:numPr>
          <w:ilvl w:val="0"/>
          <w:numId w:val="29"/>
        </w:numPr>
        <w:spacing w:after="0"/>
      </w:pPr>
      <w:r>
        <w:t>Koronatodistuksen haku.</w:t>
      </w:r>
    </w:p>
    <w:p w14:paraId="2E87B628" w14:textId="77777777" w:rsidR="00330140" w:rsidRDefault="00330140" w:rsidP="00A642C1">
      <w:pPr>
        <w:pStyle w:val="Leipteksti"/>
        <w:numPr>
          <w:ilvl w:val="0"/>
          <w:numId w:val="29"/>
        </w:numPr>
        <w:spacing w:after="0"/>
      </w:pPr>
      <w:r>
        <w:t>Koronatodistuksen haku potilaskohtaisessa ostopalvelutilanteessa. Ostopalvelun tuottajan tekemä haku.</w:t>
      </w:r>
    </w:p>
    <w:p w14:paraId="2763D627" w14:textId="4E8D2E0B" w:rsidR="00330140" w:rsidRDefault="00330140" w:rsidP="00A642C1">
      <w:pPr>
        <w:pStyle w:val="Leipteksti"/>
        <w:numPr>
          <w:ilvl w:val="0"/>
          <w:numId w:val="29"/>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A642C1">
      <w:pPr>
        <w:pStyle w:val="Leipteksti"/>
        <w:numPr>
          <w:ilvl w:val="0"/>
          <w:numId w:val="30"/>
        </w:numPr>
        <w:spacing w:after="0"/>
      </w:pPr>
      <w:r>
        <w:t>COVID-19-rokotetodistus</w:t>
      </w:r>
    </w:p>
    <w:p w14:paraId="4246EA97" w14:textId="77777777" w:rsidR="00330140" w:rsidRDefault="00330140" w:rsidP="00A642C1">
      <w:pPr>
        <w:pStyle w:val="Leipteksti"/>
        <w:numPr>
          <w:ilvl w:val="0"/>
          <w:numId w:val="30"/>
        </w:numPr>
        <w:spacing w:after="0"/>
      </w:pPr>
      <w:r>
        <w:t>Todistus viimeisimmän koronavirustestin tuloksesta</w:t>
      </w:r>
    </w:p>
    <w:p w14:paraId="35A28430" w14:textId="77777777" w:rsidR="00330140" w:rsidRDefault="00330140" w:rsidP="00A642C1">
      <w:pPr>
        <w:pStyle w:val="Leipteksti"/>
        <w:numPr>
          <w:ilvl w:val="0"/>
          <w:numId w:val="30"/>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A642C1">
      <w:pPr>
        <w:pStyle w:val="Luettelokappale"/>
        <w:numPr>
          <w:ilvl w:val="0"/>
          <w:numId w:val="28"/>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A642C1">
      <w:pPr>
        <w:pStyle w:val="Luettelokappale"/>
        <w:numPr>
          <w:ilvl w:val="1"/>
          <w:numId w:val="28"/>
        </w:numPr>
      </w:pPr>
      <w:r w:rsidRPr="00043EA5">
        <w:t>Tiedonhallintapalvelun yleisistä linjauksista poiketen koronatodistusten hauissa myös tilapäisen yksilöintitunnuksen käyttö on sallittu</w:t>
      </w:r>
    </w:p>
    <w:p w14:paraId="134A4071" w14:textId="77777777" w:rsidR="00330140" w:rsidRDefault="00330140" w:rsidP="00A642C1">
      <w:pPr>
        <w:pStyle w:val="Luettelokappale"/>
        <w:numPr>
          <w:ilvl w:val="0"/>
          <w:numId w:val="28"/>
        </w:numPr>
      </w:pPr>
      <w:r>
        <w:t>Haetaan tiedot Tiedonhallintapalvelun koostekannasta</w:t>
      </w:r>
    </w:p>
    <w:p w14:paraId="2296E514" w14:textId="5C935BDD" w:rsidR="00330140" w:rsidRDefault="00AD1EB6" w:rsidP="00A642C1">
      <w:pPr>
        <w:pStyle w:val="Luettelokappale"/>
        <w:numPr>
          <w:ilvl w:val="0"/>
          <w:numId w:val="28"/>
        </w:numPr>
      </w:pPr>
      <w:r>
        <w:t xml:space="preserve">Potilastietovaranto </w:t>
      </w:r>
      <w:r w:rsidR="00330140">
        <w:t>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52E5B82F" w:rsidR="00330140" w:rsidRDefault="00AD1EB6" w:rsidP="00330140">
      <w:pPr>
        <w:pStyle w:val="Numeroituluettelo"/>
        <w:numPr>
          <w:ilvl w:val="8"/>
          <w:numId w:val="27"/>
        </w:numPr>
        <w:ind w:left="2155"/>
      </w:pPr>
      <w:r>
        <w:t>Potilastietovaranto ja Kanta-viestinvälitys, jatkossa Potilastietovaranto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A642C1">
      <w:pPr>
        <w:pStyle w:val="Luettelokappale"/>
        <w:numPr>
          <w:ilvl w:val="0"/>
          <w:numId w:val="28"/>
        </w:numPr>
      </w:pPr>
      <w:r w:rsidRPr="00043EA5">
        <w:t>Hakutilanteessa A potilas on yksilöity henkilötunnuksella tai tilapäisellä yksilöintitunnuksella</w:t>
      </w:r>
    </w:p>
    <w:p w14:paraId="0675AB24" w14:textId="77777777" w:rsidR="00330140" w:rsidRPr="00043EA5" w:rsidRDefault="00330140" w:rsidP="00A642C1">
      <w:pPr>
        <w:pStyle w:val="Luettelokappale"/>
        <w:numPr>
          <w:ilvl w:val="0"/>
          <w:numId w:val="28"/>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A642C1">
      <w:pPr>
        <w:pStyle w:val="Luettelokappale"/>
        <w:numPr>
          <w:ilvl w:val="0"/>
          <w:numId w:val="28"/>
        </w:numPr>
        <w:spacing w:before="0"/>
      </w:pPr>
      <w:r w:rsidRPr="000153AD">
        <w:t xml:space="preserve">Näkymätunnus 390, näkymälyhenne </w:t>
      </w:r>
      <w:r w:rsidRPr="00043EA5">
        <w:t>RKTKCOV, nimi COVID-19-rokotetodistus</w:t>
      </w:r>
    </w:p>
    <w:p w14:paraId="2BAC66B4" w14:textId="77777777" w:rsidR="00330140" w:rsidRPr="000153AD" w:rsidRDefault="00330140" w:rsidP="00A642C1">
      <w:pPr>
        <w:pStyle w:val="Luettelokappale"/>
        <w:numPr>
          <w:ilvl w:val="0"/>
          <w:numId w:val="28"/>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A642C1">
      <w:pPr>
        <w:pStyle w:val="Luettelokappale"/>
        <w:numPr>
          <w:ilvl w:val="0"/>
          <w:numId w:val="28"/>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4A2B9AD7" w:rsidR="00330140" w:rsidRDefault="00330140" w:rsidP="00A642C1">
      <w:pPr>
        <w:pStyle w:val="Luettelokappale"/>
        <w:numPr>
          <w:ilvl w:val="0"/>
          <w:numId w:val="28"/>
        </w:numPr>
        <w:spacing w:before="0"/>
      </w:pPr>
      <w:r>
        <w:t xml:space="preserve">Hoitosuhteen potilaaseen todentava palvelutapahtuma on </w:t>
      </w:r>
      <w:r w:rsidR="0018633A">
        <w:t>tallennettu</w:t>
      </w:r>
      <w:r>
        <w:t xml:space="preserve"> </w:t>
      </w:r>
      <w:r w:rsidR="0018633A">
        <w:t>tallentava</w:t>
      </w:r>
      <w:r>
        <w:t>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30A6F16F" w:rsidR="00330140" w:rsidRDefault="00330140" w:rsidP="00A642C1">
      <w:pPr>
        <w:pStyle w:val="Luettelokappale"/>
        <w:numPr>
          <w:ilvl w:val="0"/>
          <w:numId w:val="28"/>
        </w:numPr>
        <w:spacing w:before="0"/>
      </w:pPr>
      <w:r>
        <w:t xml:space="preserve">Ostopalvelun tuottajan hoitosuhteen potilaaseen todentava palvelutapahtuma on </w:t>
      </w:r>
      <w:r w:rsidR="0018633A">
        <w:t>tallennettu</w:t>
      </w:r>
      <w:r>
        <w:t xml:space="preserve"> ostopalvelun järjestäjän rekisteriin. [LT1]</w:t>
      </w:r>
    </w:p>
    <w:p w14:paraId="669D96DB" w14:textId="6853E1AE" w:rsidR="00330140" w:rsidRDefault="00330140" w:rsidP="00A642C1">
      <w:pPr>
        <w:pStyle w:val="Luettelokappale"/>
        <w:numPr>
          <w:ilvl w:val="1"/>
          <w:numId w:val="28"/>
        </w:numPr>
      </w:pPr>
      <w:r>
        <w:t xml:space="preserve">Yksilöidyssä ostopalvelun valtuutuksessa on valtuutettu se rekisteri, johon palvelutapahtuma on </w:t>
      </w:r>
      <w:r w:rsidR="0018633A">
        <w:t>tallennettu</w:t>
      </w:r>
      <w:r>
        <w:t>, sillä tuottajalla joka hakua on tekemässä.</w:t>
      </w:r>
    </w:p>
    <w:p w14:paraId="46B14472" w14:textId="669A9302" w:rsidR="00330140" w:rsidRDefault="00330140" w:rsidP="00A642C1">
      <w:pPr>
        <w:pStyle w:val="Luettelokappale"/>
        <w:numPr>
          <w:ilvl w:val="0"/>
          <w:numId w:val="28"/>
        </w:numPr>
      </w:pPr>
      <w:r>
        <w:t xml:space="preserve">Ostopalvelun valtuutus on </w:t>
      </w:r>
      <w:r w:rsidR="0018633A">
        <w:t>tallennettu</w:t>
      </w:r>
      <w:r>
        <w:t xml:space="preserve"> </w:t>
      </w:r>
      <w:r w:rsidR="007D5DCB">
        <w:t>Potilastietovarantoon</w:t>
      </w:r>
      <w:r>
        <w:t xml:space="preserve">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A642C1">
      <w:pPr>
        <w:pStyle w:val="Luettelokappale"/>
        <w:numPr>
          <w:ilvl w:val="0"/>
          <w:numId w:val="28"/>
        </w:numPr>
        <w:spacing w:before="0"/>
      </w:pPr>
      <w:r>
        <w:t xml:space="preserve">MR-sanoma on RCMR_IN100031FI </w:t>
      </w:r>
    </w:p>
    <w:p w14:paraId="00528F1D" w14:textId="77777777" w:rsidR="00330140" w:rsidRDefault="00330140" w:rsidP="00A642C1">
      <w:pPr>
        <w:pStyle w:val="Luettelokappale"/>
        <w:numPr>
          <w:ilvl w:val="0"/>
          <w:numId w:val="28"/>
        </w:numPr>
      </w:pPr>
      <w:r>
        <w:t>Palvelupyyntö on [LK3]</w:t>
      </w:r>
    </w:p>
    <w:p w14:paraId="7A48F6EA" w14:textId="77777777" w:rsidR="00330140" w:rsidRDefault="00330140" w:rsidP="00A642C1">
      <w:pPr>
        <w:pStyle w:val="Luettelokappale"/>
        <w:numPr>
          <w:ilvl w:val="1"/>
          <w:numId w:val="28"/>
        </w:numPr>
      </w:pPr>
      <w:r>
        <w:lastRenderedPageBreak/>
        <w:t>tilanteessa A (keskeiset tiedot): PP27</w:t>
      </w:r>
    </w:p>
    <w:p w14:paraId="5C3575BB" w14:textId="77777777" w:rsidR="00330140" w:rsidRDefault="00330140" w:rsidP="00A642C1">
      <w:pPr>
        <w:pStyle w:val="Luettelokappale"/>
        <w:numPr>
          <w:ilvl w:val="1"/>
          <w:numId w:val="28"/>
        </w:numPr>
      </w:pPr>
      <w:r>
        <w:t xml:space="preserve">tilanteessa B (potilaskohtaisen ostopalvelun haku): PP41, Keskeisten tietojen haku potilaskohtaisessa ostopalvelutilanteessa </w:t>
      </w:r>
    </w:p>
    <w:p w14:paraId="09F25F6D" w14:textId="192C32D7" w:rsidR="00330140" w:rsidRDefault="00330140" w:rsidP="00A642C1">
      <w:pPr>
        <w:pStyle w:val="Luettelokappale"/>
        <w:numPr>
          <w:ilvl w:val="1"/>
          <w:numId w:val="28"/>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A642C1">
      <w:pPr>
        <w:pStyle w:val="Luettelokappale"/>
        <w:numPr>
          <w:ilvl w:val="1"/>
          <w:numId w:val="28"/>
        </w:numPr>
      </w:pPr>
      <w:r>
        <w:t xml:space="preserve">kaikissa tilanteissa voidaan käyttää palvelupyyntöä PPC </w:t>
      </w:r>
    </w:p>
    <w:p w14:paraId="675B444D" w14:textId="77777777" w:rsidR="00330140" w:rsidRPr="00043EA5" w:rsidRDefault="00330140" w:rsidP="00A642C1">
      <w:pPr>
        <w:pStyle w:val="Luettelokappale"/>
        <w:numPr>
          <w:ilvl w:val="2"/>
          <w:numId w:val="28"/>
        </w:numPr>
      </w:pPr>
      <w:r w:rsidRPr="00043EA5">
        <w:t>kaikissa tilanteissa, kun potilas on yksilöity henkilötunnuksella</w:t>
      </w:r>
    </w:p>
    <w:p w14:paraId="33582BD2" w14:textId="77777777" w:rsidR="00330140" w:rsidRPr="00043EA5" w:rsidRDefault="00330140" w:rsidP="00A642C1">
      <w:pPr>
        <w:pStyle w:val="Luettelokappale"/>
        <w:numPr>
          <w:ilvl w:val="2"/>
          <w:numId w:val="28"/>
        </w:numPr>
      </w:pPr>
      <w:r w:rsidRPr="00043EA5">
        <w:t>vain tilanteessa A, kun potilas on yksilöity tilapäisellä yksilöintitunnuksella</w:t>
      </w:r>
    </w:p>
    <w:p w14:paraId="5895D5B4" w14:textId="77777777" w:rsidR="00330140" w:rsidRDefault="00330140" w:rsidP="00A642C1">
      <w:pPr>
        <w:pStyle w:val="Luettelokappale"/>
        <w:numPr>
          <w:ilvl w:val="2"/>
          <w:numId w:val="28"/>
        </w:numPr>
      </w:pPr>
      <w:r>
        <w:t>Todistuksen haku ei ole mahdollista hätähakuna, joten potilastietojen katselun erityiseksi syyksi ei voi ilmoittaa arvoa ”Hätähaku”</w:t>
      </w:r>
    </w:p>
    <w:p w14:paraId="07343FFF" w14:textId="77777777" w:rsidR="00330140" w:rsidRDefault="00330140" w:rsidP="00A642C1">
      <w:pPr>
        <w:pStyle w:val="Luettelokappale"/>
        <w:numPr>
          <w:ilvl w:val="0"/>
          <w:numId w:val="28"/>
        </w:numPr>
      </w:pPr>
      <w:r>
        <w:t>Palvelutapahtuma johon tietoja haetaan, on yksilöitävä</w:t>
      </w:r>
    </w:p>
    <w:p w14:paraId="7A87D8CC" w14:textId="77777777" w:rsidR="00330140" w:rsidRDefault="00330140" w:rsidP="00A642C1">
      <w:pPr>
        <w:pStyle w:val="Luettelokappale"/>
        <w:numPr>
          <w:ilvl w:val="1"/>
          <w:numId w:val="28"/>
        </w:numPr>
      </w:pPr>
      <w:r>
        <w:t>tilanteessa B ja C (ostopalvelu) palvelutapahtuma on järjestäjän rekisterissä (ostopalvelun valtuutuksessa yksilöity rekisteri)</w:t>
      </w:r>
    </w:p>
    <w:p w14:paraId="48950F08" w14:textId="77777777" w:rsidR="00330140" w:rsidRDefault="00330140" w:rsidP="00A642C1">
      <w:pPr>
        <w:pStyle w:val="Luettelokappale"/>
        <w:numPr>
          <w:ilvl w:val="0"/>
          <w:numId w:val="28"/>
        </w:numPr>
      </w:pPr>
      <w:r>
        <w:t xml:space="preserve">Kattavuus: Haetaan aina viimeisimmät versiot (1)  </w:t>
      </w:r>
    </w:p>
    <w:p w14:paraId="196E88BD" w14:textId="77777777" w:rsidR="00330140" w:rsidRDefault="00330140" w:rsidP="00A642C1">
      <w:pPr>
        <w:pStyle w:val="Luettelokappale"/>
        <w:numPr>
          <w:ilvl w:val="0"/>
          <w:numId w:val="28"/>
        </w:numPr>
      </w:pPr>
      <w:r>
        <w:t>Haku palauttaa tiedot asiakirjatasolla, hakua ei ole mahdollista kohdistaa metatietotasolla</w:t>
      </w:r>
    </w:p>
    <w:p w14:paraId="4080848A" w14:textId="77777777" w:rsidR="00330140" w:rsidRDefault="00330140" w:rsidP="00A642C1">
      <w:pPr>
        <w:pStyle w:val="Luettelokappale"/>
        <w:numPr>
          <w:ilvl w:val="0"/>
          <w:numId w:val="28"/>
        </w:numPr>
      </w:pPr>
      <w:r>
        <w:t>Hakuparametrit: voidaan käyttää palvelupyynnöllä käytössä olevia parametreja [LM4]</w:t>
      </w:r>
    </w:p>
    <w:p w14:paraId="1D697FB8" w14:textId="77777777" w:rsidR="00330140" w:rsidRDefault="00330140" w:rsidP="00A642C1">
      <w:pPr>
        <w:pStyle w:val="Luettelokappale"/>
        <w:numPr>
          <w:ilvl w:val="1"/>
          <w:numId w:val="28"/>
        </w:numPr>
      </w:pPr>
      <w:r>
        <w:t xml:space="preserve">pakollinen parametri henkilötunnus </w:t>
      </w:r>
      <w:r w:rsidRPr="00043EA5">
        <w:t>tai potilaan tilapäinen yksilöintitunnus</w:t>
      </w:r>
    </w:p>
    <w:p w14:paraId="73558AA9" w14:textId="77777777" w:rsidR="00330140" w:rsidRDefault="00330140" w:rsidP="00A642C1">
      <w:pPr>
        <w:pStyle w:val="Luettelokappale"/>
        <w:numPr>
          <w:ilvl w:val="1"/>
          <w:numId w:val="28"/>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A642C1">
      <w:pPr>
        <w:pStyle w:val="Luettelokappale"/>
        <w:numPr>
          <w:ilvl w:val="0"/>
          <w:numId w:val="28"/>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A642C1">
      <w:pPr>
        <w:pStyle w:val="Luettelokappale"/>
        <w:numPr>
          <w:ilvl w:val="0"/>
          <w:numId w:val="28"/>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6172AF2D" w:rsidR="00F30F43" w:rsidRDefault="00F30F43" w:rsidP="00F30F43">
      <w:pPr>
        <w:pStyle w:val="Leipteksti"/>
      </w:pPr>
      <w:r>
        <w:t xml:space="preserve">LT1 Ostopalvelun tuottajan hoitosuhteen potilaaseen todentavassa palvelutapahtumassa on yksilöity ostopalvelun valtuutus. Ostopalveluratkaisun siirtymäaikana palvelutapahtuma on voitu </w:t>
      </w:r>
      <w:r w:rsidR="00493B53">
        <w:t>tallentaa</w:t>
      </w:r>
      <w:r>
        <w:t xml:space="preserve"> myös ilman ostopalvelun valtuutuksen tunnistetta. Ostopalvelun järjestäjän arkistoasiakirjat-rekisterissä on oltava kuitenkin ostopalvelun valtuutus, jossa on valtuutettu hakua tekevä palveluntuottaja käyttämään rekisteriä, johon palvelutapahtuma on </w:t>
      </w:r>
      <w:r w:rsidR="0018633A">
        <w:t>tallennettu</w:t>
      </w:r>
      <w:r>
        <w:t>.</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E34335">
      <w:pPr>
        <w:pStyle w:val="Luettelokappale"/>
        <w:numPr>
          <w:ilvl w:val="0"/>
          <w:numId w:val="62"/>
        </w:numPr>
        <w:spacing w:before="0"/>
      </w:pPr>
      <w:r>
        <w:t xml:space="preserve">potilaan henkilötunnus </w:t>
      </w:r>
      <w:r w:rsidRPr="00043EA5">
        <w:t>tai tilapäinen yksilöintitunnus</w:t>
      </w:r>
    </w:p>
    <w:p w14:paraId="5909957D" w14:textId="77777777" w:rsidR="00F30F43" w:rsidRDefault="00F30F43" w:rsidP="00E34335">
      <w:pPr>
        <w:pStyle w:val="Luettelokappale"/>
        <w:numPr>
          <w:ilvl w:val="0"/>
          <w:numId w:val="62"/>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E34335">
      <w:pPr>
        <w:pStyle w:val="Luettelokappale"/>
        <w:numPr>
          <w:ilvl w:val="0"/>
          <w:numId w:val="62"/>
        </w:numPr>
        <w:spacing w:before="0"/>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A642C1">
      <w:pPr>
        <w:pStyle w:val="Luettelokappale"/>
        <w:numPr>
          <w:ilvl w:val="0"/>
          <w:numId w:val="28"/>
        </w:numPr>
        <w:spacing w:before="0"/>
      </w:pPr>
      <w:r>
        <w:lastRenderedPageBreak/>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A642C1">
      <w:pPr>
        <w:pStyle w:val="Luettelokappale"/>
        <w:numPr>
          <w:ilvl w:val="0"/>
          <w:numId w:val="28"/>
        </w:numPr>
        <w:spacing w:before="0"/>
      </w:pPr>
      <w:r>
        <w:t>näkymätunnus: 392</w:t>
      </w:r>
    </w:p>
    <w:p w14:paraId="11CE2C3C" w14:textId="77777777" w:rsidR="00F30F43" w:rsidRDefault="00F30F43" w:rsidP="00F30F43">
      <w:r>
        <w:tab/>
        <w:t>Lisäksi annetaan</w:t>
      </w:r>
    </w:p>
    <w:p w14:paraId="2D83A435" w14:textId="77777777" w:rsidR="00F30F43" w:rsidRDefault="00F30F43" w:rsidP="00A642C1">
      <w:pPr>
        <w:pStyle w:val="Luettelokappale"/>
        <w:numPr>
          <w:ilvl w:val="0"/>
          <w:numId w:val="28"/>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A642C1">
      <w:pPr>
        <w:pStyle w:val="Luettelokappale"/>
        <w:numPr>
          <w:ilvl w:val="0"/>
          <w:numId w:val="49"/>
        </w:numPr>
        <w:spacing w:before="0"/>
      </w:pPr>
      <w:r w:rsidRPr="00043EA5">
        <w:t>potilaan henkilötunnus tai tilapäinen yksilöintitunnus</w:t>
      </w:r>
    </w:p>
    <w:p w14:paraId="3B070178" w14:textId="77777777" w:rsidR="00F30F43" w:rsidRPr="00043EA5" w:rsidRDefault="00F30F43" w:rsidP="00A642C1">
      <w:pPr>
        <w:pStyle w:val="Luettelokappale"/>
        <w:numPr>
          <w:ilvl w:val="0"/>
          <w:numId w:val="49"/>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A642C1">
      <w:pPr>
        <w:pStyle w:val="Luettelokappale"/>
        <w:numPr>
          <w:ilvl w:val="0"/>
          <w:numId w:val="28"/>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A642C1">
      <w:pPr>
        <w:pStyle w:val="Luettelokappale"/>
        <w:numPr>
          <w:ilvl w:val="0"/>
          <w:numId w:val="28"/>
        </w:numPr>
        <w:spacing w:before="0"/>
      </w:pPr>
      <w:r w:rsidRPr="00043EA5">
        <w:t>potilaan henkilötunnus (tilapäistä yksilöintitunnusta ei voi käyttää ostopalvelutilanteessa)</w:t>
      </w:r>
    </w:p>
    <w:p w14:paraId="6CEA570B" w14:textId="77777777" w:rsidR="00F30F43" w:rsidRPr="00043EA5" w:rsidRDefault="00F30F43" w:rsidP="00A642C1">
      <w:pPr>
        <w:pStyle w:val="Luettelokappale"/>
        <w:numPr>
          <w:ilvl w:val="0"/>
          <w:numId w:val="28"/>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A642C1">
      <w:pPr>
        <w:pStyle w:val="Luettelokappale"/>
        <w:numPr>
          <w:ilvl w:val="0"/>
          <w:numId w:val="28"/>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0A5B2C2" w:rsidR="009F703C" w:rsidRDefault="003F7445" w:rsidP="00D54165">
      <w:pPr>
        <w:pStyle w:val="Otsikko1"/>
      </w:pPr>
      <w:bookmarkStart w:id="54" w:name="_Toc216782572"/>
      <w:r w:rsidRPr="003F7445">
        <w:lastRenderedPageBreak/>
        <w:t>Edelleenvälitä asiakirja</w:t>
      </w:r>
      <w:bookmarkEnd w:id="54"/>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CADCC39" w:rsidR="005577AB" w:rsidRPr="005577AB" w:rsidRDefault="00AD1EB6" w:rsidP="005577AB">
      <w:pPr>
        <w:pStyle w:val="Numeroituluettelo"/>
      </w:pPr>
      <w:r>
        <w:t>Potilastietovaranto ja Kanta-viestinvälitys, jatkossa Potilastietovaranto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4327698A" w:rsidR="005577AB" w:rsidRDefault="005577AB" w:rsidP="005577AB">
      <w:pPr>
        <w:pStyle w:val="Numeroituluettelo"/>
        <w:spacing w:after="0"/>
      </w:pPr>
      <w:r>
        <w:t xml:space="preserve">Välitettävä asiakirja on </w:t>
      </w:r>
      <w:r w:rsidR="0018633A">
        <w:t>tallennettu</w:t>
      </w:r>
      <w:r>
        <w:t xml:space="preserve"> Järjestelmää käyttävän organisaation rekisteriin </w:t>
      </w:r>
      <w:r w:rsidR="007D5DCB">
        <w:t>Potilastietovarannossa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w:t>
      </w:r>
      <w:r w:rsidR="0018633A">
        <w:t>tallennettu</w:t>
      </w:r>
      <w:r w:rsidR="00306B07">
        <w:t xml:space="preserve">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C79046E" w:rsidR="005577AB" w:rsidRPr="005577AB" w:rsidRDefault="005577AB" w:rsidP="005577AB">
      <w:pPr>
        <w:pStyle w:val="Numeroituluettelo"/>
      </w:pPr>
      <w:r>
        <w:t xml:space="preserve">Järjestelmä on hakenut välitettävän asiakirjan </w:t>
      </w:r>
      <w:r w:rsidR="001B2B7D">
        <w:t>Potilastietovarannosta</w:t>
      </w:r>
      <w:r>
        <w:t>,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A642C1">
      <w:pPr>
        <w:pStyle w:val="Luettelokappale"/>
        <w:numPr>
          <w:ilvl w:val="0"/>
          <w:numId w:val="38"/>
        </w:numPr>
      </w:pPr>
      <w:r>
        <w:t>asiakirjan vastaanottava organisaatio = välityskohde [LK10]</w:t>
      </w:r>
    </w:p>
    <w:p w14:paraId="1FEE7686" w14:textId="4C1554EE" w:rsidR="005577AB" w:rsidRDefault="005577AB" w:rsidP="00A642C1">
      <w:pPr>
        <w:pStyle w:val="Luettelokappale"/>
        <w:numPr>
          <w:ilvl w:val="0"/>
          <w:numId w:val="38"/>
        </w:numPr>
      </w:pPr>
      <w:r>
        <w:lastRenderedPageBreak/>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A642C1">
      <w:pPr>
        <w:pStyle w:val="Luettelokappale"/>
        <w:numPr>
          <w:ilvl w:val="0"/>
          <w:numId w:val="38"/>
        </w:numPr>
      </w:pPr>
      <w:r w:rsidRPr="00043EA5">
        <w:t>MR-sanoma RCMR_IN100002FI01</w:t>
      </w:r>
    </w:p>
    <w:p w14:paraId="2883BA75" w14:textId="52FDF129" w:rsidR="005577AB" w:rsidRDefault="005577AB" w:rsidP="00A642C1">
      <w:pPr>
        <w:pStyle w:val="Luettelokappale"/>
        <w:numPr>
          <w:ilvl w:val="0"/>
          <w:numId w:val="38"/>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A642C1">
      <w:pPr>
        <w:pStyle w:val="Luettelokappale"/>
        <w:numPr>
          <w:ilvl w:val="0"/>
          <w:numId w:val="38"/>
        </w:numPr>
      </w:pPr>
      <w:r>
        <w:t>välitystilanteen A (välitys Kelaan) onnistunut lopputulos: välityskohdeorganisaatio on vastaanottanut välitettävän asiakirjan</w:t>
      </w:r>
    </w:p>
    <w:p w14:paraId="5C1B3C3B" w14:textId="41904820" w:rsidR="005577AB" w:rsidRDefault="005577AB" w:rsidP="00A642C1">
      <w:pPr>
        <w:pStyle w:val="Luettelokappale"/>
        <w:numPr>
          <w:ilvl w:val="0"/>
          <w:numId w:val="38"/>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A642C1">
      <w:pPr>
        <w:pStyle w:val="Luettelokappale"/>
        <w:numPr>
          <w:ilvl w:val="0"/>
          <w:numId w:val="38"/>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7B325A6A" w:rsidR="003920BA"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3920BA">
        <w:br w:type="page"/>
      </w:r>
    </w:p>
    <w:p w14:paraId="14AFEE97" w14:textId="77777777" w:rsidR="003920BA" w:rsidRDefault="003920BA" w:rsidP="003920BA">
      <w:pPr>
        <w:pStyle w:val="Otsikko1"/>
      </w:pPr>
      <w:bookmarkStart w:id="55" w:name="_Toc216782573"/>
      <w:r w:rsidRPr="00236717">
        <w:lastRenderedPageBreak/>
        <w:t>Hae potilastietoja sosiaalihuoltoon</w:t>
      </w:r>
      <w:bookmarkEnd w:id="55"/>
    </w:p>
    <w:p w14:paraId="3C60CBFB" w14:textId="77777777" w:rsidR="003920BA" w:rsidRDefault="003920BA" w:rsidP="003920BA">
      <w:pPr>
        <w:pStyle w:val="Otsikko2"/>
      </w:pPr>
      <w:r w:rsidRPr="009F703C">
        <w:t>Käyttötapauksen yleiskuvaus ja lopputulos</w:t>
      </w:r>
    </w:p>
    <w:p w14:paraId="687E2DB4" w14:textId="77777777" w:rsidR="003920BA" w:rsidRDefault="003920BA" w:rsidP="003920BA">
      <w:pPr>
        <w:pStyle w:val="Leipteksti"/>
      </w:pPr>
      <w:r>
        <w:t xml:space="preserve">Käyttötapaus kuvaa hoito- ja/tai palvelutapahtuma-asiakirjojen tai niiden kuvailutietojen haun Potilastietovarannosta terveydenhuollon palvelunantajien rekistereistä sosiaalihuollon organisaation käyttöön. </w:t>
      </w:r>
      <w:r>
        <w:rPr>
          <w:szCs w:val="20"/>
        </w:rPr>
        <w:t>Sosiaalihuollosta tehtävässä potilastietojen haussa ei huomioida terveydenhuollon luovutuskieltoja. Hoitosuhdetta ei todenneta Potilastietovarannossa, vaan asiallinen yhteys tarkastetaan Sosiaalihuollon asiakastietovarannon säännöin.</w:t>
      </w:r>
    </w:p>
    <w:p w14:paraId="4BAC4435" w14:textId="77777777" w:rsidR="003920BA" w:rsidRDefault="003920BA" w:rsidP="003920BA">
      <w:pPr>
        <w:pStyle w:val="Leipteksti"/>
        <w:spacing w:after="0"/>
      </w:pPr>
      <w:r>
        <w:t>Hakutilanteet:</w:t>
      </w:r>
    </w:p>
    <w:p w14:paraId="2AC17BB9" w14:textId="77777777" w:rsidR="003920BA" w:rsidRDefault="003920BA" w:rsidP="003920BA">
      <w:pPr>
        <w:pStyle w:val="Leipteksti"/>
        <w:numPr>
          <w:ilvl w:val="0"/>
          <w:numId w:val="59"/>
        </w:numPr>
        <w:spacing w:after="0"/>
      </w:pPr>
      <w:r w:rsidRPr="007309E3">
        <w:t xml:space="preserve">Potilastietojen haku sosiaalihuoltoon, </w:t>
      </w:r>
      <w:r>
        <w:t xml:space="preserve">palvelupyyntö </w:t>
      </w:r>
      <w:r w:rsidRPr="007309E3">
        <w:t>PPBS1</w:t>
      </w:r>
      <w:r>
        <w:t>. P</w:t>
      </w:r>
      <w:r w:rsidRPr="003A182E">
        <w:t>alvelupyyntö toteuttaa potilastietojen luovutushaun Potilastietovarannosta kaikkien rekisterinpitäjien rekistereistä sosiaalihuoltoon asiakkaan antama toimialojen välinen luovutuslupa huomioiden</w:t>
      </w:r>
      <w:r>
        <w:t xml:space="preserve">. Haku kohdistuu luovutusluvan mukaisesti </w:t>
      </w:r>
      <w:r w:rsidRPr="003A182E">
        <w:t>hoito- ja palvelutapahtuma-asiakirjo</w:t>
      </w:r>
      <w:r>
        <w:t>ihin</w:t>
      </w:r>
      <w:r w:rsidRPr="003A182E">
        <w:t xml:space="preserve"> tai niiden kuvailutieto</w:t>
      </w:r>
      <w:r>
        <w:t>ihin,</w:t>
      </w:r>
      <w:r w:rsidRPr="003A182E">
        <w:t xml:space="preserve"> tai todistu</w:t>
      </w:r>
      <w:r>
        <w:t>ksiin</w:t>
      </w:r>
      <w:r w:rsidRPr="003A182E">
        <w:t xml:space="preserve"> ja lausun</w:t>
      </w:r>
      <w:r>
        <w:t>toihin</w:t>
      </w:r>
      <w:r w:rsidRPr="003A182E">
        <w:t>.</w:t>
      </w:r>
      <w:r>
        <w:t xml:space="preserve"> [LT1, LT2]</w:t>
      </w:r>
    </w:p>
    <w:p w14:paraId="5BB43335" w14:textId="77777777" w:rsidR="003920BA" w:rsidRDefault="003920BA" w:rsidP="003920BA">
      <w:pPr>
        <w:pStyle w:val="Leipteksti"/>
        <w:numPr>
          <w:ilvl w:val="0"/>
          <w:numId w:val="59"/>
        </w:numPr>
        <w:spacing w:after="0"/>
      </w:pPr>
      <w:r w:rsidRPr="007309E3">
        <w:t xml:space="preserve">Luovutusluvan ohittava potilastietojen haku sosiaalihuoltoon, </w:t>
      </w:r>
      <w:r>
        <w:t xml:space="preserve">palvelupyyntö </w:t>
      </w:r>
      <w:r w:rsidRPr="007309E3">
        <w:t>PPBS2</w:t>
      </w:r>
      <w:r>
        <w:t>. P</w:t>
      </w:r>
      <w:r w:rsidRPr="003A182E">
        <w:t>alvelupyyntö toteuttaa potilastietojen luovutushaun Potilastietovarannosta kaikkien rekisterinpitäjien rekistereistä sosiaalihuoltoon ilman asiakkaan antamaa toimialojen välistä luovutuslupaa</w:t>
      </w:r>
      <w:r>
        <w:t xml:space="preserve">. Haku kohdistuu </w:t>
      </w:r>
      <w:r w:rsidRPr="003A182E">
        <w:t>hoito- ja palvelutapahtuma-asiakirjo</w:t>
      </w:r>
      <w:r>
        <w:t>ihin</w:t>
      </w:r>
      <w:r w:rsidRPr="003A182E">
        <w:t xml:space="preserve"> tai niiden kuvailutieto</w:t>
      </w:r>
      <w:r>
        <w:t>ihin</w:t>
      </w:r>
      <w:r w:rsidRPr="003A182E">
        <w:t xml:space="preserve">. </w:t>
      </w:r>
      <w:r>
        <w:t>[LT1, LT3]</w:t>
      </w:r>
    </w:p>
    <w:p w14:paraId="2B1D71A4" w14:textId="77777777" w:rsidR="003920BA" w:rsidRDefault="003920BA" w:rsidP="003920BA">
      <w:pPr>
        <w:pStyle w:val="Leipteksti"/>
        <w:numPr>
          <w:ilvl w:val="0"/>
          <w:numId w:val="59"/>
        </w:numPr>
      </w:pPr>
      <w:r w:rsidRPr="007309E3">
        <w:t xml:space="preserve">Potilastietojen haku sosiaalihuoltoon viranomaisen laajalla tiedonsaantioikeudella, </w:t>
      </w:r>
      <w:r>
        <w:t xml:space="preserve">palvelupyyntö </w:t>
      </w:r>
      <w:r w:rsidRPr="007309E3">
        <w:t>PPBS3</w:t>
      </w:r>
      <w:r>
        <w:t xml:space="preserve">. </w:t>
      </w:r>
      <w:r w:rsidRPr="003A182E">
        <w:t>Haku ei edellytä asiakkaan antamaa toimialojen välistä luovutuslupaa.</w:t>
      </w:r>
      <w:r>
        <w:t xml:space="preserve"> [LT1, LT4]</w:t>
      </w:r>
    </w:p>
    <w:p w14:paraId="239D5DF2" w14:textId="77777777" w:rsidR="003920BA" w:rsidRDefault="003920BA" w:rsidP="003920BA">
      <w:pPr>
        <w:pStyle w:val="Leipteksti"/>
        <w:spacing w:after="0"/>
      </w:pPr>
      <w:r>
        <w:t>Hakeva järjestelmä ilmoittaa haettavien tietojen laajuuden:</w:t>
      </w:r>
    </w:p>
    <w:p w14:paraId="6729DDAF" w14:textId="77777777" w:rsidR="003920BA" w:rsidRDefault="003920BA" w:rsidP="003920BA">
      <w:pPr>
        <w:pStyle w:val="Leipteksti"/>
        <w:numPr>
          <w:ilvl w:val="0"/>
          <w:numId w:val="59"/>
        </w:numPr>
        <w:spacing w:after="0"/>
      </w:pPr>
      <w:r>
        <w:t>Kuvailutietojen haku. Haun tuloksena palautuu hoitoasiakirjojen ja palvelutapahtuminen kuvailutietoja. Saatujen tietojen perusteella voidaan tarvittaessa valita jokin asiakirjoista ja hakea asiakirja täydellisine tietoineen tämän käyttötapauksen hakutilanteen E mukaisesti.</w:t>
      </w:r>
    </w:p>
    <w:p w14:paraId="4C2A7B6F" w14:textId="77777777" w:rsidR="003920BA" w:rsidRDefault="003920BA" w:rsidP="003920BA">
      <w:pPr>
        <w:pStyle w:val="Leipteksti"/>
        <w:numPr>
          <w:ilvl w:val="0"/>
          <w:numId w:val="59"/>
        </w:numPr>
      </w:pPr>
      <w:r>
        <w:t>Asiakirjojen haku. Haun tuloksena palautuu hoitoasiakirjoja ja palvelutapahtuma-asiakirjoja.</w:t>
      </w:r>
    </w:p>
    <w:p w14:paraId="14CE2AA4" w14:textId="77777777" w:rsidR="003920BA" w:rsidRDefault="003920BA" w:rsidP="003920BA">
      <w:pPr>
        <w:pStyle w:val="Leipteksti"/>
        <w:spacing w:after="0"/>
      </w:pPr>
      <w:r>
        <w:t>Haku rajautuu tässä käyttötapauksessa potilaan mukaan:</w:t>
      </w:r>
    </w:p>
    <w:p w14:paraId="44469CD6" w14:textId="77777777" w:rsidR="003920BA" w:rsidRDefault="003920BA" w:rsidP="003920BA">
      <w:pPr>
        <w:pStyle w:val="Luettelokappale"/>
        <w:numPr>
          <w:ilvl w:val="0"/>
          <w:numId w:val="38"/>
        </w:numPr>
      </w:pPr>
      <w:r>
        <w:t>Haetaan yhden potilaan tiedot: Potilastietoja voidaan luovutushaussa hakea henkilötunnuksella, tilapäinen yksilöintitunnus ei ole sallittu.</w:t>
      </w:r>
    </w:p>
    <w:p w14:paraId="63FB8D9D" w14:textId="77777777" w:rsidR="003920BA" w:rsidRDefault="003920BA" w:rsidP="003920BA">
      <w:pPr>
        <w:pStyle w:val="Luettelokappale"/>
        <w:numPr>
          <w:ilvl w:val="0"/>
          <w:numId w:val="38"/>
        </w:numPr>
      </w:pPr>
      <w:r>
        <w:lastRenderedPageBreak/>
        <w:t>Hakutilanteessa A (PPBS1) Potilastietovaranto rajaa hakutuloksen potilaan antaman toimialojen välisen luovutusluvan mukaisesti.</w:t>
      </w:r>
    </w:p>
    <w:p w14:paraId="4474B200" w14:textId="77777777" w:rsidR="003920BA" w:rsidRDefault="003920BA" w:rsidP="003920BA">
      <w:pPr>
        <w:ind w:left="2118"/>
      </w:pPr>
    </w:p>
    <w:p w14:paraId="4BDD8E67" w14:textId="77777777" w:rsidR="003920BA" w:rsidRPr="00291159" w:rsidRDefault="003920BA" w:rsidP="003920BA">
      <w:pPr>
        <w:pStyle w:val="Leipteksti"/>
      </w:pPr>
      <w:r>
        <w:t>Käyttötapauksen lopputuloksena hakeva järjestelmä on vastaanottanut Potilastietovarannon palauttaman hakuparametrien mukaisesti rajatun haun tuloksen Kanta-arkiston haulla saatavista hoitoasiakirjoista.</w:t>
      </w:r>
    </w:p>
    <w:p w14:paraId="0DACEE8C" w14:textId="77777777" w:rsidR="003920BA" w:rsidRDefault="003920BA" w:rsidP="003920BA">
      <w:pPr>
        <w:pStyle w:val="Otsikko2"/>
      </w:pPr>
      <w:r w:rsidRPr="009F703C">
        <w:t>Käyttäjäroolit</w:t>
      </w:r>
    </w:p>
    <w:p w14:paraId="3E481E44" w14:textId="77777777" w:rsidR="003920BA" w:rsidRDefault="003920BA" w:rsidP="003920BA">
      <w:pPr>
        <w:pStyle w:val="Numeroituluettelo"/>
      </w:pPr>
      <w:r>
        <w:t>Kantaan liittynyt järjestelmä, asiakas- tai potilastietojärjestelmä, jatkossa Järjestelmä</w:t>
      </w:r>
    </w:p>
    <w:p w14:paraId="6FBDF363" w14:textId="77777777" w:rsidR="003920BA" w:rsidRPr="00291159" w:rsidRDefault="003920BA" w:rsidP="003920BA">
      <w:pPr>
        <w:pStyle w:val="Numeroituluettelo"/>
      </w:pPr>
      <w:r>
        <w:t>Potilastietovaranto ja Kanta-viestinvälitys, jatkossa Potilastietovaranto</w:t>
      </w:r>
    </w:p>
    <w:p w14:paraId="652F1140" w14:textId="77777777" w:rsidR="003920BA" w:rsidRDefault="003920BA" w:rsidP="003920BA">
      <w:pPr>
        <w:pStyle w:val="Otsikko2"/>
      </w:pPr>
      <w:r w:rsidRPr="009F703C">
        <w:t>Esiehdot</w:t>
      </w:r>
    </w:p>
    <w:p w14:paraId="59B5C0DB" w14:textId="77777777" w:rsidR="003920BA" w:rsidRDefault="003920BA" w:rsidP="003920BA">
      <w:pPr>
        <w:pStyle w:val="Numeroituluettelo"/>
        <w:spacing w:after="0"/>
      </w:pPr>
      <w:r>
        <w:t>Potilas on yksilöity henkilötunnuksella</w:t>
      </w:r>
    </w:p>
    <w:p w14:paraId="2CB46E06" w14:textId="77777777" w:rsidR="003920BA" w:rsidRDefault="003920BA" w:rsidP="003920BA">
      <w:pPr>
        <w:pStyle w:val="Numeroituluettelo"/>
      </w:pPr>
      <w:r>
        <w:t>Järjestelmässä on tiedossa joko käyttäjän antamana tai järjestelmän päättelemänä tarvittavat hakuparametrit</w:t>
      </w:r>
    </w:p>
    <w:p w14:paraId="20ED9534" w14:textId="77777777" w:rsidR="003920BA" w:rsidRPr="00291159" w:rsidRDefault="003920BA" w:rsidP="003920BA">
      <w:pPr>
        <w:pStyle w:val="Numeroituluettelo"/>
      </w:pPr>
      <w:r>
        <w:t>Jos kyseessä on sivutetun hakutuloksen jatkohaku, järjestelmällä on tiedossa Potilastietovarannon palauttamat tiedot jatkohakua varten [LM4].</w:t>
      </w:r>
    </w:p>
    <w:p w14:paraId="5581A822" w14:textId="77777777" w:rsidR="003920BA" w:rsidRDefault="003920BA" w:rsidP="003920BA">
      <w:pPr>
        <w:pStyle w:val="Otsikko2"/>
      </w:pPr>
      <w:r w:rsidRPr="009F703C">
        <w:t>Normaali tapahtumankulku</w:t>
      </w:r>
    </w:p>
    <w:p w14:paraId="6A1BFBB0" w14:textId="77777777" w:rsidR="003920BA" w:rsidRDefault="003920BA" w:rsidP="003920BA">
      <w:pPr>
        <w:pStyle w:val="Numeroituluettelo"/>
      </w:pPr>
      <w:r>
        <w:t>Järjestelmä tuottaa hakusanoman tarvitsemat tiedot dokumentin HL7 Medical Records -sanomat mukaisesti [LM4, V1]</w:t>
      </w:r>
    </w:p>
    <w:p w14:paraId="4E9378E3" w14:textId="77777777" w:rsidR="003920BA" w:rsidRDefault="003920BA" w:rsidP="003920BA">
      <w:pPr>
        <w:pStyle w:val="Numeroituluettelo"/>
        <w:spacing w:after="0"/>
      </w:pPr>
      <w:r>
        <w:t>Järjestelmä muodostaa hakusanoman ja tekee haun Arkistosta alikäyttötapauksen Hae tiedot mukaisesti. [V2]</w:t>
      </w:r>
    </w:p>
    <w:p w14:paraId="0A91702A" w14:textId="77777777" w:rsidR="003920BA" w:rsidRDefault="003920BA" w:rsidP="003920BA">
      <w:pPr>
        <w:pStyle w:val="Luettelokappale"/>
        <w:numPr>
          <w:ilvl w:val="0"/>
          <w:numId w:val="38"/>
        </w:numPr>
      </w:pPr>
      <w:r>
        <w:t>MR-sanoma on</w:t>
      </w:r>
    </w:p>
    <w:p w14:paraId="0888AA9E" w14:textId="77777777" w:rsidR="003920BA" w:rsidRDefault="003920BA" w:rsidP="003920BA">
      <w:pPr>
        <w:pStyle w:val="Luettelokappale"/>
        <w:numPr>
          <w:ilvl w:val="1"/>
          <w:numId w:val="5"/>
        </w:numPr>
      </w:pPr>
      <w:r>
        <w:t>tilanteessa D (kuvailutiedot): RCMR_IN100029FI01</w:t>
      </w:r>
    </w:p>
    <w:p w14:paraId="7E061B14" w14:textId="77777777" w:rsidR="003920BA" w:rsidRDefault="003920BA" w:rsidP="003920BA">
      <w:pPr>
        <w:pStyle w:val="Luettelokappale"/>
        <w:numPr>
          <w:ilvl w:val="1"/>
          <w:numId w:val="5"/>
        </w:numPr>
      </w:pPr>
      <w:r>
        <w:t>tilanteessa E (asiakirjat): RCMR_IN100031FI01</w:t>
      </w:r>
    </w:p>
    <w:p w14:paraId="4B49CA7F" w14:textId="77777777" w:rsidR="003920BA" w:rsidRDefault="003920BA" w:rsidP="003920BA">
      <w:pPr>
        <w:pStyle w:val="Luettelokappale"/>
        <w:numPr>
          <w:ilvl w:val="0"/>
          <w:numId w:val="38"/>
        </w:numPr>
      </w:pPr>
      <w:r>
        <w:t>T</w:t>
      </w:r>
      <w:r w:rsidRPr="00092942">
        <w:t xml:space="preserve">ilanteessa A </w:t>
      </w:r>
      <w:r>
        <w:t>(</w:t>
      </w:r>
      <w:r w:rsidRPr="00092942">
        <w:t>PPBS1 Potilastietojen haku sosiaalihuoltoon [LK3]</w:t>
      </w:r>
      <w:r>
        <w:t>) on annettava seuraava tieto alla kuvattujen yleisten tietojen lisäksi:</w:t>
      </w:r>
    </w:p>
    <w:p w14:paraId="68EA4A44" w14:textId="77777777" w:rsidR="003920BA" w:rsidRDefault="003920BA" w:rsidP="003920BA">
      <w:pPr>
        <w:pStyle w:val="Luettelokappale"/>
        <w:numPr>
          <w:ilvl w:val="1"/>
          <w:numId w:val="38"/>
        </w:numPr>
      </w:pPr>
      <w:r w:rsidRPr="00092942">
        <w:t>Käyttötilanne: Toisen rekisterinpitäjän tietojen käyttö (3)</w:t>
      </w:r>
      <w:r>
        <w:t xml:space="preserve">, </w:t>
      </w:r>
      <w:r>
        <w:rPr>
          <w:rFonts w:ascii="Arial" w:hAnsi="Arial" w:cs="Arial"/>
          <w:color w:val="454545"/>
          <w:szCs w:val="20"/>
          <w:shd w:val="clear" w:color="auto" w:fill="FFFFFF"/>
        </w:rPr>
        <w:t>Palveluntuottajan laajaan rekisterinkäyttöoikeuteen perustuva käyttö (4)</w:t>
      </w:r>
      <w:r w:rsidRPr="00092942">
        <w:t xml:space="preserve"> tai Palveluntuottajan rekisterinkäyttöoikeuteen perustuva toisen rekisterinpitäjän tietojen käyttö (6) [LK15]</w:t>
      </w:r>
    </w:p>
    <w:p w14:paraId="7F3014A0" w14:textId="77777777" w:rsidR="003920BA" w:rsidRDefault="003920BA" w:rsidP="003920BA">
      <w:pPr>
        <w:pStyle w:val="Luettelokappale"/>
        <w:numPr>
          <w:ilvl w:val="0"/>
          <w:numId w:val="38"/>
        </w:numPr>
      </w:pPr>
      <w:r>
        <w:t>Tilanteessa B (</w:t>
      </w:r>
      <w:r w:rsidRPr="00092942">
        <w:t>PPBS</w:t>
      </w:r>
      <w:r>
        <w:t>2</w:t>
      </w:r>
      <w:r w:rsidRPr="00092942">
        <w:t xml:space="preserve"> </w:t>
      </w:r>
      <w:r>
        <w:t>Luovutusluvan ohittava p</w:t>
      </w:r>
      <w:r w:rsidRPr="00092942">
        <w:t>otilastietojen haku sosiaalihuoltoon</w:t>
      </w:r>
      <w:r>
        <w:t xml:space="preserve"> [LK3]) on annettava seuraavat tiedot alla kuvattujen yleisten tietojen lisäksi:</w:t>
      </w:r>
    </w:p>
    <w:p w14:paraId="72943CFA" w14:textId="77777777" w:rsidR="003920BA" w:rsidRDefault="003920BA" w:rsidP="003920BA">
      <w:pPr>
        <w:pStyle w:val="Luettelokappale"/>
        <w:numPr>
          <w:ilvl w:val="1"/>
          <w:numId w:val="38"/>
        </w:numPr>
      </w:pPr>
      <w:r w:rsidRPr="00092942">
        <w:t>Käyttötilanne: Toisen rekisterinpitäjän tietojen käyttö (3)</w:t>
      </w:r>
      <w:r>
        <w:t xml:space="preserve">, </w:t>
      </w:r>
      <w:r>
        <w:rPr>
          <w:rFonts w:ascii="Arial" w:hAnsi="Arial" w:cs="Arial"/>
          <w:color w:val="454545"/>
          <w:szCs w:val="20"/>
          <w:shd w:val="clear" w:color="auto" w:fill="FFFFFF"/>
        </w:rPr>
        <w:t>Palveluntuottajan laajaan rekisterinkäyttöoikeuteen perustuva käyttö (4)</w:t>
      </w:r>
      <w:r w:rsidRPr="00092942">
        <w:t xml:space="preserve"> tai Palveluntuottajan rekisterinkäyttöoikeuteen perustuva toisen rekisterinpitäjän tietojen käyttö (6) [LK15]</w:t>
      </w:r>
    </w:p>
    <w:p w14:paraId="3BF43097" w14:textId="77777777" w:rsidR="003920BA" w:rsidRDefault="003920BA" w:rsidP="003920BA">
      <w:pPr>
        <w:pStyle w:val="Luettelokappale"/>
        <w:numPr>
          <w:ilvl w:val="1"/>
          <w:numId w:val="38"/>
        </w:numPr>
      </w:pPr>
      <w:r>
        <w:t>Laajan tiedonhaun peruste: koodiston mukainen arvo [LK16]</w:t>
      </w:r>
    </w:p>
    <w:p w14:paraId="21F8EEBE" w14:textId="77777777" w:rsidR="003920BA" w:rsidRDefault="003920BA" w:rsidP="003920BA">
      <w:pPr>
        <w:pStyle w:val="Luettelokappale"/>
        <w:numPr>
          <w:ilvl w:val="0"/>
          <w:numId w:val="38"/>
        </w:numPr>
      </w:pPr>
      <w:r>
        <w:t>Tilanteessa C (</w:t>
      </w:r>
      <w:r w:rsidRPr="00092942">
        <w:t>PPBS</w:t>
      </w:r>
      <w:r>
        <w:t>3</w:t>
      </w:r>
      <w:r w:rsidRPr="00092942">
        <w:t xml:space="preserve"> Potilastietojen haku sosiaalihuoltoon viranomaisen laajalla tiedonsaantioikeudell</w:t>
      </w:r>
      <w:r>
        <w:t>a [LK3]) on annettava seuraavat tiedot alla kuvattujen yleisten tietojen lisäksi:</w:t>
      </w:r>
    </w:p>
    <w:p w14:paraId="65EBB95A" w14:textId="77777777" w:rsidR="003920BA" w:rsidRDefault="003920BA" w:rsidP="003920BA">
      <w:pPr>
        <w:pStyle w:val="Luettelokappale"/>
        <w:numPr>
          <w:ilvl w:val="1"/>
          <w:numId w:val="38"/>
        </w:numPr>
      </w:pPr>
      <w:r w:rsidRPr="00092942">
        <w:t>Käyttötilanne: Toisen rekisterinpitäjän tietojen käyttö (3)</w:t>
      </w:r>
      <w:r>
        <w:t xml:space="preserve"> </w:t>
      </w:r>
      <w:r w:rsidRPr="00092942">
        <w:t>tai Palveluntuottajan rekisterinkäyttöoikeuteen perustuva toisen rekisterinpitäjän tietojen käyttö (6) [LK15]</w:t>
      </w:r>
    </w:p>
    <w:p w14:paraId="1F3292BB" w14:textId="77777777" w:rsidR="003920BA" w:rsidRPr="00092942" w:rsidRDefault="003920BA" w:rsidP="003920BA">
      <w:pPr>
        <w:pStyle w:val="Luettelokappale"/>
        <w:numPr>
          <w:ilvl w:val="1"/>
          <w:numId w:val="38"/>
        </w:numPr>
      </w:pPr>
      <w:r>
        <w:t>Laajan tiedonhaun peruste: koodiston mukainen arvo [LK16]</w:t>
      </w:r>
    </w:p>
    <w:p w14:paraId="7233CC06" w14:textId="77777777" w:rsidR="003920BA" w:rsidRDefault="003920BA" w:rsidP="003920BA">
      <w:pPr>
        <w:pStyle w:val="Luettelokappale"/>
        <w:numPr>
          <w:ilvl w:val="0"/>
          <w:numId w:val="38"/>
        </w:numPr>
      </w:pPr>
      <w:r>
        <w:t>Kattavuus: Haetaan viimeisimmät versiot (1) [LK6]. Kaikkien versioiden haku ei ole sallittu.</w:t>
      </w:r>
    </w:p>
    <w:p w14:paraId="4826F5F2" w14:textId="77777777" w:rsidR="003920BA" w:rsidRDefault="003920BA" w:rsidP="003920BA">
      <w:pPr>
        <w:pStyle w:val="Luettelokappale"/>
        <w:numPr>
          <w:ilvl w:val="0"/>
          <w:numId w:val="38"/>
        </w:numPr>
      </w:pPr>
      <w:r>
        <w:t>Lisäksi tilanteessa D (kuvailutiedot): kuvailutietojen haun kohdistus asiakirja- tai palvelutapahtuma-tasolle [LK5]</w:t>
      </w:r>
    </w:p>
    <w:p w14:paraId="19B610D2" w14:textId="77777777" w:rsidR="003920BA" w:rsidRDefault="003920BA" w:rsidP="003920BA">
      <w:pPr>
        <w:pStyle w:val="Luettelokappale"/>
        <w:numPr>
          <w:ilvl w:val="1"/>
          <w:numId w:val="5"/>
        </w:numPr>
      </w:pPr>
      <w:r>
        <w:t>Jos kuvailutiedot haetaan palvelutapahtumatasolla (1), tuloksena saadaan palvelutapahtuma-asiakirjojen kuvailutiedot</w:t>
      </w:r>
    </w:p>
    <w:p w14:paraId="78AFFBD6" w14:textId="77777777" w:rsidR="003920BA" w:rsidRDefault="003920BA" w:rsidP="003920BA">
      <w:pPr>
        <w:pStyle w:val="Luettelokappale"/>
        <w:numPr>
          <w:ilvl w:val="1"/>
          <w:numId w:val="5"/>
        </w:numPr>
      </w:pPr>
      <w:r>
        <w:t>Jos kuvailutiedot haetaan asiakirjatasolla (2), tuloksena saadaan hoitoasiakirjojen ja palvelutapahtuma-asiakirjojen kuvailutiedot</w:t>
      </w:r>
    </w:p>
    <w:p w14:paraId="125D3FC0" w14:textId="77777777" w:rsidR="003920BA" w:rsidRDefault="003920BA" w:rsidP="003920BA">
      <w:pPr>
        <w:pStyle w:val="Luettelokappale"/>
        <w:numPr>
          <w:ilvl w:val="0"/>
          <w:numId w:val="38"/>
        </w:numPr>
      </w:pPr>
      <w:r>
        <w:t>Lisäksi tilanteessa E (asiakirjat): Kyselysanomassa ei välitetä ’kuvailutietojen haun kohdistus asiakirja- tai palvelutapahtumatasolle’ –tietoa.</w:t>
      </w:r>
    </w:p>
    <w:p w14:paraId="1E6357BB" w14:textId="77777777" w:rsidR="003920BA" w:rsidRDefault="003920BA" w:rsidP="003920BA">
      <w:pPr>
        <w:pStyle w:val="Luettelokappale"/>
        <w:numPr>
          <w:ilvl w:val="0"/>
          <w:numId w:val="38"/>
        </w:numPr>
      </w:pPr>
      <w:r>
        <w:t>Lisäksi tarvittaessa annetaan tiedot</w:t>
      </w:r>
    </w:p>
    <w:p w14:paraId="64297680" w14:textId="77777777" w:rsidR="003920BA" w:rsidRDefault="003920BA" w:rsidP="003920BA">
      <w:pPr>
        <w:pStyle w:val="Luettelokappale"/>
        <w:numPr>
          <w:ilvl w:val="1"/>
          <w:numId w:val="38"/>
        </w:numPr>
      </w:pPr>
      <w:r>
        <w:t>Yksityisillä organisaatioilla pakollinen tieto Liittymismalli, koodiston mukainen arvo [LK7]</w:t>
      </w:r>
    </w:p>
    <w:p w14:paraId="25B3F6FA" w14:textId="77777777" w:rsidR="003920BA" w:rsidRDefault="003920BA" w:rsidP="003920BA">
      <w:pPr>
        <w:pStyle w:val="Luettelokappale"/>
        <w:numPr>
          <w:ilvl w:val="1"/>
          <w:numId w:val="38"/>
        </w:numPr>
      </w:pPr>
      <w:r>
        <w:t>Asiakastietojen katselun erityinen syy [LK17]</w:t>
      </w:r>
    </w:p>
    <w:p w14:paraId="04168C92" w14:textId="77777777" w:rsidR="003920BA" w:rsidRDefault="003920BA" w:rsidP="003920BA">
      <w:pPr>
        <w:pStyle w:val="Luettelokappale"/>
        <w:numPr>
          <w:ilvl w:val="1"/>
          <w:numId w:val="38"/>
        </w:numPr>
      </w:pPr>
      <w:r>
        <w:t>Palvelun järjestäjä, jos kyseessä on rekisterinkäyttöoikeudella tapahtunut haku [LM4]</w:t>
      </w:r>
    </w:p>
    <w:p w14:paraId="701B75E8" w14:textId="77777777" w:rsidR="003920BA" w:rsidRDefault="003920BA" w:rsidP="003920BA">
      <w:pPr>
        <w:pStyle w:val="Luettelokappale"/>
        <w:numPr>
          <w:ilvl w:val="0"/>
          <w:numId w:val="38"/>
        </w:numPr>
      </w:pPr>
      <w:r>
        <w:t>Hakuparametrit: voidaan käyttää palvelupyynnöllä käytössä olevia parametreja [LM4]</w:t>
      </w:r>
    </w:p>
    <w:p w14:paraId="68874050" w14:textId="77777777" w:rsidR="003920BA" w:rsidRDefault="003920BA" w:rsidP="003920BA">
      <w:pPr>
        <w:pStyle w:val="Luettelokappale"/>
        <w:numPr>
          <w:ilvl w:val="1"/>
          <w:numId w:val="5"/>
        </w:numPr>
      </w:pPr>
      <w:r>
        <w:t>Pakollinen parametri henkilötunnus</w:t>
      </w:r>
    </w:p>
    <w:p w14:paraId="27BB20CB" w14:textId="77777777" w:rsidR="003920BA" w:rsidRDefault="003920BA" w:rsidP="003920BA">
      <w:pPr>
        <w:pStyle w:val="Luettelokappale"/>
        <w:numPr>
          <w:ilvl w:val="0"/>
          <w:numId w:val="38"/>
        </w:numPr>
      </w:pPr>
      <w:r>
        <w:t>Kyselyssä voidaan antaa tieto, kuinka monta hakutulosta halutaan palautettavaksi yhdellä sivulla. Mikäli sivukooksi annetaan Potilastietovarannossa määriteltyä sivun ylärajaa suurempi arvo, Potilastietovaranto palauttaa korkeintaan ylärajan mukaisen määrän hakutuloksia / sivu. [LM4]</w:t>
      </w:r>
    </w:p>
    <w:p w14:paraId="50E5DC85" w14:textId="77777777" w:rsidR="003920BA" w:rsidRDefault="003920BA" w:rsidP="003920BA">
      <w:pPr>
        <w:pStyle w:val="Numeroituluettelo"/>
        <w:spacing w:before="240" w:after="0"/>
      </w:pPr>
      <w:r>
        <w:t>Järjestelmä vastaanottaa hakutuloksen [V3]</w:t>
      </w:r>
    </w:p>
    <w:p w14:paraId="1D49ACD1" w14:textId="77777777" w:rsidR="003920BA" w:rsidRDefault="003920BA" w:rsidP="003920BA">
      <w:pPr>
        <w:pStyle w:val="Luettelokappale"/>
        <w:numPr>
          <w:ilvl w:val="0"/>
          <w:numId w:val="38"/>
        </w:numPr>
        <w:spacing w:before="0"/>
      </w:pPr>
      <w:r>
        <w:t>Luovutushaku palauttaa myös keskeisten terveystietojen terveys- ja hoitosuunnitelmat ja/tai niiden kuvailutiedot, mikäli ne sisältyvät haettuun tulosjoukkoon. Luovutushaut voivat palauttaa terveys- ja hoitosuunnitelmasta useita eri aikoina syntyneitä kappaleita (vrt. keskeisten terveystietojen haut, joissa terveys- ja hoitosuunnitelmasta palautuu vain uusin versio).</w:t>
      </w:r>
    </w:p>
    <w:p w14:paraId="2E7780E1" w14:textId="77777777" w:rsidR="003920BA" w:rsidRDefault="003920BA" w:rsidP="003920BA">
      <w:pPr>
        <w:pStyle w:val="Luettelokappale"/>
        <w:numPr>
          <w:ilvl w:val="0"/>
          <w:numId w:val="38"/>
        </w:numPr>
      </w:pPr>
      <w:r>
        <w:t>Jos haun tulosta ei pystytä palauttamaan kokonaisuudessaan yhdellä hakukerralla, Potilastietovaranto palauttaa sivutetun vastauksen sekä tiedot jatkokyselyä varten [LM4]</w:t>
      </w:r>
    </w:p>
    <w:p w14:paraId="3997FEFF" w14:textId="77777777" w:rsidR="003920BA" w:rsidRDefault="003920BA" w:rsidP="003920BA">
      <w:pPr>
        <w:pStyle w:val="Luettelokappale"/>
        <w:numPr>
          <w:ilvl w:val="0"/>
          <w:numId w:val="38"/>
        </w:numPr>
      </w:pPr>
      <w:r>
        <w:t xml:space="preserve">Tilanteessa A (PPBS1): Mikäli toimialojen välinen luovutuslupa puuttuu, palautetaan järjestelmälle paluusanomassa tieto luovutusluvan puuttumisesta. </w:t>
      </w:r>
    </w:p>
    <w:p w14:paraId="171E4C83" w14:textId="77777777" w:rsidR="003920BA" w:rsidRDefault="003920BA" w:rsidP="003920BA">
      <w:pPr>
        <w:ind w:left="2118"/>
      </w:pPr>
    </w:p>
    <w:p w14:paraId="006A0932" w14:textId="77777777" w:rsidR="003920BA" w:rsidRDefault="003920BA" w:rsidP="003920BA">
      <w:pPr>
        <w:pStyle w:val="Numeroituluettelo"/>
      </w:pPr>
      <w:r>
        <w:t>Järjestelmä käsittelee haettuja tietoja oman säännöstönsä mukaisesti.</w:t>
      </w:r>
    </w:p>
    <w:p w14:paraId="7EEF8134" w14:textId="77777777" w:rsidR="003920BA" w:rsidRPr="00291159" w:rsidRDefault="003920BA" w:rsidP="003920BA">
      <w:pPr>
        <w:pStyle w:val="Numeroituluettelo"/>
      </w:pPr>
      <w:r>
        <w:t xml:space="preserve">Käyttötapaus </w:t>
      </w:r>
      <w:r w:rsidRPr="00694241">
        <w:t>päättyy</w:t>
      </w:r>
      <w:r>
        <w:t>.</w:t>
      </w:r>
    </w:p>
    <w:p w14:paraId="453C9104" w14:textId="77777777" w:rsidR="003920BA" w:rsidRDefault="003920BA" w:rsidP="003920BA">
      <w:pPr>
        <w:pStyle w:val="Otsikko2"/>
      </w:pPr>
      <w:r w:rsidRPr="009F703C">
        <w:t>Virhetilanteet</w:t>
      </w:r>
    </w:p>
    <w:p w14:paraId="3F9428AF" w14:textId="77777777" w:rsidR="003920BA" w:rsidRDefault="003920BA" w:rsidP="003920BA">
      <w:pPr>
        <w:pStyle w:val="Leipteksti"/>
        <w:spacing w:after="0"/>
      </w:pPr>
      <w:r>
        <w:t>V1 Hakusanoman tarvitsemien tietojen tuottaminen ei onnistu Järjestelmä antaa ilmoituksen käyttäjälle tai tallentaa tiedon jatkokäsittelyä varten. Käyttötapaus päättyy.</w:t>
      </w:r>
    </w:p>
    <w:p w14:paraId="31E9A06F" w14:textId="77777777" w:rsidR="003920BA" w:rsidRDefault="003920BA" w:rsidP="003920BA">
      <w:pPr>
        <w:pStyle w:val="Leipteksti"/>
        <w:spacing w:after="0"/>
      </w:pPr>
      <w:r>
        <w:t>V2 Hakusanoman muodostaminen ei onnistu Järjestelmä antaa ilmoituksen käyttäjälle tai tallentaa tiedon jatkokäsittelyä varten. Käyttötapaus päättyy.</w:t>
      </w:r>
    </w:p>
    <w:p w14:paraId="6ABC9A83" w14:textId="77777777" w:rsidR="003920BA" w:rsidRPr="00B972D2" w:rsidRDefault="003920BA" w:rsidP="003920BA">
      <w:pPr>
        <w:pStyle w:val="Leipteksti"/>
        <w:spacing w:after="0"/>
      </w:pPr>
      <w:r>
        <w:t>V3 Haun tuloksen vastaanottaminen ei onnistu. Järjestelmä antaa ilmoituksen käyttäjälle tai tallentaa tiedon jatkokäsittelyä varten. Käyttötapaus päättyy.</w:t>
      </w:r>
    </w:p>
    <w:p w14:paraId="60808BC6" w14:textId="77777777" w:rsidR="003920BA" w:rsidRDefault="003920BA" w:rsidP="003920BA">
      <w:pPr>
        <w:pStyle w:val="Otsikko2"/>
        <w:spacing w:before="240"/>
      </w:pPr>
      <w:r>
        <w:t>Lisätiedot</w:t>
      </w:r>
    </w:p>
    <w:p w14:paraId="3E7F1242" w14:textId="77777777" w:rsidR="003920BA" w:rsidRDefault="003920BA" w:rsidP="003920BA">
      <w:pPr>
        <w:pStyle w:val="Leipteksti"/>
      </w:pPr>
      <w:r w:rsidRPr="00B972D2">
        <w:t xml:space="preserve">LT1 </w:t>
      </w:r>
      <w:r>
        <w:t xml:space="preserve">Toimialojen välisen tietojen luovuttamisen periaatteet on kuvattu dokumentissa </w:t>
      </w:r>
      <w:r w:rsidRPr="00FC4953">
        <w:t>Asiakas- ja potilastietojen luovutustenhallinnan yleiskuvaus</w:t>
      </w:r>
      <w:r>
        <w:t xml:space="preserve"> [LM13].</w:t>
      </w:r>
    </w:p>
    <w:p w14:paraId="2BEC33F6" w14:textId="77777777" w:rsidR="003920BA" w:rsidRDefault="003920BA" w:rsidP="003920BA">
      <w:pPr>
        <w:pStyle w:val="Leipteksti"/>
      </w:pPr>
      <w:r>
        <w:t xml:space="preserve">LT2 Toimialojen välisen luovutusluvan (luvan luovuttaa potilastietoja sosiaalihuoltoon) käsittelyn periaatteet on kuvattu dokumentissa </w:t>
      </w:r>
      <w:r w:rsidRPr="00775C04">
        <w:t>Sosiaali- ja terveydenhuollon tahdonilmaisuja käsittelevien tietojärjestelmien vaatimukset ja toiminnallinen määrittely</w:t>
      </w:r>
      <w:r>
        <w:t xml:space="preserve"> [LM14].</w:t>
      </w:r>
      <w:r>
        <w:br/>
        <w:t xml:space="preserve">Toimialojen välinen luovutuslupa toteutetaan FHIR-standardin mukaisesti, eikä sitä kuvata tässä dokumentissa. Luovutusluvan tietosisältö, tallennus ja haku on kuvattu Simplifier-soveltamisoppaassa [LM15]. </w:t>
      </w:r>
    </w:p>
    <w:p w14:paraId="1F9230DF" w14:textId="77777777" w:rsidR="003920BA" w:rsidRDefault="003920BA" w:rsidP="003920BA">
      <w:pPr>
        <w:pStyle w:val="Leipteksti"/>
      </w:pPr>
      <w:r>
        <w:t>LT3 Perusteet luovutusluvan ohittavalle haulle on kuvattu dokumentissa Potilastietovarannon toiminnalliset vaatimukset sosiaali- ja terveydenhuollon tietojärjestelmille [LM1].</w:t>
      </w:r>
    </w:p>
    <w:p w14:paraId="46699FF2" w14:textId="77777777" w:rsidR="003920BA" w:rsidRDefault="003920BA" w:rsidP="003920BA">
      <w:pPr>
        <w:pStyle w:val="Leipteksti"/>
      </w:pPr>
      <w:r>
        <w:t>LT4 Perusteet viranomaisen tekemälle haulle on kuvattu dokumentissa Potilastietovarannon toiminnalliset vaatimukset sosiaali- ja terveydenhuollon tietojärjestelmille [LM1].</w:t>
      </w:r>
    </w:p>
    <w:p w14:paraId="5D29E4F3" w14:textId="77777777" w:rsidR="003920BA" w:rsidRPr="00335DFB" w:rsidRDefault="003920BA" w:rsidP="0033059E">
      <w:pPr>
        <w:pStyle w:val="Leipteksti"/>
      </w:pPr>
      <w:r>
        <w:br w:type="page"/>
      </w:r>
    </w:p>
    <w:p w14:paraId="2B41168B" w14:textId="77777777" w:rsidR="003920BA" w:rsidRPr="00335DFB" w:rsidRDefault="003920BA" w:rsidP="003920BA">
      <w:pPr>
        <w:pStyle w:val="Otsikko1"/>
      </w:pPr>
      <w:bookmarkStart w:id="56" w:name="_Toc216782574"/>
      <w:bookmarkStart w:id="57" w:name="_Hlk216168475"/>
      <w:r w:rsidRPr="00335DFB">
        <w:t>Hae keskeisiä potilastietoja sosiaalihuoltoon</w:t>
      </w:r>
      <w:bookmarkEnd w:id="56"/>
    </w:p>
    <w:bookmarkEnd w:id="57"/>
    <w:p w14:paraId="7B0AAB48" w14:textId="77777777" w:rsidR="003920BA" w:rsidRDefault="003920BA" w:rsidP="003920BA">
      <w:pPr>
        <w:pStyle w:val="Otsikko2"/>
      </w:pPr>
      <w:r w:rsidRPr="009F703C">
        <w:t>Käyttötapauksen yleiskuvaus ja lopputulos</w:t>
      </w:r>
    </w:p>
    <w:p w14:paraId="6359F2B9" w14:textId="77777777" w:rsidR="003920BA" w:rsidRDefault="003920BA" w:rsidP="003920BA">
      <w:pPr>
        <w:pStyle w:val="Leipteksti"/>
      </w:pPr>
      <w:r>
        <w:t xml:space="preserve">Käyttötapaus kuvaa keskeisten potilastietojen hakutilanteet Potilastietovarannosta sosiaalihuollon organisaation käyttöön. Keskeisten potilastietojen haku on näkymäperusteinen haku, jolla voi hakea keskeisten terveystietojen koostetiedot ja viimeisimmän terveys- ja hoitosuunnitelman (YHOS). </w:t>
      </w:r>
      <w:r>
        <w:rPr>
          <w:szCs w:val="20"/>
        </w:rPr>
        <w:t>Sosiaalihuollosta tehtävässä potilastietojen haussa ei huomioida ei huomioida terveydenhuollon luovutuskieltoja. Hoitosuhdetta ei todenneta Potilastietovarannossa, vaan asiallinen yhteys tarkastetaan Sosiaalihuollon asiakastietovarannon säännöin.</w:t>
      </w:r>
    </w:p>
    <w:p w14:paraId="0CC18FEE" w14:textId="77777777" w:rsidR="003920BA" w:rsidRDefault="003920BA" w:rsidP="003920BA">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Potilastietovarannosta.</w:t>
      </w:r>
    </w:p>
    <w:p w14:paraId="78BB6670" w14:textId="77777777" w:rsidR="003920BA" w:rsidRDefault="003920BA" w:rsidP="003920BA">
      <w:pPr>
        <w:pStyle w:val="Leipteksti"/>
        <w:spacing w:after="0"/>
      </w:pPr>
      <w:r>
        <w:t>Hakutilanteet:</w:t>
      </w:r>
    </w:p>
    <w:p w14:paraId="4855D3BE" w14:textId="77777777" w:rsidR="003920BA" w:rsidRDefault="003920BA" w:rsidP="003920BA">
      <w:pPr>
        <w:pStyle w:val="Leipteksti"/>
        <w:numPr>
          <w:ilvl w:val="0"/>
          <w:numId w:val="61"/>
        </w:numPr>
        <w:spacing w:after="0"/>
      </w:pPr>
      <w:r w:rsidRPr="005118A3">
        <w:t>Keskeisten potilastietojen haku sosiaalihuoltoon</w:t>
      </w:r>
      <w:r w:rsidRPr="007309E3">
        <w:t xml:space="preserve">, </w:t>
      </w:r>
      <w:r>
        <w:t xml:space="preserve">palvelupyyntö </w:t>
      </w:r>
      <w:r w:rsidRPr="007309E3">
        <w:t>PP</w:t>
      </w:r>
      <w:r>
        <w:t>C</w:t>
      </w:r>
      <w:r w:rsidRPr="007309E3">
        <w:t>S1</w:t>
      </w:r>
      <w:r>
        <w:t>. P</w:t>
      </w:r>
      <w:r w:rsidRPr="003A182E">
        <w:t>alvelupyyntö toteuttaa</w:t>
      </w:r>
      <w:r>
        <w:t xml:space="preserve"> keskeisten</w:t>
      </w:r>
      <w:r w:rsidRPr="003A182E">
        <w:t xml:space="preserve"> potilastietojen luovutushaun </w:t>
      </w:r>
      <w:r>
        <w:t>Tiedonhallintapalvelusta</w:t>
      </w:r>
      <w:r w:rsidRPr="003A182E">
        <w:t xml:space="preserve"> kaikkien rekisterinpitäjien rekistereistä sosiaalihuoltoon asiakkaan antama toimialojen välinen luovutuslupa huomioiden</w:t>
      </w:r>
      <w:r>
        <w:t>. [LT1, LT2]</w:t>
      </w:r>
    </w:p>
    <w:p w14:paraId="1FA90002" w14:textId="77777777" w:rsidR="003920BA" w:rsidRDefault="003920BA" w:rsidP="003920BA">
      <w:pPr>
        <w:pStyle w:val="Leipteksti"/>
        <w:numPr>
          <w:ilvl w:val="0"/>
          <w:numId w:val="61"/>
        </w:numPr>
        <w:spacing w:after="0"/>
      </w:pPr>
      <w:r w:rsidRPr="00B405FD">
        <w:t>Luovutusluvan ohittava keskeisten potilastietojen haku sosiaalihuoltoon</w:t>
      </w:r>
      <w:r w:rsidRPr="007309E3">
        <w:t xml:space="preserve">, </w:t>
      </w:r>
      <w:r>
        <w:t xml:space="preserve">palvelupyyntö </w:t>
      </w:r>
      <w:r w:rsidRPr="007309E3">
        <w:t>PP</w:t>
      </w:r>
      <w:r>
        <w:t>C</w:t>
      </w:r>
      <w:r w:rsidRPr="007309E3">
        <w:t>S2</w:t>
      </w:r>
      <w:r>
        <w:t>. P</w:t>
      </w:r>
      <w:r w:rsidRPr="003A182E">
        <w:t xml:space="preserve">alvelupyyntö toteuttaa </w:t>
      </w:r>
      <w:r>
        <w:t xml:space="preserve">keskeisten </w:t>
      </w:r>
      <w:r w:rsidRPr="003A182E">
        <w:t xml:space="preserve">potilastietojen luovutushaun </w:t>
      </w:r>
      <w:r>
        <w:t>Tiedonhallintapalvelusta</w:t>
      </w:r>
      <w:r w:rsidRPr="003A182E">
        <w:t xml:space="preserve"> kaikkien rekisterinpitäjien rekistereistä sosiaalihuoltoon ilman asiakkaan antamaa toimialojen välistä luovutuslupaa</w:t>
      </w:r>
      <w:r>
        <w:t>. [LT1, LT3]</w:t>
      </w:r>
    </w:p>
    <w:p w14:paraId="31721A5A" w14:textId="77777777" w:rsidR="003920BA" w:rsidRDefault="003920BA" w:rsidP="003920BA">
      <w:pPr>
        <w:pStyle w:val="Leipteksti"/>
        <w:numPr>
          <w:ilvl w:val="0"/>
          <w:numId w:val="61"/>
        </w:numPr>
      </w:pPr>
      <w:r w:rsidRPr="00B405FD">
        <w:t>Keskeisten potilastietojen haku sosiaalihuoltoon viranomaisen laajalla tiedonsaantioikeudella</w:t>
      </w:r>
      <w:r w:rsidRPr="007309E3">
        <w:t xml:space="preserve">, </w:t>
      </w:r>
      <w:r>
        <w:t xml:space="preserve">palvelupyyntö </w:t>
      </w:r>
      <w:r w:rsidRPr="007309E3">
        <w:t>PP</w:t>
      </w:r>
      <w:r>
        <w:t>C</w:t>
      </w:r>
      <w:r w:rsidRPr="007309E3">
        <w:t>S3</w:t>
      </w:r>
      <w:r>
        <w:t xml:space="preserve">. </w:t>
      </w:r>
      <w:r w:rsidRPr="003A182E">
        <w:t>Haku ei edellytä asiakkaan antamaa toimialojen välistä luovutuslupaa.</w:t>
      </w:r>
      <w:r>
        <w:t xml:space="preserve"> [LT1, LT4]</w:t>
      </w:r>
    </w:p>
    <w:p w14:paraId="0169CF6F" w14:textId="77777777" w:rsidR="003920BA" w:rsidRDefault="003920BA" w:rsidP="003920BA">
      <w:pPr>
        <w:pStyle w:val="Leipteksti"/>
        <w:spacing w:after="0"/>
      </w:pPr>
      <w:r>
        <w:t>Hakeva järjestelmä ilmoittaa haettavien tietojen laajuuden antamalla näkymärajauksen:</w:t>
      </w:r>
    </w:p>
    <w:p w14:paraId="5347758B" w14:textId="77777777" w:rsidR="003920BA" w:rsidRDefault="003920BA" w:rsidP="003920BA">
      <w:pPr>
        <w:pStyle w:val="Leipteksti"/>
        <w:numPr>
          <w:ilvl w:val="0"/>
          <w:numId w:val="61"/>
        </w:numPr>
        <w:spacing w:after="0"/>
      </w:pPr>
      <w:r>
        <w:t>Keskeisten terveystietojen koostetiedot</w:t>
      </w:r>
    </w:p>
    <w:p w14:paraId="77753361" w14:textId="77777777" w:rsidR="003920BA" w:rsidRDefault="003920BA" w:rsidP="003920BA">
      <w:pPr>
        <w:pStyle w:val="Leipteksti"/>
        <w:numPr>
          <w:ilvl w:val="0"/>
          <w:numId w:val="61"/>
        </w:numPr>
      </w:pPr>
      <w:r>
        <w:t>Viimeisin terveys- ja hoitosuunnitelma.</w:t>
      </w:r>
    </w:p>
    <w:p w14:paraId="66410C64" w14:textId="77777777" w:rsidR="003920BA" w:rsidRDefault="003920BA" w:rsidP="003920BA">
      <w:pPr>
        <w:pStyle w:val="Leipteksti"/>
      </w:pPr>
      <w:r>
        <w:t>Hakeva järjestelmä voi hakea kaikkia keskeisiä tietoja kerralla, yksittäisen koostetyypin tiedot tai mitä tahansa kombinaatioita keskeisistä tiedoista.</w:t>
      </w:r>
    </w:p>
    <w:p w14:paraId="688557C7" w14:textId="77777777" w:rsidR="003920BA" w:rsidRDefault="003920BA" w:rsidP="003920BA">
      <w:pPr>
        <w:pStyle w:val="Leipteksti"/>
        <w:spacing w:after="0"/>
      </w:pPr>
      <w:r>
        <w:t xml:space="preserve">Haku rajautuu tässä käyttötapauksessa potilaan ja hakukohteen mukaan: </w:t>
      </w:r>
    </w:p>
    <w:p w14:paraId="5E856C5F" w14:textId="77777777" w:rsidR="003920BA" w:rsidRDefault="003920BA" w:rsidP="003920BA">
      <w:pPr>
        <w:pStyle w:val="Luettelokappale"/>
        <w:numPr>
          <w:ilvl w:val="0"/>
          <w:numId w:val="38"/>
        </w:numPr>
      </w:pPr>
      <w:r>
        <w:t>Haetaan yhden potilaan tiedot: Tiedonhallintapalvelun tietoja voidaan hakea henkilötunnuksella, tilapäisen yksilöintitunnuksen käyttö ei ole sallittu</w:t>
      </w:r>
    </w:p>
    <w:p w14:paraId="3F9B54C0" w14:textId="77777777" w:rsidR="003920BA" w:rsidRDefault="003920BA" w:rsidP="003920BA">
      <w:pPr>
        <w:pStyle w:val="Luettelokappale"/>
        <w:numPr>
          <w:ilvl w:val="0"/>
          <w:numId w:val="38"/>
        </w:numPr>
      </w:pPr>
      <w:r>
        <w:t>Haetaan tiedot käyttötilanteesta riippuen Tiedonhallintapalvelun koostekannasta tai Potilastietovarannosta</w:t>
      </w:r>
    </w:p>
    <w:p w14:paraId="450F143B" w14:textId="77777777" w:rsidR="003920BA" w:rsidRDefault="003920BA" w:rsidP="003920BA">
      <w:pPr>
        <w:pStyle w:val="Luettelokappale"/>
        <w:numPr>
          <w:ilvl w:val="0"/>
          <w:numId w:val="38"/>
        </w:numPr>
      </w:pPr>
      <w:r>
        <w:t>Hakutilanteessa A (PPCS1) Potilastietovaranto rajaa hakutuloksen potilaan antaman toimialojen välisen luovutusluvan mukaisesti.</w:t>
      </w:r>
    </w:p>
    <w:p w14:paraId="6E87E409" w14:textId="77777777" w:rsidR="003920BA" w:rsidRDefault="003920BA" w:rsidP="003920BA">
      <w:pPr>
        <w:ind w:left="2118"/>
      </w:pPr>
    </w:p>
    <w:p w14:paraId="6E442DD8" w14:textId="77777777" w:rsidR="003920BA" w:rsidRPr="00545194" w:rsidRDefault="003920BA" w:rsidP="003920BA">
      <w:pPr>
        <w:pStyle w:val="Leipteksti"/>
      </w:pPr>
      <w:r>
        <w:t>Lopputuloksena hakeva järjestelmä on vastaanottanut Tiedonhallintapalvelun hakuparametrien mukaisesti rajaamat potilaan keskeiset tiedot (keskeisten terveystietojen koostetiedot sekä terveys- ja hoitosuunnitelman). Koosteasiakirja sisältää kunkin keskeisen terveystiedon tiedot ja sen syntykontekstin tiedot, minkä perusteella potilastietojärjestelmään voidaan tarvittaessa hakea asiakirja täydellisine tietoineen käyttötapauksen Hae potilastietoa sosiaalihuoltoon hakutilanteen E mukaisesti.</w:t>
      </w:r>
    </w:p>
    <w:p w14:paraId="489FABFB" w14:textId="77777777" w:rsidR="003920BA" w:rsidRDefault="003920BA" w:rsidP="003920BA">
      <w:pPr>
        <w:pStyle w:val="Otsikko2"/>
      </w:pPr>
      <w:r w:rsidRPr="009F703C">
        <w:t>Käyttäjäroolit</w:t>
      </w:r>
    </w:p>
    <w:p w14:paraId="3095A768" w14:textId="77777777" w:rsidR="003920BA" w:rsidRDefault="003920BA" w:rsidP="003920BA">
      <w:pPr>
        <w:pStyle w:val="Numeroituluettelo"/>
      </w:pPr>
      <w:r>
        <w:t>Kantaan liittynyt järjestelmä, asiakas- tai potilastietojärjestelmä, jatkossa Järjestelmä</w:t>
      </w:r>
    </w:p>
    <w:p w14:paraId="784417D8" w14:textId="77777777" w:rsidR="003920BA" w:rsidRPr="00F56839" w:rsidRDefault="003920BA" w:rsidP="003920BA">
      <w:pPr>
        <w:pStyle w:val="Numeroituluettelo"/>
      </w:pPr>
      <w:r>
        <w:t>Potilastietovaranto, Tiedonhallintapalvelu ja Kanta-viestinvälitys, jatkossa Potilastietovaranto</w:t>
      </w:r>
    </w:p>
    <w:p w14:paraId="6753BC37" w14:textId="77777777" w:rsidR="003920BA" w:rsidRDefault="003920BA" w:rsidP="003920BA">
      <w:pPr>
        <w:pStyle w:val="Otsikko2"/>
      </w:pPr>
      <w:r w:rsidRPr="009F703C">
        <w:t>Esiehdot</w:t>
      </w:r>
    </w:p>
    <w:p w14:paraId="126888D6" w14:textId="77777777" w:rsidR="003920BA" w:rsidRDefault="003920BA" w:rsidP="003920BA">
      <w:pPr>
        <w:pStyle w:val="Numeroituluettelo"/>
      </w:pPr>
      <w:r>
        <w:t xml:space="preserve">Potilas on yksilöity henkilötunnuksella </w:t>
      </w:r>
    </w:p>
    <w:p w14:paraId="4F564113" w14:textId="77777777" w:rsidR="003920BA" w:rsidRDefault="003920BA" w:rsidP="003920BA">
      <w:pPr>
        <w:pStyle w:val="Numeroituluettelo"/>
      </w:pPr>
      <w:r>
        <w:t>Järjestelmässä on tiedossa joko käyttäjän antamana tai järjestelmän päättelemänä tarvittavat hakuparametrit</w:t>
      </w:r>
    </w:p>
    <w:p w14:paraId="3B0B4CBF" w14:textId="77777777" w:rsidR="003920BA" w:rsidRPr="00F56839" w:rsidRDefault="003920BA" w:rsidP="003920BA">
      <w:pPr>
        <w:pStyle w:val="Numeroituluettelo"/>
      </w:pPr>
      <w:r>
        <w:t>Jos kyseessä on sivutetun hakutuloksen jatkohaku, järjestelmällä on tiedossa Potilastietovarannon palauttamat tiedot jatkohakua varten [LM4].</w:t>
      </w:r>
    </w:p>
    <w:p w14:paraId="3B8C02DE" w14:textId="77777777" w:rsidR="003920BA" w:rsidRDefault="003920BA" w:rsidP="003920BA">
      <w:pPr>
        <w:pStyle w:val="Otsikko2"/>
      </w:pPr>
      <w:r w:rsidRPr="009F703C">
        <w:t>Normaali tapahtumankulku</w:t>
      </w:r>
    </w:p>
    <w:p w14:paraId="0556E36E" w14:textId="77777777" w:rsidR="003920BA" w:rsidRDefault="003920BA" w:rsidP="003920BA">
      <w:pPr>
        <w:pStyle w:val="Numeroituluettelo"/>
      </w:pPr>
      <w:r>
        <w:t>Järjestelmä tuottaa hakusanoman tarvitsemat tiedot dokumentin HL7 Medical Records -sanomat mukaisesti [LM4, V1]</w:t>
      </w:r>
    </w:p>
    <w:p w14:paraId="715FB233" w14:textId="77777777" w:rsidR="003920BA" w:rsidRDefault="003920BA" w:rsidP="003920BA">
      <w:pPr>
        <w:pStyle w:val="Numeroituluettelo"/>
        <w:spacing w:after="0"/>
      </w:pPr>
      <w:r>
        <w:t>Järjestelmä muodostaa hakusanoman ja tekee haun Potilastietovarannosta alikäyttötapauksen Hae tiedot mukaisesti. [V2]</w:t>
      </w:r>
    </w:p>
    <w:p w14:paraId="7F44340D" w14:textId="77777777" w:rsidR="003920BA" w:rsidRDefault="003920BA" w:rsidP="003920BA">
      <w:pPr>
        <w:pStyle w:val="Luettelokappale"/>
        <w:numPr>
          <w:ilvl w:val="0"/>
          <w:numId w:val="38"/>
        </w:numPr>
      </w:pPr>
      <w:r>
        <w:t xml:space="preserve">MR-sanoma on RCMR_IN100031FI </w:t>
      </w:r>
    </w:p>
    <w:p w14:paraId="768DDBB8" w14:textId="77777777" w:rsidR="003920BA" w:rsidRDefault="003920BA" w:rsidP="003920BA">
      <w:pPr>
        <w:pStyle w:val="Luettelokappale"/>
        <w:numPr>
          <w:ilvl w:val="0"/>
          <w:numId w:val="38"/>
        </w:numPr>
      </w:pPr>
      <w:r>
        <w:t>T</w:t>
      </w:r>
      <w:r w:rsidRPr="00092942">
        <w:t xml:space="preserve">ilanteessa A </w:t>
      </w:r>
      <w:r>
        <w:t>(</w:t>
      </w:r>
      <w:r w:rsidRPr="00092942">
        <w:t>PP</w:t>
      </w:r>
      <w:r>
        <w:t>C</w:t>
      </w:r>
      <w:r w:rsidRPr="00092942">
        <w:t xml:space="preserve">S1 </w:t>
      </w:r>
      <w:r>
        <w:t>Keskeisten p</w:t>
      </w:r>
      <w:r w:rsidRPr="00092942">
        <w:t>otilastietojen haku sosiaalihuoltoon [LK3]</w:t>
      </w:r>
      <w:r>
        <w:t>) on annettava seuraava tieto alla kuvattujen yleisten tietojen lisäksi:</w:t>
      </w:r>
    </w:p>
    <w:p w14:paraId="3B330B91" w14:textId="77777777" w:rsidR="003920BA" w:rsidRDefault="003920BA" w:rsidP="003920BA">
      <w:pPr>
        <w:pStyle w:val="Luettelokappale"/>
        <w:numPr>
          <w:ilvl w:val="1"/>
          <w:numId w:val="38"/>
        </w:numPr>
      </w:pPr>
      <w:r w:rsidRPr="00092942">
        <w:t>Käyttötilanne: Toisen rekisterinpitäjän tietojen käyttö (3)</w:t>
      </w:r>
      <w:r>
        <w:t xml:space="preserve">, </w:t>
      </w:r>
      <w:r>
        <w:rPr>
          <w:rFonts w:ascii="Arial" w:hAnsi="Arial" w:cs="Arial"/>
          <w:color w:val="454545"/>
          <w:szCs w:val="20"/>
          <w:shd w:val="clear" w:color="auto" w:fill="FFFFFF"/>
        </w:rPr>
        <w:t>Palveluntuottajan laajaan rekisterinkäyttöoikeuteen perustuva käyttö (4)</w:t>
      </w:r>
      <w:r w:rsidRPr="00092942">
        <w:t xml:space="preserve"> tai Palveluntuottajan rekisterinkäyttöoikeuteen perustuva toisen rekisterinpitäjän tietojen käyttö (6) [LK15]</w:t>
      </w:r>
    </w:p>
    <w:p w14:paraId="304F9EE8" w14:textId="77777777" w:rsidR="003920BA" w:rsidRDefault="003920BA" w:rsidP="003920BA">
      <w:pPr>
        <w:pStyle w:val="Luettelokappale"/>
        <w:numPr>
          <w:ilvl w:val="0"/>
          <w:numId w:val="38"/>
        </w:numPr>
      </w:pPr>
      <w:r>
        <w:t>Tilanteessa B (</w:t>
      </w:r>
      <w:r w:rsidRPr="00092942">
        <w:t>PP</w:t>
      </w:r>
      <w:r>
        <w:t>C</w:t>
      </w:r>
      <w:r w:rsidRPr="00092942">
        <w:t>S</w:t>
      </w:r>
      <w:r>
        <w:t>2</w:t>
      </w:r>
      <w:r w:rsidRPr="00092942">
        <w:t xml:space="preserve"> </w:t>
      </w:r>
      <w:r w:rsidRPr="005D26A8">
        <w:t>Luovutusluvan ohittava keskeisten potilastietojen haku sosiaalihuoltoon</w:t>
      </w:r>
      <w:r>
        <w:t xml:space="preserve"> [LK3]) on annettava seuraavat tiedot alla kuvattujen yleisten tietojen lisäksi:</w:t>
      </w:r>
    </w:p>
    <w:p w14:paraId="798FECF7" w14:textId="77777777" w:rsidR="003920BA" w:rsidRDefault="003920BA" w:rsidP="003920BA">
      <w:pPr>
        <w:pStyle w:val="Luettelokappale"/>
        <w:numPr>
          <w:ilvl w:val="1"/>
          <w:numId w:val="38"/>
        </w:numPr>
      </w:pPr>
      <w:r w:rsidRPr="00092942">
        <w:t>Käyttötilanne: Toisen rekisterinpitäjän tietojen käyttö (3)</w:t>
      </w:r>
      <w:r>
        <w:t xml:space="preserve">, </w:t>
      </w:r>
      <w:r>
        <w:rPr>
          <w:rFonts w:ascii="Arial" w:hAnsi="Arial" w:cs="Arial"/>
          <w:color w:val="454545"/>
          <w:szCs w:val="20"/>
          <w:shd w:val="clear" w:color="auto" w:fill="FFFFFF"/>
        </w:rPr>
        <w:t>Palveluntuottajan laajaan rekisterinkäyttöoikeuteen perustuva käyttö (4)</w:t>
      </w:r>
      <w:r w:rsidRPr="00092942">
        <w:t xml:space="preserve"> tai Palveluntuottajan rekisterinkäyttöoikeuteen perustuva toisen rekisterinpitäjän tietojen käyttö (6) [LK15]</w:t>
      </w:r>
    </w:p>
    <w:p w14:paraId="2182B2E6" w14:textId="77777777" w:rsidR="003920BA" w:rsidRDefault="003920BA" w:rsidP="003920BA">
      <w:pPr>
        <w:pStyle w:val="Luettelokappale"/>
        <w:numPr>
          <w:ilvl w:val="1"/>
          <w:numId w:val="38"/>
        </w:numPr>
      </w:pPr>
      <w:r>
        <w:t>Laajan tiedonhaun peruste: koodiston mukainen arvo [LK16]</w:t>
      </w:r>
    </w:p>
    <w:p w14:paraId="2E15DC13" w14:textId="77777777" w:rsidR="003920BA" w:rsidRDefault="003920BA" w:rsidP="003920BA">
      <w:pPr>
        <w:pStyle w:val="Luettelokappale"/>
        <w:numPr>
          <w:ilvl w:val="0"/>
          <w:numId w:val="38"/>
        </w:numPr>
      </w:pPr>
      <w:r>
        <w:t>Tilanteessa C (</w:t>
      </w:r>
      <w:r w:rsidRPr="00092942">
        <w:t>PPBS</w:t>
      </w:r>
      <w:r>
        <w:t>3</w:t>
      </w:r>
      <w:r w:rsidRPr="00092942">
        <w:t xml:space="preserve"> </w:t>
      </w:r>
      <w:r w:rsidRPr="005D26A8">
        <w:t>Keskeisten potilastietojen haku sosiaalihuoltoon viranomaisen laajalla tiedonsaantioikeudella</w:t>
      </w:r>
      <w:r>
        <w:t xml:space="preserve"> [LK3]) on annettava seuraavat tiedot alla kuvattujen yleisten tietojen lisäksi:</w:t>
      </w:r>
    </w:p>
    <w:p w14:paraId="17A8996D" w14:textId="77777777" w:rsidR="003920BA" w:rsidRDefault="003920BA" w:rsidP="003920BA">
      <w:pPr>
        <w:pStyle w:val="Luettelokappale"/>
        <w:numPr>
          <w:ilvl w:val="1"/>
          <w:numId w:val="38"/>
        </w:numPr>
      </w:pPr>
      <w:r w:rsidRPr="00092942">
        <w:t>Käyttötilanne: Toisen rekisterinpitäjän tietojen käyttö (3)</w:t>
      </w:r>
      <w:r>
        <w:t xml:space="preserve"> </w:t>
      </w:r>
      <w:r w:rsidRPr="00092942">
        <w:t>tai Palveluntuottajan rekisterinkäyttöoikeuteen perustuva toisen rekisterinpitäjän tietojen käyttö (6) [LK15]</w:t>
      </w:r>
    </w:p>
    <w:p w14:paraId="3A1299E1" w14:textId="77777777" w:rsidR="003920BA" w:rsidRDefault="003920BA" w:rsidP="003920BA">
      <w:pPr>
        <w:pStyle w:val="Luettelokappale"/>
        <w:numPr>
          <w:ilvl w:val="1"/>
          <w:numId w:val="38"/>
        </w:numPr>
      </w:pPr>
      <w:r>
        <w:t>Laajan tiedonhaun peruste: koodiston mukainen arvo [LK16]</w:t>
      </w:r>
    </w:p>
    <w:p w14:paraId="76A617D0" w14:textId="77777777" w:rsidR="003920BA" w:rsidRDefault="003920BA" w:rsidP="003920BA">
      <w:pPr>
        <w:pStyle w:val="Luettelokappale"/>
        <w:numPr>
          <w:ilvl w:val="0"/>
          <w:numId w:val="38"/>
        </w:numPr>
      </w:pPr>
      <w:r>
        <w:t xml:space="preserve">Kattavuus: Haetaan aina viimeisimmät versiot (1)  </w:t>
      </w:r>
    </w:p>
    <w:p w14:paraId="5CEC86EA" w14:textId="77777777" w:rsidR="003920BA" w:rsidRDefault="003920BA" w:rsidP="003920BA">
      <w:pPr>
        <w:pStyle w:val="Luettelokappale"/>
        <w:numPr>
          <w:ilvl w:val="0"/>
          <w:numId w:val="38"/>
        </w:numPr>
      </w:pPr>
      <w:r>
        <w:t>Lisäksi tarvittaessa annetaan tiedot</w:t>
      </w:r>
    </w:p>
    <w:p w14:paraId="79009EB0" w14:textId="77777777" w:rsidR="003920BA" w:rsidRDefault="003920BA" w:rsidP="003920BA">
      <w:pPr>
        <w:pStyle w:val="Luettelokappale"/>
        <w:numPr>
          <w:ilvl w:val="1"/>
          <w:numId w:val="38"/>
        </w:numPr>
      </w:pPr>
      <w:r>
        <w:t>Yksityisillä organisaatioilla pakollinen tieto Liittymismalli, koodiston mukainen arvo [LK7]</w:t>
      </w:r>
    </w:p>
    <w:p w14:paraId="27D4C46B" w14:textId="77777777" w:rsidR="003920BA" w:rsidRDefault="003920BA" w:rsidP="003920BA">
      <w:pPr>
        <w:pStyle w:val="Luettelokappale"/>
        <w:numPr>
          <w:ilvl w:val="1"/>
          <w:numId w:val="38"/>
        </w:numPr>
      </w:pPr>
      <w:r>
        <w:t>Asiakastietojen katselun erityinen syy [LK17]</w:t>
      </w:r>
    </w:p>
    <w:p w14:paraId="288007BA" w14:textId="77777777" w:rsidR="003920BA" w:rsidRDefault="003920BA" w:rsidP="003920BA">
      <w:pPr>
        <w:pStyle w:val="Luettelokappale"/>
        <w:numPr>
          <w:ilvl w:val="1"/>
          <w:numId w:val="38"/>
        </w:numPr>
      </w:pPr>
      <w:r>
        <w:t>Palvelun järjestäjä, jos kyseessä on rekisterinkäyttöoikeudella tapahtunut haku [LM4]</w:t>
      </w:r>
    </w:p>
    <w:p w14:paraId="52B52FA7" w14:textId="77777777" w:rsidR="003920BA" w:rsidRDefault="003920BA" w:rsidP="003920BA">
      <w:pPr>
        <w:pStyle w:val="Luettelokappale"/>
        <w:numPr>
          <w:ilvl w:val="0"/>
          <w:numId w:val="38"/>
        </w:numPr>
      </w:pPr>
      <w:r>
        <w:t>Haku palauttaa tiedot asiakirjatasolla, hakua ei ole mahdollista kohdistaa metatietotasolla</w:t>
      </w:r>
    </w:p>
    <w:p w14:paraId="0BF205A5" w14:textId="77777777" w:rsidR="003920BA" w:rsidRDefault="003920BA" w:rsidP="003920BA">
      <w:pPr>
        <w:pStyle w:val="Luettelokappale"/>
        <w:numPr>
          <w:ilvl w:val="0"/>
          <w:numId w:val="38"/>
        </w:numPr>
      </w:pPr>
      <w:r>
        <w:t>Hakuparametrit: voidaan käyttää palvelupyynnöllä käytössä olevia parametreja [LM4]</w:t>
      </w:r>
    </w:p>
    <w:p w14:paraId="5ECF349A" w14:textId="77777777" w:rsidR="003920BA" w:rsidRDefault="003920BA" w:rsidP="003920BA">
      <w:pPr>
        <w:pStyle w:val="Luettelokappale"/>
        <w:numPr>
          <w:ilvl w:val="1"/>
          <w:numId w:val="5"/>
        </w:numPr>
      </w:pPr>
      <w:r>
        <w:t>pakollinen parametri henkilötunnus</w:t>
      </w:r>
    </w:p>
    <w:p w14:paraId="4E21D17C" w14:textId="77777777" w:rsidR="003920BA" w:rsidRDefault="003920BA" w:rsidP="003920BA">
      <w:pPr>
        <w:pStyle w:val="Luettelokappale"/>
        <w:numPr>
          <w:ilvl w:val="1"/>
          <w:numId w:val="5"/>
        </w:numPr>
      </w:pPr>
      <w:r>
        <w:t>pakollinen parametri vähintään yksi näkymätunnus</w:t>
      </w:r>
    </w:p>
    <w:p w14:paraId="026E5E36" w14:textId="77777777" w:rsidR="003920BA" w:rsidRDefault="003920BA" w:rsidP="003920BA">
      <w:pPr>
        <w:pStyle w:val="Luettelokappale"/>
        <w:numPr>
          <w:ilvl w:val="1"/>
          <w:numId w:val="5"/>
        </w:numPr>
      </w:pPr>
      <w:r>
        <w:t xml:space="preserve">tilanteessa D (keskeisten terveystietojen koostetiedot) pakollinen parametri aikaväli. </w:t>
      </w:r>
    </w:p>
    <w:p w14:paraId="5F210120" w14:textId="77777777" w:rsidR="003920BA" w:rsidRDefault="003920BA" w:rsidP="003920BA">
      <w:pPr>
        <w:pStyle w:val="Luettelokappale"/>
        <w:numPr>
          <w:ilvl w:val="1"/>
          <w:numId w:val="5"/>
        </w:numPr>
      </w:pPr>
      <w:r>
        <w:t>tilanteessa E (terveys- ja hoitosuunnitelma) aikaväliä ei saa käyttää, jos haussa ei haeta lainkaan koostetietoja</w:t>
      </w:r>
    </w:p>
    <w:p w14:paraId="10351BB8" w14:textId="77777777" w:rsidR="003920BA" w:rsidRDefault="003920BA" w:rsidP="003920BA">
      <w:pPr>
        <w:pStyle w:val="Luettelokappale"/>
        <w:numPr>
          <w:ilvl w:val="1"/>
          <w:numId w:val="5"/>
        </w:numPr>
      </w:pPr>
      <w:r>
        <w:t>Kyselyssä voidaan antaa tieto, kuinka monta hakutulosta (koostemerkintää) halutaan palautettavaksi yhdellä sivulla. Mikäli sivukooksi annetaan Potilastietovarannossa määriteltyä sivun ylärajaa suurempi arvo, Potilastietovaranto palauttaa korkeintaan ylärajan mukaisen määrän hakutuloksia / sivu. Sivukoko vaikuttaa vain palautuvien koosteasiakirjojen sisältöön, terveys- ja hoitosuunnitelma ei kuulu sivutuksen piiriin.  [LM4]</w:t>
      </w:r>
    </w:p>
    <w:p w14:paraId="60752C52" w14:textId="77777777" w:rsidR="003920BA" w:rsidRDefault="003920BA" w:rsidP="003920BA">
      <w:pPr>
        <w:pStyle w:val="Numeroituluettelo"/>
        <w:spacing w:after="0"/>
      </w:pPr>
      <w:r>
        <w:t>Järjestelmä vastaanottaa hakutuloksen [V3]</w:t>
      </w:r>
    </w:p>
    <w:p w14:paraId="0A3234C3" w14:textId="77777777" w:rsidR="003920BA" w:rsidRDefault="003920BA" w:rsidP="003920BA">
      <w:pPr>
        <w:pStyle w:val="Luettelokappale"/>
        <w:numPr>
          <w:ilvl w:val="0"/>
          <w:numId w:val="38"/>
        </w:numPr>
        <w:spacing w:before="0"/>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431ED0B1" w14:textId="77777777" w:rsidR="003920BA" w:rsidRDefault="003920BA" w:rsidP="003920BA">
      <w:pPr>
        <w:pStyle w:val="Luettelokappale"/>
        <w:numPr>
          <w:ilvl w:val="0"/>
          <w:numId w:val="38"/>
        </w:numPr>
      </w:pPr>
      <w:r>
        <w:t xml:space="preserve">Keskeisten terveystietojen haussa terveys- ja hoitosuunnitelmasta palautuu vain viimeisin versio (vrt. luovutushaut, jotka voivat palauttaa terveys- ja hoitosuunnitelmasta useita eri aikoina syntyneitä kappaleita). </w:t>
      </w:r>
    </w:p>
    <w:p w14:paraId="1038E474" w14:textId="77777777" w:rsidR="003920BA" w:rsidRDefault="003920BA" w:rsidP="003920BA">
      <w:pPr>
        <w:pStyle w:val="Luettelokappale"/>
        <w:numPr>
          <w:ilvl w:val="0"/>
          <w:numId w:val="38"/>
        </w:numPr>
      </w:pPr>
      <w:r>
        <w:t xml:space="preserve">Jos haun tulosta ei pystytä palauttamaan kokonaisuudessaan yhdellä hakukerralla, Potilastietovaranto palauttaa sivutetun vastauksen sekä tiedot jatkokyselyä varten [LM4]  </w:t>
      </w:r>
    </w:p>
    <w:p w14:paraId="71A0FAEC" w14:textId="77777777" w:rsidR="003920BA" w:rsidRDefault="003920BA" w:rsidP="003920BA">
      <w:pPr>
        <w:pStyle w:val="Luettelokappale"/>
        <w:numPr>
          <w:ilvl w:val="0"/>
          <w:numId w:val="38"/>
        </w:numPr>
      </w:pPr>
      <w:r>
        <w:t xml:space="preserve">Tilanteessa A (PPCS1): Mikäli toimialojen välinen luovutuslupa puuttuu, palautetaan järjestelmälle paluusanomassa tieto luovutusluvan puuttumisesta. </w:t>
      </w:r>
      <w:r>
        <w:br/>
        <w:t xml:space="preserve">Terveys- ja hoitosuunnitelmaa ei palauteta lainkaan, jos uusimman version palauttaminen ei ole luovutusluvan perusteella sallittu. </w:t>
      </w:r>
    </w:p>
    <w:p w14:paraId="47C72632" w14:textId="77777777" w:rsidR="003920BA" w:rsidRDefault="003920BA" w:rsidP="003920BA">
      <w:pPr>
        <w:ind w:left="2118"/>
      </w:pPr>
    </w:p>
    <w:p w14:paraId="3E112CBF" w14:textId="77777777" w:rsidR="003920BA" w:rsidRDefault="003920BA" w:rsidP="003920BA">
      <w:pPr>
        <w:pStyle w:val="Numeroituluettelo"/>
      </w:pPr>
      <w:r>
        <w:t>Järjestelmä käsittelee haettuja tietoja oman säännöstönsä mukaisesti.</w:t>
      </w:r>
    </w:p>
    <w:p w14:paraId="33EE7A66" w14:textId="77777777" w:rsidR="003920BA" w:rsidRPr="00F56839" w:rsidRDefault="003920BA" w:rsidP="003920BA">
      <w:pPr>
        <w:pStyle w:val="Numeroituluettelo"/>
      </w:pPr>
      <w:r>
        <w:t>Käyttötapaus päättyy.</w:t>
      </w:r>
    </w:p>
    <w:p w14:paraId="5EDA5AD1" w14:textId="77777777" w:rsidR="003920BA" w:rsidRDefault="003920BA" w:rsidP="003920BA">
      <w:pPr>
        <w:pStyle w:val="Otsikko2"/>
      </w:pPr>
      <w:r w:rsidRPr="009F703C">
        <w:t>Virhetilanteet</w:t>
      </w:r>
    </w:p>
    <w:p w14:paraId="79DAF3DE" w14:textId="77777777" w:rsidR="003920BA" w:rsidRDefault="003920BA" w:rsidP="003920BA">
      <w:pPr>
        <w:pStyle w:val="Leipteksti"/>
        <w:spacing w:after="0"/>
      </w:pPr>
      <w:r>
        <w:t>V1 Hakusanoman tarvitsemien tietojen tuottaminen ei onnistu. Järjestelmä antaa ilmoituksen käyttäjälle tai tallentaa tiedon jatkokäsittelyä varten. Käyttötapaus päättyy.</w:t>
      </w:r>
    </w:p>
    <w:p w14:paraId="5FCA73B9" w14:textId="77777777" w:rsidR="003920BA" w:rsidRDefault="003920BA" w:rsidP="003920BA">
      <w:pPr>
        <w:pStyle w:val="Leipteksti"/>
        <w:spacing w:after="0"/>
      </w:pPr>
      <w:r>
        <w:t>V2 Hakusanoman muodostaminen ei onnistu. Järjestelmä antaa ilmoituksen käyttäjälle tai tallentaa tiedon jatkokäsittelyä varten. Käyttötapaus päättyy.</w:t>
      </w:r>
    </w:p>
    <w:p w14:paraId="74C66595" w14:textId="77777777" w:rsidR="003920BA" w:rsidRPr="00190381" w:rsidRDefault="003920BA" w:rsidP="003920BA">
      <w:pPr>
        <w:pStyle w:val="Leipteksti"/>
      </w:pPr>
      <w:r>
        <w:t>V3 Haun tuloksen vastaanottaminen ei onnistu. Järjestelmä antaa ilmoituksen käyttäjälle tai tallentaa tiedon jatkokäsittelyä varten. Käyttötapaus päättyy.</w:t>
      </w:r>
    </w:p>
    <w:p w14:paraId="7A33FC1D" w14:textId="77777777" w:rsidR="003920BA" w:rsidRDefault="003920BA" w:rsidP="003920BA">
      <w:pPr>
        <w:pStyle w:val="Otsikko2"/>
      </w:pPr>
      <w:r>
        <w:t>Lisätiedot</w:t>
      </w:r>
    </w:p>
    <w:p w14:paraId="375BCF75" w14:textId="77777777" w:rsidR="003920BA" w:rsidRDefault="003920BA" w:rsidP="003920BA">
      <w:pPr>
        <w:pStyle w:val="Leipteksti"/>
      </w:pPr>
      <w:r w:rsidRPr="00B972D2">
        <w:t xml:space="preserve">LT1 </w:t>
      </w:r>
      <w:r>
        <w:t xml:space="preserve">Toimialojen välisen tietojen luovuttamisen periaatteet on kuvattu dokumentissa </w:t>
      </w:r>
      <w:r w:rsidRPr="00FC4953">
        <w:t>Asiakas- ja potilastietojen luovutustenhallinnan yleiskuvaus</w:t>
      </w:r>
      <w:r>
        <w:t xml:space="preserve"> [LM13].</w:t>
      </w:r>
    </w:p>
    <w:p w14:paraId="58329D22" w14:textId="77777777" w:rsidR="003920BA" w:rsidRDefault="003920BA" w:rsidP="003920BA">
      <w:pPr>
        <w:pStyle w:val="Leipteksti"/>
      </w:pPr>
      <w:r>
        <w:t xml:space="preserve">LT2 Toimialojen välisen luovutusluvan (luvan luovuttaa potilastietoja sosiaalihuoltoon) käsittelyn periaatteet on kuvattu dokumentissa </w:t>
      </w:r>
      <w:r w:rsidRPr="00775C04">
        <w:t>Sosiaali- ja terveydenhuollon tahdonilmaisuja käsittelevien tietojärjestelmien vaatimukset ja toiminnallinen määrittely</w:t>
      </w:r>
      <w:r>
        <w:t xml:space="preserve"> [LM14].</w:t>
      </w:r>
      <w:r>
        <w:br/>
        <w:t xml:space="preserve">Toimialojen välinen luovutuslupa toteutetaan FHIR-standardin mukaisesti, eikä sitä kuvata tässä dokumentissa. Luovutusluvan tietosisältö, tallennus ja haku on kuvattu Simplifier-soveltamisoppaassa [LM15]. </w:t>
      </w:r>
    </w:p>
    <w:p w14:paraId="28C31531" w14:textId="77777777" w:rsidR="003920BA" w:rsidRDefault="003920BA" w:rsidP="003920BA">
      <w:pPr>
        <w:pStyle w:val="Leipteksti"/>
      </w:pPr>
      <w:r>
        <w:t>LT3 Perusteet luovutusluvan ohittavalle haulle on kuvattu dokumentissa Potilastietovarannon toiminnalliset vaatimukset sosiaali- ja terveydenhuollon tietojärjestelmille [LM1].</w:t>
      </w:r>
    </w:p>
    <w:p w14:paraId="5F10CB98" w14:textId="77777777" w:rsidR="003920BA" w:rsidRDefault="003920BA" w:rsidP="003920BA">
      <w:pPr>
        <w:pStyle w:val="Leipteksti"/>
      </w:pPr>
      <w:r>
        <w:t>LT4 Perusteet viranomaisen tekemälle haulle on kuvattu dokumentissa Potilastietovarannon toiminnalliset vaatimukset sosiaali- ja terveydenhuollon tietojärjestelmille [LM1].</w:t>
      </w:r>
    </w:p>
    <w:p w14:paraId="225F7B69" w14:textId="77777777" w:rsidR="003920BA" w:rsidRPr="00EF6315" w:rsidRDefault="003920BA" w:rsidP="003920BA">
      <w:pPr>
        <w:rPr>
          <w:color w:val="FF0000"/>
          <w:szCs w:val="20"/>
        </w:rPr>
      </w:pPr>
    </w:p>
    <w:p w14:paraId="440E21EB" w14:textId="77777777" w:rsidR="003920BA" w:rsidRDefault="003920BA" w:rsidP="003920BA">
      <w:pPr>
        <w:pStyle w:val="Leipteksti"/>
      </w:pPr>
    </w:p>
    <w:p w14:paraId="6D3805BE" w14:textId="77777777" w:rsidR="003920BA" w:rsidRPr="00335DFB" w:rsidRDefault="003920BA" w:rsidP="003920BA">
      <w:pPr>
        <w:pStyle w:val="Leipteksti"/>
      </w:pPr>
    </w:p>
    <w:p w14:paraId="19412DE8" w14:textId="77777777" w:rsidR="003920BA" w:rsidRDefault="003920BA" w:rsidP="003920BA">
      <w:pPr>
        <w:rPr>
          <w:rFonts w:asciiTheme="majorHAnsi" w:eastAsiaTheme="majorEastAsia" w:hAnsiTheme="majorHAnsi" w:cstheme="majorBidi"/>
          <w:bCs/>
          <w:sz w:val="32"/>
          <w:szCs w:val="28"/>
        </w:rPr>
      </w:pPr>
      <w:r>
        <w:br w:type="page"/>
      </w:r>
    </w:p>
    <w:p w14:paraId="748AD5B3" w14:textId="77777777" w:rsidR="003920BA" w:rsidRDefault="003920BA" w:rsidP="003920BA">
      <w:pPr>
        <w:pStyle w:val="Otsikko1"/>
      </w:pPr>
      <w:bookmarkStart w:id="58" w:name="_Toc216782575"/>
      <w:r>
        <w:t>Hae vanhoja potilastietoja sosiaalihuoltoon</w:t>
      </w:r>
      <w:bookmarkEnd w:id="58"/>
    </w:p>
    <w:p w14:paraId="0D352B9E" w14:textId="77777777" w:rsidR="003920BA" w:rsidRDefault="003920BA" w:rsidP="003920BA">
      <w:pPr>
        <w:pStyle w:val="Otsikko2"/>
      </w:pPr>
      <w:r w:rsidRPr="009F703C">
        <w:t>Käyttötapauksen yleiskuvaus ja lopputulos</w:t>
      </w:r>
    </w:p>
    <w:p w14:paraId="4BD6FBFA" w14:textId="77777777" w:rsidR="003920BA" w:rsidRDefault="003920BA" w:rsidP="003920BA">
      <w:pPr>
        <w:pStyle w:val="Leipteksti"/>
        <w:rPr>
          <w:szCs w:val="20"/>
        </w:rPr>
      </w:pPr>
      <w:r>
        <w:rPr>
          <w:szCs w:val="20"/>
        </w:rPr>
        <w:t>Käyttötapaus kuvaa vanhojen potilastietojen haun sosiaalihuollon organisaation käyttöön. Kyseessä on luovutushaku, joka kohdistuu Potilastietovarannossa kaikkien rekisterinpitäjien ennen Kanta-käyttöönottoa syntyneisiin hoitoasiakirjoihin tai niiden kuvailutietoihin. Vanhoja potilastietoja voidaan hakea sosiaalihuoltoon vain viranomaisen laajan tiedonsaantioikeuden perusteella. Haussa ei huomioida terveydenhuollon luovutuskieltoja eikä toimialat ylittävän luovutuksen luovutuslupaa. Sosiaalihuollosta tehtävässä potilastietojen haussa hoitosuhdetta ei todenneta Potilastietovarannossa, vaan asiallinen yhteys tarkastetaan Sosiaalihuollon asiakastietovarannon säännöin. [LT1, LT2]</w:t>
      </w:r>
    </w:p>
    <w:p w14:paraId="118D8CC6" w14:textId="77777777" w:rsidR="003920BA" w:rsidRDefault="003920BA" w:rsidP="003920BA">
      <w:pPr>
        <w:pStyle w:val="Leipteksti"/>
        <w:spacing w:after="0"/>
        <w:rPr>
          <w:szCs w:val="20"/>
        </w:rPr>
      </w:pPr>
      <w:r>
        <w:rPr>
          <w:szCs w:val="20"/>
        </w:rPr>
        <w:t xml:space="preserve">Hakutilanteet: </w:t>
      </w:r>
    </w:p>
    <w:p w14:paraId="7E5E516E" w14:textId="77777777" w:rsidR="003920BA" w:rsidRDefault="003920BA" w:rsidP="003920BA">
      <w:pPr>
        <w:pStyle w:val="Leipteksti"/>
        <w:numPr>
          <w:ilvl w:val="0"/>
          <w:numId w:val="5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0366F06F" w14:textId="77777777" w:rsidR="003920BA" w:rsidRDefault="003920BA" w:rsidP="003920BA">
      <w:pPr>
        <w:pStyle w:val="Leipteksti"/>
        <w:numPr>
          <w:ilvl w:val="0"/>
          <w:numId w:val="58"/>
        </w:numPr>
      </w:pPr>
      <w:r>
        <w:t>Asiakirjojen haku. Haun tuloksena palautuu hoitoasiakirjoja ja/tai palvelutapahtuma-asiakirjoja.</w:t>
      </w:r>
    </w:p>
    <w:p w14:paraId="1F229563" w14:textId="77777777" w:rsidR="003920BA" w:rsidRDefault="003920BA" w:rsidP="003920BA">
      <w:pPr>
        <w:pStyle w:val="Leipteksti"/>
        <w:spacing w:after="0"/>
      </w:pPr>
      <w:r>
        <w:t>Haku rajautuu tässä käyttötapauksessa potilaan mukaan:</w:t>
      </w:r>
    </w:p>
    <w:p w14:paraId="0CC9C040" w14:textId="77777777" w:rsidR="003920BA" w:rsidRDefault="003920BA" w:rsidP="003920BA">
      <w:pPr>
        <w:pStyle w:val="Luettelokappale"/>
        <w:numPr>
          <w:ilvl w:val="0"/>
          <w:numId w:val="38"/>
        </w:numPr>
        <w:spacing w:before="0"/>
      </w:pPr>
      <w:r>
        <w:t>Haetaan yhden potilaan tiedot: Potilastietoja voidaan luovutushaussa hakea henkilötunnuksella, tilapäinen yksilöintitunnus ei ole sallittu.</w:t>
      </w:r>
    </w:p>
    <w:p w14:paraId="32E0FD17" w14:textId="77777777" w:rsidR="003920BA" w:rsidRDefault="003920BA" w:rsidP="003920BA">
      <w:pPr>
        <w:pStyle w:val="Luettelokappale"/>
        <w:spacing w:before="0"/>
        <w:ind w:left="2478"/>
      </w:pPr>
    </w:p>
    <w:p w14:paraId="7C5A2AC7" w14:textId="77777777" w:rsidR="003920BA" w:rsidRPr="004F013D" w:rsidRDefault="003920BA" w:rsidP="003920BA">
      <w:pPr>
        <w:pStyle w:val="Leipteksti"/>
      </w:pPr>
      <w:r>
        <w:t>Käyttötapauksen lopputuloksena hakeva järjestelmä on vastaanottanut Potilastietovarannon palauttaman hakuparametrien mukaisesti rajatun haun tuloksen kaikkien rekisterinpitäjien vanhoista hoito- ja/tai palvelutapahtuma-asiakirjoista tai niiden kuvailutiedoista.</w:t>
      </w:r>
    </w:p>
    <w:p w14:paraId="2A2802D0" w14:textId="77777777" w:rsidR="003920BA" w:rsidRDefault="003920BA" w:rsidP="003920BA">
      <w:pPr>
        <w:pStyle w:val="Otsikko2"/>
      </w:pPr>
      <w:r w:rsidRPr="009F703C">
        <w:t>Käyttäjäroolit</w:t>
      </w:r>
    </w:p>
    <w:p w14:paraId="5C00BC67" w14:textId="77777777" w:rsidR="003920BA" w:rsidRDefault="003920BA" w:rsidP="003920BA">
      <w:pPr>
        <w:pStyle w:val="Numeroituluettelo"/>
        <w:keepNext/>
      </w:pPr>
      <w:r>
        <w:t>Kantaan liittynyt järjestelmä, asiakas- tai potilastietojärjestelmä, jatkossa Järjestelmä</w:t>
      </w:r>
    </w:p>
    <w:p w14:paraId="2348A944" w14:textId="77777777" w:rsidR="003920BA" w:rsidRPr="004F013D" w:rsidRDefault="003920BA" w:rsidP="003920BA">
      <w:pPr>
        <w:pStyle w:val="Numeroituluettelo"/>
      </w:pPr>
      <w:r>
        <w:t>Potilastietovaranto ja Kanta-viestinvälitys, jatkossa Potilastietovaranto</w:t>
      </w:r>
    </w:p>
    <w:p w14:paraId="3592541F" w14:textId="77777777" w:rsidR="003920BA" w:rsidRDefault="003920BA" w:rsidP="003920BA">
      <w:pPr>
        <w:pStyle w:val="Otsikko2"/>
      </w:pPr>
      <w:r w:rsidRPr="009F703C">
        <w:t>Esiehdot</w:t>
      </w:r>
    </w:p>
    <w:p w14:paraId="49B1E880" w14:textId="77777777" w:rsidR="003920BA" w:rsidRDefault="003920BA" w:rsidP="003920BA">
      <w:pPr>
        <w:pStyle w:val="Numeroituluettelo"/>
      </w:pPr>
      <w:r>
        <w:t>Potilas on yksilöity henkilötunnuksella</w:t>
      </w:r>
    </w:p>
    <w:p w14:paraId="49315C07" w14:textId="77777777" w:rsidR="003920BA" w:rsidRDefault="003920BA" w:rsidP="003920BA">
      <w:pPr>
        <w:pStyle w:val="Numeroituluettelo"/>
      </w:pPr>
      <w:r>
        <w:t>Järjestelmässä on tiedossa joko käyttäjän antamana tai järjestelmän päättelemänä tarvittavat hakuparametrit</w:t>
      </w:r>
    </w:p>
    <w:p w14:paraId="05A4571B" w14:textId="77777777" w:rsidR="003920BA" w:rsidRDefault="003920BA" w:rsidP="003920BA">
      <w:pPr>
        <w:pStyle w:val="Numeroituluettelo"/>
      </w:pPr>
      <w:r>
        <w:t>Jos kyseessä on sivutetun hakutuloksen jatkohaku, järjestelmällä on tiedossa Potilastietovarannon palauttamat tiedot jatkohakua varten [LM4].</w:t>
      </w:r>
    </w:p>
    <w:p w14:paraId="0CAE6321" w14:textId="77777777" w:rsidR="003920BA" w:rsidRDefault="003920BA" w:rsidP="003920BA">
      <w:pPr>
        <w:pStyle w:val="Otsikko2"/>
        <w:spacing w:before="240"/>
      </w:pPr>
      <w:r w:rsidRPr="009F703C">
        <w:t>Normaali tapahtumankulku</w:t>
      </w:r>
    </w:p>
    <w:p w14:paraId="191DA4EF" w14:textId="77777777" w:rsidR="003920BA" w:rsidRDefault="003920BA" w:rsidP="003920BA">
      <w:pPr>
        <w:pStyle w:val="Numeroituluettelo"/>
      </w:pPr>
      <w:r>
        <w:t>Järjestelmä tuottaa hakusanoman tarvitsemat tiedot dokumentin HL7 Medical Records -sanomat mukaisesti [LM4, V1]</w:t>
      </w:r>
    </w:p>
    <w:p w14:paraId="214D244A" w14:textId="77777777" w:rsidR="003920BA" w:rsidRDefault="003920BA" w:rsidP="003920BA">
      <w:pPr>
        <w:pStyle w:val="Numeroituluettelo"/>
        <w:spacing w:after="0"/>
      </w:pPr>
      <w:r>
        <w:t>Järjestelmä muodostaa hakusanoman ja tekee haun Arkistosta alikäyttötapauksen Hae tiedot mukaisesti. [V2]</w:t>
      </w:r>
    </w:p>
    <w:p w14:paraId="2775FEF4" w14:textId="77777777" w:rsidR="003920BA" w:rsidRDefault="003920BA" w:rsidP="003920BA">
      <w:pPr>
        <w:pStyle w:val="Luettelokappale"/>
        <w:numPr>
          <w:ilvl w:val="0"/>
          <w:numId w:val="38"/>
        </w:numPr>
      </w:pPr>
      <w:r>
        <w:t>MR-sanoma on</w:t>
      </w:r>
    </w:p>
    <w:p w14:paraId="74C2A8D6" w14:textId="77777777" w:rsidR="003920BA" w:rsidRDefault="003920BA" w:rsidP="003920BA">
      <w:pPr>
        <w:pStyle w:val="Luettelokappale"/>
        <w:numPr>
          <w:ilvl w:val="1"/>
          <w:numId w:val="5"/>
        </w:numPr>
      </w:pPr>
      <w:r>
        <w:t>tilanteessa A (kuvailutiedot): RCMR_IN100029FI01</w:t>
      </w:r>
    </w:p>
    <w:p w14:paraId="6AD3FD8B" w14:textId="77777777" w:rsidR="003920BA" w:rsidRDefault="003920BA" w:rsidP="003920BA">
      <w:pPr>
        <w:pStyle w:val="Luettelokappale"/>
        <w:numPr>
          <w:ilvl w:val="1"/>
          <w:numId w:val="5"/>
        </w:numPr>
      </w:pPr>
      <w:r>
        <w:t>tilanteessa B (asiakirjat): RCMR_IN100031FI01</w:t>
      </w:r>
    </w:p>
    <w:p w14:paraId="61B2BB99" w14:textId="77777777" w:rsidR="003920BA" w:rsidRDefault="003920BA" w:rsidP="003920BA">
      <w:pPr>
        <w:pStyle w:val="Luettelokappale"/>
        <w:numPr>
          <w:ilvl w:val="0"/>
          <w:numId w:val="38"/>
        </w:numPr>
      </w:pPr>
      <w:r>
        <w:t>Palvelupyyntö on PP36S3, Vanhojen potilastietojen haku sosiaalihuoltoon viranomaisen laajalla tiedonsaantioikeudella [LK3]</w:t>
      </w:r>
    </w:p>
    <w:p w14:paraId="20D3D166" w14:textId="77777777" w:rsidR="003920BA" w:rsidRDefault="003920BA" w:rsidP="003920BA">
      <w:pPr>
        <w:pStyle w:val="Luettelokappale"/>
        <w:numPr>
          <w:ilvl w:val="0"/>
          <w:numId w:val="38"/>
        </w:numPr>
      </w:pPr>
      <w:r>
        <w:t>Kattavuus: Haetaan viimeisimmät versiot (1) [LK6]. Kaikkien versioiden haku ei ole sallittu.</w:t>
      </w:r>
    </w:p>
    <w:p w14:paraId="7914F059" w14:textId="77777777" w:rsidR="003920BA" w:rsidRDefault="003920BA" w:rsidP="003920BA">
      <w:pPr>
        <w:pStyle w:val="Luettelokappale"/>
        <w:numPr>
          <w:ilvl w:val="0"/>
          <w:numId w:val="38"/>
        </w:numPr>
      </w:pPr>
      <w:r>
        <w:t xml:space="preserve">Käyttötilanne: </w:t>
      </w:r>
      <w:r w:rsidRPr="00D653F8">
        <w:t xml:space="preserve">Toisen rekisterinpitäjän tietojen käyttö </w:t>
      </w:r>
      <w:r>
        <w:t xml:space="preserve">(3) tai </w:t>
      </w:r>
      <w:r w:rsidRPr="00D653F8">
        <w:t xml:space="preserve">Palveluntuottajan rekisterinkäyttöoikeuteen perustuva toisen rekisterinpitäjän tietojen käyttö </w:t>
      </w:r>
      <w:r>
        <w:t>(6) [LK15]</w:t>
      </w:r>
    </w:p>
    <w:p w14:paraId="33556C4F" w14:textId="77777777" w:rsidR="003920BA" w:rsidRDefault="003920BA" w:rsidP="003920BA">
      <w:pPr>
        <w:pStyle w:val="Luettelokappale"/>
        <w:numPr>
          <w:ilvl w:val="0"/>
          <w:numId w:val="38"/>
        </w:numPr>
      </w:pPr>
      <w:r>
        <w:t>Laajan tiedonhaun peruste: koodiston mukainen arvo [LK16]</w:t>
      </w:r>
    </w:p>
    <w:p w14:paraId="6F28F4C7" w14:textId="77777777" w:rsidR="003920BA" w:rsidRDefault="003920BA" w:rsidP="003920BA">
      <w:pPr>
        <w:pStyle w:val="Luettelokappale"/>
        <w:numPr>
          <w:ilvl w:val="0"/>
          <w:numId w:val="38"/>
        </w:numPr>
      </w:pPr>
      <w:r>
        <w:t>Lisäksi tilanteessa A (kuvailutiedot): kuvailutietojen haun kohdistus asiakirja- tai palvelutapahtuma-tasolle [LK5]</w:t>
      </w:r>
    </w:p>
    <w:p w14:paraId="11436D95" w14:textId="77777777" w:rsidR="003920BA" w:rsidRDefault="003920BA" w:rsidP="003920BA">
      <w:pPr>
        <w:pStyle w:val="Luettelokappale"/>
        <w:numPr>
          <w:ilvl w:val="1"/>
          <w:numId w:val="5"/>
        </w:numPr>
      </w:pPr>
      <w:r>
        <w:t>Jos kuvailutiedot haetaan palvelutapahtumatasolla (1), tuloksena saadaan palvelutapahtuma-asiakirjojen kuvailutiedot</w:t>
      </w:r>
    </w:p>
    <w:p w14:paraId="62CFA732" w14:textId="77777777" w:rsidR="003920BA" w:rsidRDefault="003920BA" w:rsidP="003920BA">
      <w:pPr>
        <w:pStyle w:val="Luettelokappale"/>
        <w:numPr>
          <w:ilvl w:val="1"/>
          <w:numId w:val="5"/>
        </w:numPr>
      </w:pPr>
      <w:r>
        <w:t>Jos kuvailutiedot haetaan asiakirjatasolla (2), tuloksena saadaan hoitoasiakirjojen ja palvelutapahtuma-asiakirjojen kuvailutiedot</w:t>
      </w:r>
    </w:p>
    <w:p w14:paraId="534E2099" w14:textId="77777777" w:rsidR="003920BA" w:rsidRDefault="003920BA" w:rsidP="003920BA">
      <w:pPr>
        <w:pStyle w:val="Luettelokappale"/>
        <w:numPr>
          <w:ilvl w:val="0"/>
          <w:numId w:val="38"/>
        </w:numPr>
      </w:pPr>
      <w:r>
        <w:t>Lisäksi tilanteessa B (asiakirjat): Kyselysanomassa ei välitetä ’kuvailutietojen haun kohdistus asiakirja- tai palvelutapahtumatasolle’ –tietoa.</w:t>
      </w:r>
    </w:p>
    <w:p w14:paraId="77457BF3" w14:textId="77777777" w:rsidR="003920BA" w:rsidRDefault="003920BA" w:rsidP="003920BA">
      <w:pPr>
        <w:pStyle w:val="Luettelokappale"/>
        <w:numPr>
          <w:ilvl w:val="0"/>
          <w:numId w:val="38"/>
        </w:numPr>
      </w:pPr>
      <w:r>
        <w:t>Lisäksi tarvittaessa annetaan tiedot</w:t>
      </w:r>
    </w:p>
    <w:p w14:paraId="3FB10879" w14:textId="77777777" w:rsidR="003920BA" w:rsidRDefault="003920BA" w:rsidP="003920BA">
      <w:pPr>
        <w:pStyle w:val="Luettelokappale"/>
        <w:numPr>
          <w:ilvl w:val="1"/>
          <w:numId w:val="38"/>
        </w:numPr>
      </w:pPr>
      <w:r>
        <w:t>Asiakastietojen katselun erityinen syy [LK17]</w:t>
      </w:r>
    </w:p>
    <w:p w14:paraId="059ED2B7" w14:textId="77777777" w:rsidR="003920BA" w:rsidRDefault="003920BA" w:rsidP="003920BA">
      <w:pPr>
        <w:pStyle w:val="Luettelokappale"/>
        <w:numPr>
          <w:ilvl w:val="1"/>
          <w:numId w:val="38"/>
        </w:numPr>
      </w:pPr>
      <w:r>
        <w:t>Palvelun järjestäjä, jos kyseessä on rekisterinkäyttöoikeudella tapahtunut haku [LM4]</w:t>
      </w:r>
    </w:p>
    <w:p w14:paraId="39067845" w14:textId="77777777" w:rsidR="003920BA" w:rsidRDefault="003920BA" w:rsidP="003920BA">
      <w:pPr>
        <w:pStyle w:val="Luettelokappale"/>
        <w:numPr>
          <w:ilvl w:val="0"/>
          <w:numId w:val="38"/>
        </w:numPr>
      </w:pPr>
      <w:r>
        <w:t>Hakuparametrit: haun rajaamiseen voidaan käyttää palvelupyynnöllä käytössä olevia parametreja [LM4]</w:t>
      </w:r>
    </w:p>
    <w:p w14:paraId="4840B4F9" w14:textId="77777777" w:rsidR="003920BA" w:rsidRDefault="003920BA" w:rsidP="003920BA">
      <w:pPr>
        <w:pStyle w:val="Luettelokappale"/>
        <w:numPr>
          <w:ilvl w:val="1"/>
          <w:numId w:val="5"/>
        </w:numPr>
      </w:pPr>
      <w:r>
        <w:t>pakollinen parametri henkilötunnus</w:t>
      </w:r>
    </w:p>
    <w:p w14:paraId="756BA05A" w14:textId="77777777" w:rsidR="003920BA" w:rsidRDefault="003920BA" w:rsidP="003920BA">
      <w:pPr>
        <w:pStyle w:val="Luettelokappale"/>
        <w:numPr>
          <w:ilvl w:val="0"/>
          <w:numId w:val="5"/>
        </w:numPr>
        <w:spacing w:after="0"/>
      </w:pPr>
      <w:r>
        <w:t>Kyselyssä voidaan antaa tieto, kuinka monta hakutulosta halutaan palautettavaksi yhdellä sivulla. Mikäli sivukooksi annetaan Potilastietovarannossa määriteltyä sivun ylärajaa suurempi arvo, Potilastietovaranto palauttaa korkeintaan ylärajan mukaisen määrän hakutuloksia / sivu. [LM4]</w:t>
      </w:r>
    </w:p>
    <w:p w14:paraId="3CF38C1D" w14:textId="77777777" w:rsidR="003920BA" w:rsidRDefault="003920BA" w:rsidP="003920BA"/>
    <w:p w14:paraId="66531245" w14:textId="77777777" w:rsidR="003920BA" w:rsidRDefault="003920BA" w:rsidP="003920BA">
      <w:pPr>
        <w:pStyle w:val="Numeroituluettelo"/>
        <w:spacing w:after="0"/>
      </w:pPr>
      <w:r>
        <w:t>Järjestelmä vastaanottaa hakutuloksen [V3]</w:t>
      </w:r>
    </w:p>
    <w:p w14:paraId="1BF0C3D3" w14:textId="77777777" w:rsidR="003920BA" w:rsidRDefault="003920BA" w:rsidP="003920BA">
      <w:pPr>
        <w:pStyle w:val="Luettelokappale"/>
        <w:numPr>
          <w:ilvl w:val="0"/>
          <w:numId w:val="38"/>
        </w:numPr>
      </w:pPr>
      <w:r>
        <w:t>Luovutushaku palauttaa myös keskeisten terveystietojen ylläpidettävät asiakirjat ja/tai niiden kuvailutiedot, mikäli ne sisältyvät haettuun tulosjoukkoon.</w:t>
      </w:r>
    </w:p>
    <w:p w14:paraId="7E95388F" w14:textId="77777777" w:rsidR="003920BA" w:rsidRDefault="003920BA" w:rsidP="003920BA">
      <w:pPr>
        <w:pStyle w:val="Luettelokappale"/>
        <w:numPr>
          <w:ilvl w:val="0"/>
          <w:numId w:val="38"/>
        </w:numPr>
      </w:pPr>
      <w:r>
        <w:t>Jos haun tulosta ei pystytä palauttamaan kokonaisuudessaan yhdellä hakukerralla, Potilastietovaranto palauttaa sivutetun vastauksen sekä tiedot jatkokyselyä varten [LM4]</w:t>
      </w:r>
    </w:p>
    <w:p w14:paraId="3DA7CE05" w14:textId="77777777" w:rsidR="003920BA" w:rsidRDefault="003920BA" w:rsidP="003920BA">
      <w:pPr>
        <w:ind w:left="2118"/>
      </w:pPr>
    </w:p>
    <w:p w14:paraId="69976A42" w14:textId="77777777" w:rsidR="003920BA" w:rsidRDefault="003920BA" w:rsidP="003920BA">
      <w:pPr>
        <w:pStyle w:val="Numeroituluettelo"/>
      </w:pPr>
      <w:r>
        <w:t>Järjestelmä käsittelee haettuja tietoja oman säännöstönsä mukaisesti.</w:t>
      </w:r>
    </w:p>
    <w:p w14:paraId="70D45B03" w14:textId="77777777" w:rsidR="003920BA" w:rsidRPr="004F013D" w:rsidRDefault="003920BA" w:rsidP="003920BA">
      <w:pPr>
        <w:pStyle w:val="Numeroituluettelo"/>
      </w:pPr>
      <w:r>
        <w:t>Käyttötapaus päättyy.</w:t>
      </w:r>
    </w:p>
    <w:p w14:paraId="1DB477A8" w14:textId="77777777" w:rsidR="003920BA" w:rsidRDefault="003920BA" w:rsidP="003920BA">
      <w:pPr>
        <w:pStyle w:val="Otsikko2"/>
      </w:pPr>
      <w:r w:rsidRPr="009F703C">
        <w:t>Virhetilanteet</w:t>
      </w:r>
    </w:p>
    <w:p w14:paraId="2F5F1B5C" w14:textId="77777777" w:rsidR="003920BA" w:rsidRDefault="003920BA" w:rsidP="003920BA">
      <w:pPr>
        <w:pStyle w:val="Leipteksti"/>
        <w:spacing w:after="0"/>
      </w:pPr>
      <w:r>
        <w:t>V1 Hakusanoman tarvitsemien tietojen tuottaminen ei onnistu Järjestelmä antaa ilmoituksen käyttäjälle tai tallentaa tiedon jatkokäsittelyä varten. Käyttötapaus päättyy.</w:t>
      </w:r>
    </w:p>
    <w:p w14:paraId="6EA95C28" w14:textId="77777777" w:rsidR="003920BA" w:rsidRDefault="003920BA" w:rsidP="003920BA">
      <w:pPr>
        <w:pStyle w:val="Leipteksti"/>
        <w:spacing w:after="0"/>
      </w:pPr>
      <w:r>
        <w:t>V2 Hakusanoman muodostaminen ei onnistu Järjestelmä antaa ilmoituksen käyttäjälle tai tallentaa tiedon jatkokäsittelyä varten. Käyttötapaus päättyy.</w:t>
      </w:r>
    </w:p>
    <w:p w14:paraId="72414C29" w14:textId="77777777" w:rsidR="003920BA" w:rsidRDefault="003920BA" w:rsidP="003920BA">
      <w:pPr>
        <w:pStyle w:val="Leipteksti"/>
      </w:pPr>
      <w:r>
        <w:t>V3 Haun tuloksen vastaanottaminen ei onnistu. Järjestelmä antaa ilmoituksen käyttäjälle tai tallentaa tiedon jatkokäsittelyä varten. Käyttötapaus päättyy.</w:t>
      </w:r>
    </w:p>
    <w:p w14:paraId="4E13B4CF" w14:textId="77777777" w:rsidR="003920BA" w:rsidRDefault="003920BA" w:rsidP="003920BA">
      <w:pPr>
        <w:pStyle w:val="Otsikko2"/>
      </w:pPr>
      <w:r>
        <w:t>Lisätiedot</w:t>
      </w:r>
    </w:p>
    <w:p w14:paraId="650C4309" w14:textId="77777777" w:rsidR="003920BA" w:rsidRDefault="003920BA" w:rsidP="003920BA">
      <w:pPr>
        <w:pStyle w:val="Leipteksti"/>
      </w:pPr>
      <w:r w:rsidRPr="00B972D2">
        <w:t xml:space="preserve">LT1 </w:t>
      </w:r>
      <w:r>
        <w:t xml:space="preserve">Toimialojen välisen tietojen luovuttamisen periaatteet on kuvattu dokumentissa </w:t>
      </w:r>
      <w:r w:rsidRPr="00FC4953">
        <w:t>Asiakas- ja potilastietojen luovutustenhallinnan yleiskuvaus</w:t>
      </w:r>
      <w:r>
        <w:t xml:space="preserve"> [LM13].</w:t>
      </w:r>
    </w:p>
    <w:p w14:paraId="2274A84F" w14:textId="77777777" w:rsidR="003920BA" w:rsidRPr="00335DFB" w:rsidRDefault="003920BA" w:rsidP="003920BA">
      <w:pPr>
        <w:pStyle w:val="Leipteksti"/>
      </w:pPr>
      <w:r>
        <w:t>LT2 Perusteet viranomaisen tekemälle haulle on kuvattu dokumentissa Potilastietovarannon toiminnalliset vaatimukset sosiaali- ja terveydenhuollon tietojärjestelmille [LM1].</w:t>
      </w:r>
    </w:p>
    <w:p w14:paraId="75E53496" w14:textId="6D047A9E" w:rsidR="009F703C" w:rsidRDefault="005577AB" w:rsidP="003920BA">
      <w:pPr>
        <w:pStyle w:val="Otsikko1"/>
      </w:pPr>
      <w:bookmarkStart w:id="59" w:name="_Toc216782576"/>
      <w:r w:rsidRPr="005577AB">
        <w:t xml:space="preserve">Alikäyttötapaus: </w:t>
      </w:r>
      <w:r w:rsidR="00493B53">
        <w:t>Tallenna</w:t>
      </w:r>
      <w:r w:rsidRPr="005577AB">
        <w:t xml:space="preserve"> asiakirja</w:t>
      </w:r>
      <w:bookmarkEnd w:id="59"/>
    </w:p>
    <w:p w14:paraId="751F6596" w14:textId="7C78F07E" w:rsidR="009F703C" w:rsidRDefault="009F703C" w:rsidP="009F703C">
      <w:pPr>
        <w:pStyle w:val="Otsikko2"/>
      </w:pPr>
      <w:r w:rsidRPr="009F703C">
        <w:t>Käyttötapauksen yleiskuvaus ja lopputulos</w:t>
      </w:r>
    </w:p>
    <w:p w14:paraId="5B21C708" w14:textId="4B88719A" w:rsidR="005577AB" w:rsidRDefault="005577AB" w:rsidP="005577AB">
      <w:pPr>
        <w:pStyle w:val="Leipteksti"/>
      </w:pPr>
      <w:r>
        <w:t xml:space="preserve">Alikäyttötapauksessa </w:t>
      </w:r>
      <w:r w:rsidR="00493B53">
        <w:t>Tallenna</w:t>
      </w:r>
      <w:r>
        <w:t xml:space="preserve"> asiakirja kuvataan kaikille </w:t>
      </w:r>
      <w:r w:rsidR="001B2B7D">
        <w:t>tallennusta</w:t>
      </w:r>
      <w:r>
        <w:t xml:space="preserve"> koskeville käyttötapauksille yhteiset osat. </w:t>
      </w:r>
    </w:p>
    <w:p w14:paraId="50891883" w14:textId="275246EB" w:rsidR="009F703C" w:rsidRPr="009F703C" w:rsidRDefault="005577AB" w:rsidP="005577AB">
      <w:pPr>
        <w:pStyle w:val="Leipteksti"/>
      </w:pPr>
      <w:r>
        <w:t xml:space="preserve">Lopputulos: Asiakirja on </w:t>
      </w:r>
      <w:r w:rsidR="0018633A">
        <w:t>tallennettu</w:t>
      </w:r>
      <w:r>
        <w:t xml:space="preserve"> </w:t>
      </w:r>
      <w:r w:rsidR="007D5DCB">
        <w:t>Potilastietovarantoon</w:t>
      </w:r>
      <w:r>
        <w:t>.</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6D13A62" w:rsidR="005577AB" w:rsidRDefault="005577AB" w:rsidP="005577AB">
      <w:pPr>
        <w:pStyle w:val="Numeroituluettelo"/>
        <w:spacing w:after="0"/>
      </w:pPr>
      <w:r>
        <w:t xml:space="preserve">Järjestelmä muodostaa HL7 Medical Records -sanoman asiakirjan ja Järjestelmän konfiguraatiotietojen pohjalta [V1, LM4] </w:t>
      </w:r>
    </w:p>
    <w:p w14:paraId="5874C426" w14:textId="43BC786D" w:rsidR="005577AB" w:rsidRDefault="005577AB" w:rsidP="00A642C1">
      <w:pPr>
        <w:pStyle w:val="Luettelokappale"/>
        <w:numPr>
          <w:ilvl w:val="0"/>
          <w:numId w:val="38"/>
        </w:numPr>
      </w:pPr>
      <w:r>
        <w:t>Järjestelmä tuottaa MR-sanoman kuvailutietoihin vaaditut kentät asiakirjan ja Järjestelmän taustatietojen pohjalta</w:t>
      </w:r>
    </w:p>
    <w:p w14:paraId="1295BCE0" w14:textId="2E87E9E5" w:rsidR="005577AB" w:rsidRDefault="005577AB" w:rsidP="005577AB">
      <w:pPr>
        <w:pStyle w:val="Numeroituluettelo"/>
        <w:spacing w:after="0"/>
      </w:pPr>
      <w:r>
        <w:t xml:space="preserve">Järjestelmä täydentää MR-sanoman kontrollikehykseen </w:t>
      </w:r>
      <w:r w:rsidR="007D5DCB">
        <w:t>Potilastietovarannon</w:t>
      </w:r>
      <w:r>
        <w:t xml:space="preserve"> MR-sanomamäärittelyn mukaiset tiedot </w:t>
      </w:r>
    </w:p>
    <w:p w14:paraId="157B9367" w14:textId="2CCC4981" w:rsidR="005577AB" w:rsidRDefault="005577AB" w:rsidP="00A642C1">
      <w:pPr>
        <w:pStyle w:val="Luettelokappale"/>
        <w:numPr>
          <w:ilvl w:val="0"/>
          <w:numId w:val="38"/>
        </w:numPr>
      </w:pPr>
      <w:r>
        <w:t xml:space="preserve">MR-sanomatyyppi, asiakirjan </w:t>
      </w:r>
      <w:r w:rsidR="00FB2EB2">
        <w:t>tallennus</w:t>
      </w:r>
      <w:r>
        <w:t xml:space="preserve"> (RCMR_IN100002FI01) tai asiakirjan korvaus (RCMR_IN100016FI01) </w:t>
      </w:r>
    </w:p>
    <w:p w14:paraId="40D28878" w14:textId="34A3BD7E" w:rsidR="005577AB" w:rsidRDefault="005577AB" w:rsidP="00A642C1">
      <w:pPr>
        <w:pStyle w:val="Luettelokappale"/>
        <w:numPr>
          <w:ilvl w:val="0"/>
          <w:numId w:val="38"/>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4BBD81D" w:rsidR="005577AB" w:rsidRDefault="005577AB" w:rsidP="005577AB">
      <w:pPr>
        <w:pStyle w:val="Numeroituluettelo"/>
      </w:pPr>
      <w:r>
        <w:t xml:space="preserve">Järjestelmä siirtää MR-sanoman </w:t>
      </w:r>
      <w:r w:rsidR="007D5DCB">
        <w:t>Potilastietovarantoon</w:t>
      </w:r>
      <w:r>
        <w:t xml:space="preserve"> Kelan määrittelemien tietoliikenneyhteyskäytäntöjen mukaisesti. [V3, V4, V5, V6, V7]</w:t>
      </w:r>
    </w:p>
    <w:p w14:paraId="4C68FD8E" w14:textId="1EAF4F72" w:rsidR="005577AB" w:rsidRPr="005577AB" w:rsidRDefault="00AD1EB6" w:rsidP="005577AB">
      <w:pPr>
        <w:pStyle w:val="Numeroituluettelo"/>
        <w:rPr>
          <w:lang w:val="en-US"/>
        </w:rPr>
      </w:pPr>
      <w:r>
        <w:t xml:space="preserve">Potilastietovaranto </w:t>
      </w:r>
      <w:r w:rsidR="005577AB">
        <w:t xml:space="preserve">palauttaa Järjestelmälle sovellustason kuittauksella (RCMR_IN120001FI01) tiedon onnistuneesta </w:t>
      </w:r>
      <w:r w:rsidR="00493B53">
        <w:t>tallennuksesta</w:t>
      </w:r>
      <w:r w:rsidR="005577AB">
        <w:t xml:space="preserve">. </w:t>
      </w:r>
      <w:r w:rsidR="005577AB"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13C6EF4F" w:rsidR="005577AB" w:rsidRDefault="005577AB" w:rsidP="00775046">
      <w:pPr>
        <w:pStyle w:val="Otsikko3"/>
      </w:pPr>
      <w:r>
        <w:t xml:space="preserve">V3 </w:t>
      </w:r>
      <w:r w:rsidR="00FB2EB2">
        <w:t>Tallennus</w:t>
      </w:r>
      <w:r>
        <w:t xml:space="preserve"> epäonnistuu, koska Kanta-palvelu ei vastaa </w:t>
      </w:r>
    </w:p>
    <w:p w14:paraId="14A97A3F" w14:textId="3D7FAB34" w:rsidR="005577AB" w:rsidRDefault="005577AB" w:rsidP="00775046">
      <w:pPr>
        <w:pStyle w:val="Numeroituluettelo"/>
      </w:pPr>
      <w:r>
        <w:t xml:space="preserve">Järjestelmä yrittää </w:t>
      </w:r>
      <w:r w:rsidR="001B2B7D">
        <w:t>tallennusta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21F8A8F1" w:rsidR="00D54165" w:rsidRDefault="00AD1EB6" w:rsidP="005924CD">
      <w:pPr>
        <w:pStyle w:val="Numeroituluettelo"/>
      </w:pPr>
      <w:r>
        <w:t xml:space="preserve">Potilastietovaranto </w:t>
      </w:r>
      <w:r w:rsidR="00D54165">
        <w:t xml:space="preserve">vastaa Järjestemälle vastaanottokuittausinteaktiolla MCCI_IN000002UV01 (Accept Ack). Paluusanoma sisältää </w:t>
      </w:r>
      <w:r w:rsidR="00D54165" w:rsidRPr="005924CD">
        <w:t>virhekoodin</w:t>
      </w:r>
      <w:r w:rsidR="00D54165">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55D6D366"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47C5D36D" w:rsidR="005577AB" w:rsidRDefault="005577AB" w:rsidP="00775046">
      <w:pPr>
        <w:pStyle w:val="Otsikko3"/>
      </w:pPr>
      <w:r>
        <w:t xml:space="preserve">V6 </w:t>
      </w:r>
      <w:r w:rsidR="00AD1EB6">
        <w:t>Potilastietovarannon</w:t>
      </w:r>
      <w:r>
        <w:t xml:space="preserve"> sovellustason tekninen virhe estää </w:t>
      </w:r>
      <w:r w:rsidR="00D579CA">
        <w:t>tallennuksen</w:t>
      </w:r>
    </w:p>
    <w:p w14:paraId="644E50C1" w14:textId="1122029F" w:rsidR="005577AB" w:rsidRDefault="00AD1EB6" w:rsidP="00775046">
      <w:pPr>
        <w:pStyle w:val="Numeroituluettelo"/>
      </w:pPr>
      <w:r>
        <w:t xml:space="preserve">Potilastietovaranto </w:t>
      </w:r>
      <w:r w:rsidR="005577AB">
        <w:t>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31E6193C"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w:t>
      </w:r>
      <w:r w:rsidR="007D5DCB">
        <w:t>Potilastietovarannon</w:t>
      </w:r>
      <w:r>
        <w:t xml:space="preserve"> toiminnasta ja näin lähettäjä voi lähettää saman sanoman uudelleen. </w:t>
      </w:r>
    </w:p>
    <w:p w14:paraId="40AF19A1" w14:textId="66217992" w:rsidR="005577AB" w:rsidRDefault="005577AB"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67D218B3" w:rsidR="005577AB" w:rsidRDefault="005577AB" w:rsidP="00775046">
      <w:pPr>
        <w:pStyle w:val="Otsikko3"/>
      </w:pPr>
      <w:r>
        <w:t xml:space="preserve">V7 </w:t>
      </w:r>
      <w:r w:rsidR="00AD1EB6">
        <w:t>Potilastietovarannon</w:t>
      </w:r>
      <w:r>
        <w:t xml:space="preserve"> tekninen virhe estää </w:t>
      </w:r>
      <w:r w:rsidR="00D579CA">
        <w:t>tallennuksen</w:t>
      </w:r>
    </w:p>
    <w:p w14:paraId="4601D1A5" w14:textId="70DD4F78" w:rsidR="005577AB" w:rsidRDefault="00AD1EB6" w:rsidP="00775046">
      <w:pPr>
        <w:pStyle w:val="Numeroituluettelo"/>
      </w:pPr>
      <w:r>
        <w:t xml:space="preserve">Potilastietovaranto </w:t>
      </w:r>
      <w:r w:rsidR="005577AB">
        <w:t>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64484474" w:rsidR="005577AB" w:rsidRDefault="005577AB"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xml:space="preserve">). Virhe johtuu tällöin </w:t>
      </w:r>
      <w:r w:rsidR="007D5DCB">
        <w:t>Potilastietovarannon</w:t>
      </w:r>
      <w:r>
        <w:t xml:space="preserve"> toiminnasta ja näin lähettäjä voi lähettää saman sanoman uudelleen.</w:t>
      </w:r>
    </w:p>
    <w:p w14:paraId="0D0D83ED" w14:textId="11AF2DCE" w:rsidR="005577AB" w:rsidRDefault="005577AB"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126FE65" w:rsidR="009F703C" w:rsidRDefault="00D54165" w:rsidP="003920BA">
      <w:pPr>
        <w:pStyle w:val="Otsikko1"/>
      </w:pPr>
      <w:bookmarkStart w:id="60" w:name="_Toc216782577"/>
      <w:r w:rsidRPr="003920BA">
        <w:t>Alikäyttötapaus</w:t>
      </w:r>
      <w:r w:rsidRPr="00D54165">
        <w:t>: Hae tiedot</w:t>
      </w:r>
      <w:bookmarkEnd w:id="60"/>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4A4503C7" w:rsidR="00934B70" w:rsidRDefault="00934B70" w:rsidP="00934B70">
      <w:pPr>
        <w:pStyle w:val="Numeroituluettelo"/>
        <w:spacing w:after="0"/>
      </w:pPr>
      <w:r>
        <w:t xml:space="preserve">Järjestelmä täydentää MR-sanoman kontrollikehykseen </w:t>
      </w:r>
      <w:r w:rsidR="007D5DCB">
        <w:t>Potilastietovarannon</w:t>
      </w:r>
      <w:r>
        <w:t xml:space="preserve"> MR-sanomamäärittelyn mukaiset tiedot: </w:t>
      </w:r>
    </w:p>
    <w:p w14:paraId="6B67FC7B" w14:textId="7CBFFA32" w:rsidR="00934B70" w:rsidRDefault="00934B70" w:rsidP="00A642C1">
      <w:pPr>
        <w:pStyle w:val="Luettelokappale"/>
        <w:numPr>
          <w:ilvl w:val="0"/>
          <w:numId w:val="38"/>
        </w:numPr>
      </w:pPr>
      <w:r>
        <w:t xml:space="preserve">MR-sanomatyyppi, kuvailutietojen haku (RCMR_IN100029FI01) tai asiakirjojen haku (RCMR_IN100031FI01) </w:t>
      </w:r>
    </w:p>
    <w:p w14:paraId="0F4DE7DB" w14:textId="5A8C567D" w:rsidR="00934B70" w:rsidRDefault="00934B70" w:rsidP="00A642C1">
      <w:pPr>
        <w:pStyle w:val="Luettelokappale"/>
        <w:numPr>
          <w:ilvl w:val="0"/>
          <w:numId w:val="38"/>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A642C1">
      <w:pPr>
        <w:pStyle w:val="Luettelokappale"/>
        <w:numPr>
          <w:ilvl w:val="0"/>
          <w:numId w:val="38"/>
        </w:numPr>
      </w:pPr>
      <w:r>
        <w:t>Hakuparametrit</w:t>
      </w:r>
    </w:p>
    <w:p w14:paraId="6C079416" w14:textId="7DF42A76" w:rsidR="00934B70" w:rsidRDefault="00934B70" w:rsidP="00934B70">
      <w:pPr>
        <w:pStyle w:val="Numeroituluettelo"/>
        <w:spacing w:after="0"/>
      </w:pPr>
      <w:r>
        <w:t>Jos kyseessä on muu kuin oman käytön haku (PP2, PP36</w:t>
      </w:r>
      <w:r w:rsidR="001A7B46">
        <w:t>, PP3611</w:t>
      </w:r>
      <w:r>
        <w:t xml:space="preserve">), sanomaan on liitettävä </w:t>
      </w:r>
    </w:p>
    <w:p w14:paraId="79C8FCB6" w14:textId="0144691D" w:rsidR="00934B70" w:rsidRDefault="00934B70" w:rsidP="00A642C1">
      <w:pPr>
        <w:pStyle w:val="Luettelokappale"/>
        <w:numPr>
          <w:ilvl w:val="0"/>
          <w:numId w:val="38"/>
        </w:numPr>
      </w:pPr>
      <w:r>
        <w:t xml:space="preserve">kyselyn käynnistäneen ammattihenkilön tiedot (ei tarvita järjestelmähauissa PP25 ja PP30). Palvelupyynnön PPB yhteydessä on välitettävä ammattihenkilön tiedot, ellei kyseessä ole järjestelmän tekemä luovutushaku. </w:t>
      </w:r>
      <w:r w:rsidR="007D5DCB">
        <w:t xml:space="preserve">Potilastietovaranto </w:t>
      </w:r>
      <w:r>
        <w:t>tulkitsee haun järjestelmän tekemäksi ennakkohauksi, mikäli ammattihenkilön tiedot puuttuvat sanomasta</w:t>
      </w:r>
    </w:p>
    <w:p w14:paraId="2E93C189" w14:textId="0F560D28" w:rsidR="00934B70" w:rsidRDefault="00934B70" w:rsidP="00A642C1">
      <w:pPr>
        <w:pStyle w:val="Luettelokappale"/>
        <w:numPr>
          <w:ilvl w:val="0"/>
          <w:numId w:val="38"/>
        </w:numPr>
      </w:pPr>
      <w:r>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A642C1">
      <w:pPr>
        <w:pStyle w:val="Luettelokappale"/>
        <w:numPr>
          <w:ilvl w:val="0"/>
          <w:numId w:val="38"/>
        </w:numPr>
      </w:pPr>
      <w:r>
        <w:t>mikäli edellä annetun palvelutapahtuman potilashallinnollisen kirjauksen on tehnyt sama henkilö, joka suorittaa kyselyä, pitää kyselysanomaan tuottaa tieto kyselyn perusteena olevasta erityisestä syystä [LK8]</w:t>
      </w:r>
    </w:p>
    <w:p w14:paraId="11BF719F" w14:textId="3893F524" w:rsidR="00934B70" w:rsidRDefault="001A7B46" w:rsidP="00934B70">
      <w:pPr>
        <w:pStyle w:val="Numeroituluettelo"/>
      </w:pPr>
      <w:r>
        <w:t>S</w:t>
      </w:r>
      <w:r w:rsidR="00934B70">
        <w:t>anomaan on liitettävä kyselyn lähettäneen ohjelmiston tiedot</w:t>
      </w:r>
      <w:r>
        <w:t>.</w:t>
      </w:r>
    </w:p>
    <w:p w14:paraId="7876A3D2" w14:textId="03F2F02C" w:rsidR="00934B70" w:rsidRDefault="00934B70" w:rsidP="00934B70">
      <w:pPr>
        <w:pStyle w:val="Numeroituluettelo"/>
      </w:pPr>
      <w:r>
        <w:t xml:space="preserve">Järjestelmä siirtää MR-sanoman </w:t>
      </w:r>
      <w:r w:rsidR="007D5DCB">
        <w:t>Potilastietovarantoon</w:t>
      </w:r>
      <w:r>
        <w:t xml:space="preserve"> Kelan määrittelemien tietoliikenneyhteyskäytäntöjen mukaisesti. [V3, V4, V5, V6, V7]</w:t>
      </w:r>
    </w:p>
    <w:p w14:paraId="5622282A" w14:textId="7C244F23" w:rsidR="00934B70" w:rsidRPr="00934B70" w:rsidRDefault="00AD1EB6" w:rsidP="00934B70">
      <w:pPr>
        <w:pStyle w:val="Numeroituluettelo"/>
      </w:pPr>
      <w:r>
        <w:t xml:space="preserve">Potilastietovaranto </w:t>
      </w:r>
      <w:r w:rsidR="00934B70">
        <w:t>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5A923BE1" w:rsidR="00934B70" w:rsidRDefault="00AD1EB6" w:rsidP="00F5078D">
      <w:pPr>
        <w:pStyle w:val="Numeroituluettelo"/>
      </w:pPr>
      <w:r>
        <w:t xml:space="preserve">Potilastietovaranto </w:t>
      </w:r>
      <w:r w:rsidR="00934B70">
        <w:t>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7F097BDF"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A642C1">
      <w:pPr>
        <w:pStyle w:val="Luettelokappale"/>
        <w:numPr>
          <w:ilvl w:val="0"/>
          <w:numId w:val="38"/>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5E2FB872" w:rsidR="00934B70" w:rsidRDefault="00934B70" w:rsidP="00775046">
      <w:pPr>
        <w:pStyle w:val="Otsikko3"/>
      </w:pPr>
      <w:r>
        <w:t xml:space="preserve">V6 </w:t>
      </w:r>
      <w:r w:rsidR="00AD1EB6">
        <w:t>Potilastietovarannon</w:t>
      </w:r>
      <w:r>
        <w:t xml:space="preserve"> sovellustason tekninen virhe estää haun</w:t>
      </w:r>
    </w:p>
    <w:p w14:paraId="3A559510" w14:textId="5EE70640" w:rsidR="00934B70" w:rsidRDefault="00AD1EB6" w:rsidP="00775046">
      <w:pPr>
        <w:pStyle w:val="Numeroituluettelo"/>
      </w:pPr>
      <w:r>
        <w:t xml:space="preserve">Potilastietovaranto </w:t>
      </w:r>
      <w:r w:rsidR="00934B70">
        <w:t>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51F364D4"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w:t>
      </w:r>
      <w:r w:rsidR="007D5DCB">
        <w:t>Potilastietovarannon</w:t>
      </w:r>
      <w:r>
        <w:t xml:space="preserve"> toiminnasta ja näin lähettäjä voi lähettää saman sanoman uudelleen. </w:t>
      </w:r>
    </w:p>
    <w:p w14:paraId="14290A2E" w14:textId="3DF21715" w:rsidR="00934B70" w:rsidRDefault="00934B70" w:rsidP="00A642C1">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6026D319" w:rsidR="00934B70" w:rsidRDefault="00934B70" w:rsidP="00775046">
      <w:pPr>
        <w:pStyle w:val="Otsikko3"/>
      </w:pPr>
      <w:r>
        <w:t xml:space="preserve">V7 </w:t>
      </w:r>
      <w:r w:rsidR="00AD1EB6">
        <w:t>Potilastietovarannon</w:t>
      </w:r>
      <w:r>
        <w:t xml:space="preserve"> tekninen virhe estää haun</w:t>
      </w:r>
    </w:p>
    <w:p w14:paraId="17D82EE5" w14:textId="560B0D4A" w:rsidR="00934B70" w:rsidRDefault="00AD1EB6" w:rsidP="00775046">
      <w:pPr>
        <w:pStyle w:val="Numeroituluettelo"/>
      </w:pPr>
      <w:r>
        <w:t xml:space="preserve">Potilastietovaranto </w:t>
      </w:r>
      <w:r w:rsidR="00934B70">
        <w:t>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420BE778" w:rsidR="00934B70" w:rsidRDefault="00934B70" w:rsidP="00A642C1">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xml:space="preserve">). Virhe johtuu tällöin </w:t>
      </w:r>
      <w:r w:rsidR="007D5DCB">
        <w:t>Potilastietovarannon</w:t>
      </w:r>
      <w:r>
        <w:t xml:space="preserve"> toiminnasta ja näin lähettäjä voi lähettää saman sanoman uudelleen.</w:t>
      </w:r>
    </w:p>
    <w:p w14:paraId="6075177E" w14:textId="6994A6F7" w:rsidR="00934B70" w:rsidRDefault="00934B70" w:rsidP="00A642C1">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61" w:name="_Toc216782578"/>
      <w:r>
        <w:t>Liiteluettelo</w:t>
      </w:r>
      <w:bookmarkEnd w:id="61"/>
    </w:p>
    <w:p w14:paraId="1725AF6D" w14:textId="6839B605" w:rsidR="009F703C" w:rsidRDefault="009F703C" w:rsidP="009F703C">
      <w:pPr>
        <w:pStyle w:val="Otsikko2"/>
      </w:pPr>
      <w:r>
        <w:t>Määrittelydokumentaatio</w:t>
      </w:r>
    </w:p>
    <w:p w14:paraId="56AA2D75" w14:textId="10EC37B5"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rsidR="007D5DCB">
        <w:t>Potilastietovarannon</w:t>
      </w:r>
      <w:r>
        <w:t xml:space="preserve">  toiminnalliset vaatimukset sosiaali- ja terveydenhuollon  tietojärjestelmille</w:t>
      </w:r>
      <w:r w:rsidR="00C76B72">
        <w:t xml:space="preserve">, joka on julkaistu Kanta.fi-sivustolla, ks. alisivu </w:t>
      </w:r>
      <w:r w:rsidR="007D5DCB">
        <w:t>Potilastietovarannon</w:t>
      </w:r>
      <w:r w:rsidR="0090493F" w:rsidRPr="0090493F">
        <w:t xml:space="preserve">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1892A360"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rsidR="007D5DCB">
        <w:t>Potilastietovarannon</w:t>
      </w:r>
      <w:r>
        <w:t xml:space="preserve">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75984891"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1F0695B7" w:rsidR="00934B70" w:rsidRDefault="00934B70" w:rsidP="00642F71">
      <w:pPr>
        <w:pStyle w:val="Leipteksti"/>
        <w:ind w:left="2603" w:hanging="1185"/>
      </w:pPr>
      <w:r>
        <w:t xml:space="preserve">LM4 </w:t>
      </w:r>
      <w:r>
        <w:tab/>
        <w:t xml:space="preserve">Sanomien muodostaminen, vaaditut tiedot ja mahdolliset hakuparametrit on tarkemmin kuvattu dokumentissa </w:t>
      </w:r>
      <w:r w:rsidR="007D5DCB">
        <w:t>Potilastietovarannon</w:t>
      </w:r>
      <w:r>
        <w:t xml:space="preserve"> Medical Records -sanomat, joka on julkaistu Kanta.fi-sivustolla, ks. alisivu </w:t>
      </w:r>
      <w:r w:rsidR="007D5DCB">
        <w:t>Potilastietovarannon</w:t>
      </w:r>
      <w:r w:rsidR="00D74F36" w:rsidRPr="00D74F36">
        <w:t xml:space="preserve">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0D3E9769" w:rsidR="00934B70" w:rsidRDefault="00934B70" w:rsidP="00642F71">
      <w:pPr>
        <w:pStyle w:val="Leipteksti"/>
        <w:ind w:left="2603" w:hanging="1185"/>
      </w:pPr>
      <w:r>
        <w:t xml:space="preserve">LM5 </w:t>
      </w:r>
      <w:r>
        <w:tab/>
      </w:r>
      <w:r w:rsidR="007D5DCB">
        <w:t>Potilastietovarannon</w:t>
      </w:r>
      <w:r>
        <w:t xml:space="preserve"> asiakirjojen kuvailutiedot, </w:t>
      </w:r>
      <w:r w:rsidR="007D5DCB">
        <w:t>Potilastietovarannon</w:t>
      </w:r>
      <w:r>
        <w:t xml:space="preserve"> CDA R2 Header, </w:t>
      </w:r>
      <w:r w:rsidR="0090493F">
        <w:t>j</w:t>
      </w:r>
      <w:r>
        <w:t xml:space="preserve">oka on julkaistu Kanta.fi-sivustolla, ks. alisivu </w:t>
      </w:r>
      <w:r w:rsidR="007D5DCB">
        <w:t>Potilastietovarannon</w:t>
      </w:r>
      <w:r w:rsidR="0090493F" w:rsidRPr="0090493F">
        <w:t xml:space="preserve">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5FBEF306" w:rsidR="00934B70" w:rsidRDefault="00934B70" w:rsidP="00642F71">
      <w:pPr>
        <w:pStyle w:val="Leipteksti"/>
        <w:ind w:left="2603" w:hanging="1185"/>
      </w:pPr>
      <w:r>
        <w:t xml:space="preserve">LM6 </w:t>
      </w:r>
      <w:r>
        <w:tab/>
      </w:r>
      <w:r w:rsidR="00907E9A">
        <w:t>poistettu</w:t>
      </w:r>
    </w:p>
    <w:p w14:paraId="17CFEDC2" w14:textId="3B7E23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60ACF754" w:rsidR="00934B70" w:rsidRDefault="00934B70" w:rsidP="00642F71">
      <w:pPr>
        <w:pStyle w:val="Leipteksti"/>
        <w:ind w:left="2603" w:hanging="1185"/>
      </w:pPr>
      <w:r>
        <w:t xml:space="preserve">LM8 </w:t>
      </w:r>
      <w:r>
        <w:tab/>
        <w:t xml:space="preserve">Vanhoja asiakirjoja koskeva koskeva dokumentaatio on julkaistu Kanta.fi-sivustolla, ks. alisivu </w:t>
      </w:r>
      <w:r w:rsidR="0090493F" w:rsidRPr="0090493F">
        <w:t xml:space="preserve">Vanhojen potilastietojen </w:t>
      </w:r>
      <w:r w:rsidR="00FB2EB2">
        <w:t>määrittelyt</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746406F8" w:rsidR="00934B70" w:rsidRDefault="00934B70" w:rsidP="00642F71">
      <w:pPr>
        <w:pStyle w:val="Leipteksti"/>
        <w:ind w:left="2603" w:hanging="1185"/>
      </w:pPr>
      <w:r>
        <w:t xml:space="preserve">LM9 </w:t>
      </w:r>
      <w:r>
        <w:tab/>
        <w:t xml:space="preserve">Ostopalvelua koskeva koskeva dokumentaatio on julkaistu dokumentissa </w:t>
      </w:r>
      <w:r w:rsidR="007D5DCB">
        <w:t>Potilastietovarannon</w:t>
      </w:r>
      <w:r>
        <w:t xml:space="preserve">  toiminnalliset vaatimukset sosiaali- ja terveydenhuollon  tietojärjestelmille</w:t>
      </w:r>
      <w:r w:rsidR="00867F5C">
        <w:t xml:space="preserve"> [LM1]</w:t>
      </w:r>
    </w:p>
    <w:p w14:paraId="7F7FA4CD" w14:textId="3C424989"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560BD1C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2ACA67B9" w:rsidR="00934B70" w:rsidRDefault="00934B70" w:rsidP="00642F71">
      <w:pPr>
        <w:pStyle w:val="Leipteksti"/>
        <w:ind w:left="2603" w:hanging="1185"/>
      </w:pPr>
      <w:r>
        <w:t xml:space="preserve">LM12 </w:t>
      </w:r>
      <w:r>
        <w:tab/>
        <w:t xml:space="preserve">Kanta - </w:t>
      </w:r>
      <w:r w:rsidR="007D5DCB">
        <w:t>Potilastietovarannon</w:t>
      </w:r>
      <w:r>
        <w:t xml:space="preserve"> teknisiä ohjeita -dokumentti on julkaistu Kanta.fi-sivustolla, ks. alisivu </w:t>
      </w:r>
      <w:r w:rsidR="007D5DCB">
        <w:t>Potilastietovarannon</w:t>
      </w:r>
      <w:r w:rsidR="00907E9A" w:rsidRPr="00907E9A">
        <w:t xml:space="preserve">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6253069C" w:rsidR="00A533B3" w:rsidRDefault="00A533B3" w:rsidP="00642F71">
      <w:pPr>
        <w:pStyle w:val="Leipteksti"/>
        <w:ind w:left="2603" w:hanging="1185"/>
      </w:pPr>
      <w:r>
        <w:t>LM13</w:t>
      </w:r>
      <w:r>
        <w:tab/>
        <w:t>Asiakas- ja potilastietojen luovutustenhallinnan yleiskuvaus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4A516088" w14:textId="209C71D7" w:rsidR="00236717" w:rsidRDefault="00236717" w:rsidP="00642F71">
      <w:pPr>
        <w:pStyle w:val="Leipteksti"/>
        <w:ind w:left="2603" w:hanging="1185"/>
      </w:pPr>
      <w:r>
        <w:t>LM14</w:t>
      </w:r>
      <w:r>
        <w:tab/>
      </w:r>
      <w:r w:rsidR="00775C04" w:rsidRPr="00775C04">
        <w:t>Sosiaali- ja terveydenhuollon tahdonilmaisuja käsittelevien tietojärjestelmien vaatimukset ja toiminnallinen määrittely</w:t>
      </w:r>
      <w:r w:rsidR="00775C04">
        <w:t xml:space="preserve"> on julkaistu Kanta.fi-sivustolla, ks. alisivu </w:t>
      </w:r>
      <w:r w:rsidR="00775C04" w:rsidRPr="00775C04">
        <w:t>Sosiaali- ja terveydenhuollon tahdonilmaisuja käsittelevien tietojärjestelmien vaatimukset ja toiminnallinen määrittely</w:t>
      </w:r>
      <w:r w:rsidR="00775C04">
        <w:br/>
      </w:r>
      <w:hyperlink r:id="rId25" w:history="1">
        <w:r w:rsidR="00775C04" w:rsidRPr="002D507B">
          <w:rPr>
            <w:rStyle w:val="Hyperlinkki"/>
          </w:rPr>
          <w:t>https://www.kanta.fi/jarjestelmakehittajat/tahdonilmaisut</w:t>
        </w:r>
      </w:hyperlink>
      <w:r w:rsidR="00775C04">
        <w:t xml:space="preserve"> </w:t>
      </w:r>
    </w:p>
    <w:p w14:paraId="4AA409F2" w14:textId="45779C6C" w:rsidR="0007537F" w:rsidRPr="00934B70" w:rsidRDefault="0007537F" w:rsidP="00642F71">
      <w:pPr>
        <w:pStyle w:val="Leipteksti"/>
        <w:ind w:left="2603" w:hanging="1185"/>
      </w:pPr>
      <w:r>
        <w:t>LM15</w:t>
      </w:r>
      <w:r>
        <w:tab/>
        <w:t>Toimialojen välinen luovutuslupa</w:t>
      </w:r>
      <w:r w:rsidR="0081394A">
        <w:t xml:space="preserve"> on kuvattu Simplifier-soveltamisoppaassa </w:t>
      </w:r>
      <w:hyperlink r:id="rId26" w:history="1">
        <w:r w:rsidR="0081394A" w:rsidRPr="004B41AB">
          <w:rPr>
            <w:rStyle w:val="Hyperlinkki"/>
          </w:rPr>
          <w:t>https://simplifier.net/guide/sosiaali-ja-terveydenhuollon-v-linen-luovutuslupa</w:t>
        </w:r>
      </w:hyperlink>
      <w:r w:rsidR="0081394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5B5AE925" w:rsidR="00934B70" w:rsidRDefault="00934B70" w:rsidP="00642F71">
      <w:pPr>
        <w:pStyle w:val="Leipteksti"/>
        <w:ind w:left="2603" w:hanging="1185"/>
      </w:pPr>
      <w:r>
        <w:t xml:space="preserve">LK4 </w:t>
      </w:r>
      <w:r>
        <w:tab/>
      </w:r>
      <w:r w:rsidR="007D5DCB">
        <w:t>Potilastietovarannon</w:t>
      </w:r>
      <w:r>
        <w:t xml:space="preserve">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10300FC" w:rsid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3B4984CF" w14:textId="4FD410EF" w:rsidR="008D768E" w:rsidRDefault="008D768E" w:rsidP="00642F71">
      <w:pPr>
        <w:pStyle w:val="Leipteksti"/>
        <w:ind w:left="2603" w:hanging="1185"/>
      </w:pPr>
      <w:r>
        <w:t>LK14</w:t>
      </w:r>
      <w:r>
        <w:tab/>
        <w:t xml:space="preserve">Yksityisen toimintansa päättäneen rekisterinpitäjän rekisterinpitovastuun siirto,  </w:t>
      </w:r>
      <w:r w:rsidRPr="008D768E">
        <w:t>Kanta-palvelut - Rekisterinpitovastuun siirrot</w:t>
      </w:r>
      <w:r>
        <w:t xml:space="preserve">, </w:t>
      </w:r>
      <w:r w:rsidRPr="008D768E">
        <w:t>1.2.246.537.6.1404.202401</w:t>
      </w:r>
    </w:p>
    <w:p w14:paraId="159A8C6D" w14:textId="47496845" w:rsidR="00D653F8" w:rsidRDefault="00D653F8" w:rsidP="00D653F8">
      <w:pPr>
        <w:pStyle w:val="Leipteksti"/>
        <w:ind w:left="2603" w:hanging="1185"/>
      </w:pPr>
      <w:r>
        <w:t>LK15</w:t>
      </w:r>
      <w:r>
        <w:tab/>
      </w:r>
      <w:r w:rsidR="00DA0501">
        <w:t>Sosiaalihuollosta tehtävissä hauissa käyttötilanne</w:t>
      </w:r>
      <w:r>
        <w:t>, Sosiaalihuolto - Asiakastiedon arkiston käyttötilanne, 1.2.246.537.6.1289.201901</w:t>
      </w:r>
    </w:p>
    <w:p w14:paraId="0708AE3B" w14:textId="4A1488CC" w:rsidR="00D653F8" w:rsidRDefault="00D653F8" w:rsidP="00DA0501">
      <w:pPr>
        <w:pStyle w:val="Leipteksti"/>
        <w:ind w:left="2603" w:hanging="1185"/>
      </w:pPr>
      <w:r>
        <w:t>LK16</w:t>
      </w:r>
      <w:r>
        <w:tab/>
      </w:r>
      <w:r w:rsidR="00DA0501">
        <w:t>Sosiaalihuollosta tehtävissä hauissa laajan tiedonhaun peruste,  Sosiaalihuolto - Laajan tiedonhaun peruste, 1.2.246.537.6.1299.202101</w:t>
      </w:r>
    </w:p>
    <w:p w14:paraId="10D0D274" w14:textId="10805B3A" w:rsidR="00C65E47" w:rsidRPr="00934B70" w:rsidRDefault="00C65E47" w:rsidP="00C65E47">
      <w:pPr>
        <w:pStyle w:val="Leipteksti"/>
        <w:ind w:left="2603" w:hanging="1185"/>
      </w:pPr>
      <w:r>
        <w:t>LK17</w:t>
      </w:r>
      <w:r>
        <w:tab/>
        <w:t>Sosiaalihuollosta tehtävissä hauissa erityinen syy, THL - Asiakastietojen katselun erityinen syy, 1.2.246.537.6.240.2012</w:t>
      </w:r>
    </w:p>
    <w:p w14:paraId="55A120B8" w14:textId="23C6F2F5" w:rsidR="009F703C" w:rsidRDefault="009F703C" w:rsidP="009F703C">
      <w:pPr>
        <w:pStyle w:val="Otsikko2"/>
      </w:pPr>
      <w:r>
        <w:t>Muu liittyvä aineisto</w:t>
      </w:r>
    </w:p>
    <w:p w14:paraId="226373BA" w14:textId="25A3260F" w:rsidR="00934B70" w:rsidRDefault="00934B70" w:rsidP="00F15419">
      <w:pPr>
        <w:pStyle w:val="Leipteksti"/>
      </w:pPr>
      <w:r w:rsidRPr="00934B70">
        <w:t xml:space="preserve">LY1 </w:t>
      </w:r>
      <w:r w:rsidRPr="00934B70">
        <w:tab/>
      </w:r>
      <w:r w:rsidR="00EE4C0D">
        <w:t>Lääkemääräystietojen luovutuskielto-lomakkeen</w:t>
      </w:r>
      <w:r w:rsidRPr="00934B70">
        <w:t xml:space="preserve"> tulostemalli on julkaistu Kanta.fi-sivustolla, ks. alisivu </w:t>
      </w:r>
      <w:r w:rsidR="007D5DCB">
        <w:t>Potilastietovarannon</w:t>
      </w:r>
      <w:r w:rsidRPr="00934B70">
        <w:t xml:space="preserve"> määrittelyt </w:t>
      </w:r>
    </w:p>
    <w:p w14:paraId="229E5391" w14:textId="77777777" w:rsidR="00B66ECB" w:rsidRDefault="00B66ECB">
      <w:pPr>
        <w:rPr>
          <w:rFonts w:asciiTheme="majorHAnsi" w:eastAsiaTheme="majorEastAsia" w:hAnsiTheme="majorHAnsi" w:cstheme="majorBidi"/>
          <w:bCs/>
          <w:sz w:val="32"/>
          <w:szCs w:val="28"/>
        </w:rPr>
      </w:pPr>
      <w:bookmarkStart w:id="62" w:name="_Toc161153369"/>
      <w:bookmarkStart w:id="63" w:name="_Toc162975617"/>
      <w:bookmarkStart w:id="64" w:name="_Toc162975786"/>
      <w:bookmarkStart w:id="65" w:name="_Toc174027213"/>
      <w:bookmarkStart w:id="66" w:name="_Toc176333479"/>
      <w:bookmarkStart w:id="67" w:name="_Toc176338290"/>
      <w:bookmarkEnd w:id="62"/>
      <w:bookmarkEnd w:id="63"/>
      <w:bookmarkEnd w:id="64"/>
      <w:bookmarkEnd w:id="65"/>
      <w:bookmarkEnd w:id="66"/>
      <w:bookmarkEnd w:id="67"/>
      <w:r>
        <w:br w:type="page"/>
      </w:r>
    </w:p>
    <w:p w14:paraId="3807E7A3" w14:textId="720AC7C2" w:rsidR="009F703C" w:rsidRDefault="00975A37" w:rsidP="00975A37">
      <w:pPr>
        <w:pStyle w:val="Otsikko1"/>
      </w:pPr>
      <w:bookmarkStart w:id="68" w:name="_Toc216782579"/>
      <w:r>
        <w:t>Muutoshistoria</w:t>
      </w:r>
      <w:bookmarkEnd w:id="68"/>
    </w:p>
    <w:p w14:paraId="5C0927A7" w14:textId="0EE01974" w:rsidR="00B66ECB" w:rsidRDefault="00B66ECB" w:rsidP="003C40C1">
      <w:pPr>
        <w:pStyle w:val="Leipteksti"/>
        <w:spacing w:after="0"/>
        <w:ind w:left="0"/>
      </w:pPr>
      <w:r>
        <w:t>Versio 2.5</w:t>
      </w:r>
    </w:p>
    <w:p w14:paraId="3C545BAA" w14:textId="77777777" w:rsidR="00B66ECB" w:rsidRDefault="00B66ECB" w:rsidP="00B66ECB">
      <w:pPr>
        <w:pStyle w:val="Leipteksti"/>
        <w:keepNext/>
        <w:spacing w:after="0"/>
        <w:ind w:left="1304"/>
      </w:pPr>
      <w:r>
        <w:t>12/2025</w:t>
      </w:r>
    </w:p>
    <w:p w14:paraId="0B4D4AA0" w14:textId="77777777" w:rsidR="00B66ECB" w:rsidRDefault="00B66ECB" w:rsidP="00B66ECB">
      <w:pPr>
        <w:pStyle w:val="Leipteksti"/>
        <w:spacing w:after="0"/>
        <w:ind w:left="1304"/>
      </w:pPr>
      <w:r>
        <w:t>Lisätty Potilastietojen hakuun sosiaalihuoltoon liittyvät käyttötapaukset. Muutokset:</w:t>
      </w:r>
    </w:p>
    <w:p w14:paraId="2F3482A4" w14:textId="77777777" w:rsidR="00B66ECB" w:rsidRDefault="00B66ECB" w:rsidP="00B66ECB">
      <w:pPr>
        <w:pStyle w:val="Leipteksti"/>
        <w:spacing w:after="0"/>
        <w:ind w:left="1304"/>
      </w:pPr>
      <w:r>
        <w:t>- Luku 2.2, Käyttötapaukset ja palvelupyynnöt: lisätty uudet käyttötapaukset</w:t>
      </w:r>
    </w:p>
    <w:p w14:paraId="0C848EFE" w14:textId="77777777" w:rsidR="00B66ECB" w:rsidRDefault="00B66ECB" w:rsidP="00B66ECB">
      <w:pPr>
        <w:pStyle w:val="Leipteksti"/>
        <w:spacing w:after="0"/>
        <w:ind w:left="1304"/>
      </w:pPr>
      <w:r>
        <w:t xml:space="preserve">- Lisätty uusi luku 26 </w:t>
      </w:r>
      <w:r w:rsidRPr="00A444B8">
        <w:t>Hae potilastietoja sosiaalihuoltoon</w:t>
      </w:r>
    </w:p>
    <w:p w14:paraId="546E6FB4" w14:textId="77777777" w:rsidR="00B66ECB" w:rsidRDefault="00B66ECB" w:rsidP="00B66ECB">
      <w:pPr>
        <w:pStyle w:val="Leipteksti"/>
        <w:spacing w:after="0"/>
        <w:ind w:left="1304"/>
      </w:pPr>
      <w:r>
        <w:t xml:space="preserve">- Lisätty uusi luku </w:t>
      </w:r>
      <w:r w:rsidRPr="00A444B8">
        <w:t>27</w:t>
      </w:r>
      <w:r>
        <w:t xml:space="preserve"> </w:t>
      </w:r>
      <w:r w:rsidRPr="00A444B8">
        <w:t>Hae keskeisiä potilastietoja sosiaalihuoltoon</w:t>
      </w:r>
    </w:p>
    <w:p w14:paraId="2BC02688" w14:textId="77777777" w:rsidR="00B66ECB" w:rsidRDefault="00B66ECB" w:rsidP="00B66ECB">
      <w:pPr>
        <w:pStyle w:val="Leipteksti"/>
        <w:spacing w:after="0"/>
        <w:ind w:left="1304"/>
      </w:pPr>
      <w:r>
        <w:t>- Lisätty uusi luku 28</w:t>
      </w:r>
      <w:r w:rsidRPr="00A444B8">
        <w:t xml:space="preserve"> Hae vanhoja potilastietoja sosiaalihuoltoon</w:t>
      </w:r>
    </w:p>
    <w:p w14:paraId="0592F698" w14:textId="6915B590" w:rsidR="00B66ECB" w:rsidRDefault="00B66ECB" w:rsidP="00B66ECB">
      <w:pPr>
        <w:pStyle w:val="Leipteksti"/>
        <w:spacing w:after="0"/>
        <w:ind w:left="1304"/>
      </w:pPr>
      <w:r>
        <w:t>- Lisätty uusiin käyttötapauksiin liittyvät LM14, LM15, LK15, LK16 ja LK17.</w:t>
      </w:r>
    </w:p>
    <w:p w14:paraId="00E34123" w14:textId="520FE467" w:rsidR="00EE1CC6" w:rsidRDefault="00EE1CC6" w:rsidP="00B66ECB">
      <w:pPr>
        <w:pStyle w:val="Leipteksti"/>
        <w:spacing w:after="0"/>
        <w:ind w:left="1304"/>
      </w:pPr>
      <w:r>
        <w:t>Lisäksi termistöpäivityksiä läpi dokumentin (arkistointi -&gt; tallennus).</w:t>
      </w:r>
      <w:r w:rsidR="001B2B7D">
        <w:br/>
        <w:t xml:space="preserve">Lisäksi luvuista 5.1 ja 7.1 poistettu vanhentunut ohjeistus vanhojen asiakirjojen arkistoinnista ensisijaisesti massa-arkistointina. </w:t>
      </w:r>
    </w:p>
    <w:p w14:paraId="3727F813" w14:textId="1364C846" w:rsidR="00B66ECB" w:rsidRDefault="00B66ECB" w:rsidP="003C40C1">
      <w:pPr>
        <w:pStyle w:val="Leipteksti"/>
        <w:spacing w:after="0"/>
        <w:ind w:left="0"/>
      </w:pPr>
    </w:p>
    <w:p w14:paraId="1C63D0F7" w14:textId="77777777" w:rsidR="00B66ECB" w:rsidRDefault="00B66ECB" w:rsidP="003C40C1">
      <w:pPr>
        <w:pStyle w:val="Leipteksti"/>
        <w:spacing w:after="0"/>
        <w:ind w:left="0"/>
      </w:pPr>
    </w:p>
    <w:p w14:paraId="0E54070F" w14:textId="6A3D5933" w:rsidR="003C40C1" w:rsidRDefault="003C40C1" w:rsidP="003C40C1">
      <w:pPr>
        <w:pStyle w:val="Leipteksti"/>
        <w:spacing w:after="0"/>
        <w:ind w:left="0"/>
      </w:pPr>
      <w:r>
        <w:t>Versio 2.4</w:t>
      </w:r>
    </w:p>
    <w:p w14:paraId="489F8AAA" w14:textId="77777777" w:rsidR="003C40C1" w:rsidRDefault="003C40C1" w:rsidP="003C40C1">
      <w:pPr>
        <w:pStyle w:val="Leipteksti"/>
        <w:spacing w:after="0"/>
        <w:ind w:left="0"/>
      </w:pPr>
      <w:r>
        <w:tab/>
        <w:t>3/2025</w:t>
      </w:r>
    </w:p>
    <w:p w14:paraId="2B9768C9" w14:textId="77777777" w:rsidR="003C40C1" w:rsidRDefault="003C40C1" w:rsidP="003C40C1">
      <w:pPr>
        <w:pStyle w:val="Leipteksti"/>
        <w:spacing w:after="0"/>
        <w:ind w:left="0"/>
      </w:pPr>
      <w:r>
        <w:tab/>
        <w:t xml:space="preserve">Lisätty lääkemääräyskohtaisen kiellon (RKIE) kahden eri lomakeversion käsittely. Muutokset </w:t>
      </w:r>
    </w:p>
    <w:p w14:paraId="6A9BB65E" w14:textId="77777777" w:rsidR="003C40C1" w:rsidRDefault="003C40C1" w:rsidP="003C40C1">
      <w:pPr>
        <w:pStyle w:val="Leipteksti"/>
        <w:spacing w:after="0"/>
        <w:ind w:left="0"/>
      </w:pPr>
      <w:r>
        <w:tab/>
        <w:t>koskevat:</w:t>
      </w:r>
    </w:p>
    <w:p w14:paraId="72B01BB2" w14:textId="77777777" w:rsidR="003C40C1" w:rsidRDefault="003C40C1" w:rsidP="003C40C1">
      <w:pPr>
        <w:pStyle w:val="Leipteksti"/>
        <w:spacing w:after="0"/>
        <w:ind w:left="0"/>
      </w:pPr>
      <w:r>
        <w:tab/>
      </w:r>
      <w:r>
        <w:tab/>
        <w:t>lukua Arkistoi asiakirja Tahdonilmaisupalveluun</w:t>
      </w:r>
    </w:p>
    <w:p w14:paraId="69237CEA" w14:textId="77777777" w:rsidR="003C40C1" w:rsidRDefault="003C40C1" w:rsidP="003C40C1">
      <w:pPr>
        <w:pStyle w:val="Leipteksti"/>
        <w:spacing w:after="0"/>
        <w:ind w:left="0"/>
      </w:pPr>
      <w:r>
        <w:tab/>
      </w:r>
      <w:r>
        <w:tab/>
        <w:t>lukua Korvaa Tahdonilmaisupalvelun asiakirja</w:t>
      </w:r>
    </w:p>
    <w:p w14:paraId="117C0396" w14:textId="77777777" w:rsidR="003C40C1" w:rsidRDefault="003C40C1" w:rsidP="003C40C1">
      <w:pPr>
        <w:pStyle w:val="Leipteksti"/>
        <w:spacing w:after="0"/>
        <w:ind w:left="0"/>
      </w:pPr>
      <w:r>
        <w:tab/>
      </w:r>
      <w:r>
        <w:tab/>
        <w:t>lukua Hae Tahdonilmaisupalvelun asiakirjoja</w:t>
      </w:r>
    </w:p>
    <w:p w14:paraId="5DA25E84" w14:textId="77777777" w:rsidR="003C40C1" w:rsidRDefault="003C40C1" w:rsidP="003C40C1">
      <w:pPr>
        <w:pStyle w:val="Leipteksti"/>
        <w:spacing w:after="0"/>
        <w:ind w:left="0"/>
      </w:pPr>
      <w:r>
        <w:tab/>
      </w:r>
    </w:p>
    <w:p w14:paraId="3910E3AB" w14:textId="50A9C48D" w:rsidR="003C40C1" w:rsidRDefault="003C40C1" w:rsidP="003C40C1">
      <w:pPr>
        <w:pStyle w:val="Leipteksti"/>
        <w:spacing w:after="0"/>
        <w:ind w:left="1304"/>
      </w:pPr>
      <w:r>
        <w:t>Tarkennettu lukuihin Arkistoi arkistoasiakirja ja Korvaa arkistoasiakirja ostopalvelun     valtuutusasiakirjan tietorakenteen tunnisteen codeId2 käyttöä</w:t>
      </w:r>
    </w:p>
    <w:p w14:paraId="7BC05B03" w14:textId="77777777" w:rsidR="00335DFB" w:rsidRDefault="00335DFB" w:rsidP="00040080">
      <w:pPr>
        <w:pStyle w:val="Leipteksti"/>
        <w:spacing w:after="0"/>
        <w:ind w:left="0"/>
      </w:pPr>
    </w:p>
    <w:p w14:paraId="2A335516" w14:textId="77777777" w:rsidR="003C40C1" w:rsidRDefault="003C40C1" w:rsidP="002C6018">
      <w:pPr>
        <w:pStyle w:val="Leipteksti"/>
        <w:spacing w:after="0"/>
        <w:ind w:left="0"/>
      </w:pPr>
    </w:p>
    <w:p w14:paraId="7943A60D" w14:textId="59F1BED8" w:rsidR="002C6018" w:rsidRDefault="002C6018" w:rsidP="002C6018">
      <w:pPr>
        <w:pStyle w:val="Leipteksti"/>
        <w:spacing w:after="0"/>
        <w:ind w:left="0"/>
      </w:pPr>
      <w:r>
        <w:t>Versio 2.3</w:t>
      </w:r>
    </w:p>
    <w:p w14:paraId="33464605" w14:textId="24C72936" w:rsidR="002C6018" w:rsidRDefault="002C6018" w:rsidP="002C6018">
      <w:pPr>
        <w:pStyle w:val="Leipteksti"/>
        <w:spacing w:after="0"/>
        <w:ind w:left="0"/>
      </w:pPr>
      <w:r>
        <w:tab/>
      </w:r>
      <w:r w:rsidR="00F15419">
        <w:t>3/</w:t>
      </w:r>
      <w:r>
        <w:t>20</w:t>
      </w:r>
      <w:r w:rsidR="00F15419">
        <w:t>2</w:t>
      </w:r>
      <w:r>
        <w:t>4</w:t>
      </w:r>
      <w:r w:rsidR="001C0A14">
        <w:t>, tarkennettu 2.4.2024</w:t>
      </w:r>
    </w:p>
    <w:p w14:paraId="0E852425" w14:textId="462E583A" w:rsidR="00BB767B" w:rsidRDefault="00BB767B" w:rsidP="002F247D">
      <w:pPr>
        <w:pStyle w:val="Leipteksti"/>
        <w:spacing w:after="0"/>
        <w:ind w:left="1304"/>
      </w:pPr>
      <w:r>
        <w:t xml:space="preserve">Lisätty </w:t>
      </w:r>
      <w:r w:rsidR="002F247D">
        <w:t xml:space="preserve">toimintansa päättäneen rekisterinpitäjän tietojen haku ja arkistointi. Toimittaessa järjestämisvastuun perusteella käytetään palvelupyyntöjä PPA11 ja PPB11, jotka on kuvattu käyttötilanteiksi palvelupyyntöjen PPA ja PPB käyttötapauksiin. Toimittaessa yhteisliittymistilanteessa käytetään palvelupyyntöjä PPA ja PPB, joiden käyttötapauksiin käyttötilanteet on kuvattu. </w:t>
      </w:r>
    </w:p>
    <w:p w14:paraId="29F90D0D" w14:textId="69587DAF" w:rsidR="002C6018" w:rsidRDefault="002C6018" w:rsidP="002C6018">
      <w:pPr>
        <w:pStyle w:val="Leipteksti"/>
        <w:spacing w:after="0"/>
        <w:ind w:left="1304"/>
      </w:pPr>
      <w:r>
        <w:t xml:space="preserve">Muutokset: </w:t>
      </w:r>
    </w:p>
    <w:p w14:paraId="52768064" w14:textId="77777777" w:rsidR="002C6018" w:rsidRDefault="002C6018" w:rsidP="002C6018">
      <w:pPr>
        <w:pStyle w:val="Leipteksti"/>
        <w:spacing w:after="0"/>
        <w:ind w:left="1304"/>
      </w:pPr>
      <w:r>
        <w:t xml:space="preserve">- päivitetty lukuun 2.2, </w:t>
      </w:r>
      <w:r w:rsidRPr="00FD2370">
        <w:t>Käyttötapaukset ja palvelupyynnöt</w:t>
      </w:r>
      <w:r>
        <w:t xml:space="preserve"> uudet palvelupyynnöt PPA11 ja PPB11</w:t>
      </w:r>
    </w:p>
    <w:p w14:paraId="27285FE9" w14:textId="56AB7CDC" w:rsidR="002C6018" w:rsidRDefault="002C6018" w:rsidP="002C6018">
      <w:pPr>
        <w:pStyle w:val="Leipteksti"/>
        <w:spacing w:after="0"/>
        <w:ind w:left="1304"/>
      </w:pPr>
      <w:r>
        <w:t xml:space="preserve">- lisätty </w:t>
      </w:r>
      <w:r w:rsidR="00BB767B">
        <w:t>uudet käyttötilanteet</w:t>
      </w:r>
    </w:p>
    <w:p w14:paraId="5D912CC4" w14:textId="77777777" w:rsidR="006E7AAF" w:rsidRDefault="002C6018" w:rsidP="002C6018">
      <w:pPr>
        <w:pStyle w:val="Leipteksti"/>
        <w:spacing w:after="0"/>
        <w:ind w:left="2608"/>
      </w:pPr>
      <w:r>
        <w:t xml:space="preserve">lukuun 4, Arkistoi palvelutapahtuma-asiakirja (PPA) </w:t>
      </w:r>
    </w:p>
    <w:p w14:paraId="28402167" w14:textId="77777777" w:rsidR="001F4A66" w:rsidRDefault="006E7AAF" w:rsidP="002C6018">
      <w:pPr>
        <w:pStyle w:val="Leipteksti"/>
        <w:spacing w:after="0"/>
        <w:ind w:left="2608"/>
      </w:pPr>
      <w:r>
        <w:t>lukuun 5, Arkistoi palvelutapahtuma-asiakirja</w:t>
      </w:r>
      <w:r w:rsidR="002C6018">
        <w:br/>
        <w:t>lukuun 6, Arkistoi hoitoasiakirja (PPA)</w:t>
      </w:r>
    </w:p>
    <w:p w14:paraId="7CEFC405" w14:textId="3DEC307B" w:rsidR="001F4A66" w:rsidRDefault="001F4A66" w:rsidP="002C6018">
      <w:pPr>
        <w:pStyle w:val="Leipteksti"/>
        <w:spacing w:after="0"/>
        <w:ind w:left="2608"/>
      </w:pPr>
      <w:r>
        <w:t>lukuun 7, Arkistoi hoitoasiakirja</w:t>
      </w:r>
      <w:r w:rsidR="002C6018">
        <w:t xml:space="preserve"> </w:t>
      </w:r>
      <w:r w:rsidR="002C6018">
        <w:br/>
        <w:t xml:space="preserve">lukuun 11, </w:t>
      </w:r>
      <w:r w:rsidR="002C6018" w:rsidRPr="0015252D">
        <w:t>Korvaa palvelutapahtuma-asiakirja (PPA)</w:t>
      </w:r>
    </w:p>
    <w:p w14:paraId="52F4307B" w14:textId="2CA83042" w:rsidR="002C6018" w:rsidRDefault="001F4A66" w:rsidP="002C6018">
      <w:pPr>
        <w:pStyle w:val="Leipteksti"/>
        <w:spacing w:after="0"/>
        <w:ind w:left="2608"/>
      </w:pPr>
      <w:r>
        <w:t xml:space="preserve">lukuun 12, </w:t>
      </w:r>
      <w:r w:rsidRPr="0015252D">
        <w:t xml:space="preserve">Korvaa palvelutapahtuma-asiakirja </w:t>
      </w:r>
      <w:r w:rsidR="002C6018">
        <w:br/>
        <w:t xml:space="preserve">lukuun 13, </w:t>
      </w:r>
      <w:r w:rsidR="002C6018" w:rsidRPr="0015252D">
        <w:t xml:space="preserve">Korvaa </w:t>
      </w:r>
      <w:r w:rsidR="002C6018">
        <w:t>hoito</w:t>
      </w:r>
      <w:r w:rsidR="002C6018" w:rsidRPr="0015252D">
        <w:t>asiakirja (PPA)</w:t>
      </w:r>
    </w:p>
    <w:p w14:paraId="4B5030AA" w14:textId="15B8C55A" w:rsidR="001F4A66" w:rsidRDefault="001F4A66" w:rsidP="002C6018">
      <w:pPr>
        <w:pStyle w:val="Leipteksti"/>
        <w:spacing w:after="0"/>
        <w:ind w:left="2608"/>
      </w:pPr>
      <w:r>
        <w:t xml:space="preserve">lukuun 14, </w:t>
      </w:r>
      <w:r w:rsidRPr="0015252D">
        <w:t xml:space="preserve">Korvaa </w:t>
      </w:r>
      <w:r>
        <w:t>hoito</w:t>
      </w:r>
      <w:r w:rsidRPr="0015252D">
        <w:t>asiakirja</w:t>
      </w:r>
    </w:p>
    <w:p w14:paraId="73DCE9CF" w14:textId="39C18385" w:rsidR="00BB767B" w:rsidRDefault="00BB767B" w:rsidP="002C6018">
      <w:pPr>
        <w:pStyle w:val="Leipteksti"/>
        <w:spacing w:after="0"/>
        <w:ind w:left="2608"/>
      </w:pPr>
      <w:r>
        <w:t>lukuun 17, Hae potilasasiakirjoja (PPB)</w:t>
      </w:r>
    </w:p>
    <w:p w14:paraId="4FDF5963" w14:textId="6D5E00C6" w:rsidR="001F4A66" w:rsidRDefault="001F4A66" w:rsidP="001C0A14">
      <w:pPr>
        <w:pStyle w:val="Leipteksti"/>
        <w:spacing w:after="0"/>
        <w:ind w:left="2608"/>
      </w:pPr>
      <w:r>
        <w:t>lukuun 1</w:t>
      </w:r>
      <w:r w:rsidR="00E81082">
        <w:t>8</w:t>
      </w:r>
      <w:r>
        <w:t xml:space="preserve">, Hae </w:t>
      </w:r>
      <w:r w:rsidR="00E81082">
        <w:t>oman rekisterin asiakirjoja</w:t>
      </w:r>
    </w:p>
    <w:p w14:paraId="1A1380DF" w14:textId="2F528871" w:rsidR="002C6018" w:rsidRDefault="002C6018" w:rsidP="002C6018">
      <w:pPr>
        <w:pStyle w:val="Leipteksti"/>
        <w:spacing w:after="0"/>
        <w:ind w:left="1304"/>
      </w:pPr>
      <w:r>
        <w:t xml:space="preserve">- lisätty lukuun </w:t>
      </w:r>
      <w:r w:rsidR="002F247D">
        <w:t>29</w:t>
      </w:r>
      <w:r>
        <w:t>.2, Liittyvä koodistot koodisto LK14.</w:t>
      </w:r>
    </w:p>
    <w:p w14:paraId="0C4915D8" w14:textId="171D014B" w:rsidR="003321D9" w:rsidRDefault="003321D9" w:rsidP="002C6018">
      <w:pPr>
        <w:pStyle w:val="Leipteksti"/>
        <w:spacing w:after="0"/>
        <w:ind w:left="1304"/>
      </w:pPr>
      <w:r>
        <w:t>26.4.2024</w:t>
      </w:r>
    </w:p>
    <w:p w14:paraId="4EC751B1" w14:textId="742C846D" w:rsidR="003321D9" w:rsidRDefault="003321D9" w:rsidP="002C6018">
      <w:pPr>
        <w:pStyle w:val="Leipteksti"/>
        <w:spacing w:after="0"/>
        <w:ind w:left="1304"/>
      </w:pPr>
      <w:r>
        <w:t>- lisätty Korvaa Arkistoasiakirja -käyttötapaukseen luku 16.6 lisätietoja korvauksesta eri lomakeversioilla</w:t>
      </w:r>
    </w:p>
    <w:p w14:paraId="6AE1514A" w14:textId="31C8881D" w:rsidR="00603A86" w:rsidRDefault="00603A86" w:rsidP="002C6018">
      <w:pPr>
        <w:pStyle w:val="Leipteksti"/>
        <w:spacing w:after="0"/>
        <w:ind w:left="1304"/>
      </w:pPr>
      <w:r>
        <w:t>8.8.2024</w:t>
      </w:r>
    </w:p>
    <w:p w14:paraId="4B5E86CB" w14:textId="7FA0160F" w:rsidR="00603A86" w:rsidRDefault="00603A86" w:rsidP="00603A86">
      <w:pPr>
        <w:pStyle w:val="Leipteksti"/>
        <w:spacing w:after="0"/>
        <w:ind w:left="1304"/>
      </w:pPr>
      <w:r>
        <w:t>Palvelun nimi päivitett</w:t>
      </w:r>
      <w:r w:rsidR="001B2B7D">
        <w:t>y</w:t>
      </w:r>
      <w:r>
        <w:t xml:space="preserve"> Potilastiedon arkistosta Potilastietovarannoksi.</w:t>
      </w:r>
    </w:p>
    <w:p w14:paraId="751A7DAD" w14:textId="046600ED" w:rsidR="00603A86" w:rsidRDefault="00603A86" w:rsidP="002C6018">
      <w:pPr>
        <w:pStyle w:val="Leipteksti"/>
        <w:spacing w:after="0"/>
        <w:ind w:left="1304"/>
      </w:pPr>
      <w:r>
        <w:t>Lisätty toimintansa päättäneen rekisterinpitäjän vanhojen tietojen haku ja arkistointi.</w:t>
      </w:r>
    </w:p>
    <w:p w14:paraId="628FAA76" w14:textId="77777777" w:rsidR="00603A86" w:rsidRDefault="00603A86" w:rsidP="00603A86">
      <w:pPr>
        <w:pStyle w:val="Leipteksti"/>
        <w:spacing w:after="0"/>
        <w:ind w:left="1304"/>
      </w:pPr>
      <w:r>
        <w:t xml:space="preserve">Muutokset: </w:t>
      </w:r>
    </w:p>
    <w:p w14:paraId="3C8B4BC1" w14:textId="321FA821" w:rsidR="00603A86" w:rsidRDefault="00603A86" w:rsidP="00603A86">
      <w:pPr>
        <w:pStyle w:val="Leipteksti"/>
        <w:spacing w:after="0"/>
        <w:ind w:left="1304"/>
      </w:pPr>
      <w:r>
        <w:t xml:space="preserve">- päivitetty lukuun 2.2, </w:t>
      </w:r>
      <w:r w:rsidRPr="00FD2370">
        <w:t>Käyttötapaukset ja palvelupyynnöt</w:t>
      </w:r>
      <w:r>
        <w:t xml:space="preserve"> uudet palvelupyynnöt PP3611 ja PP3711</w:t>
      </w:r>
    </w:p>
    <w:p w14:paraId="46E6119D" w14:textId="393F3BCB" w:rsidR="00603A86" w:rsidRDefault="00603A86" w:rsidP="00603A86">
      <w:pPr>
        <w:pStyle w:val="Leipteksti"/>
        <w:spacing w:after="0"/>
        <w:ind w:left="1304"/>
      </w:pPr>
      <w:r>
        <w:t xml:space="preserve">- lisätty </w:t>
      </w:r>
      <w:r w:rsidR="002B7979">
        <w:t>PP3611- ja PP3711-</w:t>
      </w:r>
      <w:r>
        <w:t>käyttötilanteet</w:t>
      </w:r>
    </w:p>
    <w:p w14:paraId="0CBE5E62" w14:textId="4054DEB4" w:rsidR="00603A86" w:rsidRDefault="00603A86" w:rsidP="00603A86">
      <w:pPr>
        <w:pStyle w:val="Leipteksti"/>
        <w:spacing w:after="0"/>
        <w:ind w:left="2608"/>
      </w:pPr>
      <w:r>
        <w:t>lukuun 5, Arkistoi palvelutapahtuma-asiakirja</w:t>
      </w:r>
      <w:r>
        <w:br/>
        <w:t xml:space="preserve">lukuun 7, Arkistoi hoitoasiakirja </w:t>
      </w:r>
      <w:r>
        <w:br/>
        <w:t xml:space="preserve">lukuun 12, </w:t>
      </w:r>
      <w:r w:rsidRPr="0015252D">
        <w:t xml:space="preserve">Korvaa palvelutapahtuma-asiakirja </w:t>
      </w:r>
      <w:r>
        <w:br/>
        <w:t xml:space="preserve">lukuun 14, </w:t>
      </w:r>
      <w:r w:rsidRPr="0015252D">
        <w:t xml:space="preserve">Korvaa </w:t>
      </w:r>
      <w:r>
        <w:t>hoito</w:t>
      </w:r>
      <w:r w:rsidRPr="0015252D">
        <w:t>asiakirja</w:t>
      </w:r>
    </w:p>
    <w:p w14:paraId="363337AD" w14:textId="2A5AA5A3" w:rsidR="00603A86" w:rsidRDefault="00603A86" w:rsidP="00603A86">
      <w:pPr>
        <w:pStyle w:val="Leipteksti"/>
        <w:spacing w:after="0"/>
        <w:ind w:left="2608"/>
      </w:pPr>
      <w:r>
        <w:t>lukuun 18, Hae oman rekisterin asiakirjoja</w:t>
      </w:r>
      <w:r w:rsidR="002B7979">
        <w:t>.</w:t>
      </w:r>
    </w:p>
    <w:p w14:paraId="38CF8304" w14:textId="3505591A" w:rsidR="008A5A9F" w:rsidRDefault="001A7B46" w:rsidP="008A5A9F">
      <w:pPr>
        <w:pStyle w:val="Leipteksti"/>
        <w:spacing w:after="0"/>
        <w:ind w:left="1304"/>
      </w:pPr>
      <w:r>
        <w:t>4</w:t>
      </w:r>
      <w:r w:rsidR="008A5A9F">
        <w:t>.</w:t>
      </w:r>
      <w:r>
        <w:t>9</w:t>
      </w:r>
      <w:r w:rsidR="008A5A9F">
        <w:t>.2024</w:t>
      </w:r>
    </w:p>
    <w:p w14:paraId="123B02A7" w14:textId="293802AE" w:rsidR="008A5A9F" w:rsidRDefault="008A5A9F" w:rsidP="006023B6">
      <w:pPr>
        <w:pStyle w:val="Leipteksti"/>
        <w:spacing w:after="0"/>
        <w:ind w:left="1304"/>
      </w:pPr>
      <w:r>
        <w:t>- Lukuun 24.1 ja 26.4 tarkennettu</w:t>
      </w:r>
      <w:r w:rsidR="00FC7AEE">
        <w:t xml:space="preserve"> tahdonilmaisujen haku </w:t>
      </w:r>
      <w:r>
        <w:t>keskeisten terveystietojen hätähau</w:t>
      </w:r>
      <w:r w:rsidR="00FC7AEE">
        <w:t>n yhteydessä.</w:t>
      </w:r>
      <w:r>
        <w:t xml:space="preserve"> </w:t>
      </w:r>
    </w:p>
    <w:p w14:paraId="64CB8495" w14:textId="0F5074EE" w:rsidR="001A7B46" w:rsidRDefault="001A7B46" w:rsidP="006023B6">
      <w:pPr>
        <w:pStyle w:val="Leipteksti"/>
        <w:spacing w:after="0"/>
        <w:ind w:left="1304"/>
      </w:pPr>
      <w:r>
        <w:t>- Lukuun 28.3 tarkennus: kaikilla haun palvelupyynnöillä annetaan hakevan ohjelmiston tiedot.</w:t>
      </w:r>
    </w:p>
    <w:p w14:paraId="36149C03" w14:textId="3A1D88BD"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0A0802C0" w:rsidR="007166AB" w:rsidRDefault="007166AB" w:rsidP="00147F45">
      <w:pPr>
        <w:pStyle w:val="Leipteksti"/>
        <w:spacing w:after="0"/>
        <w:ind w:left="0"/>
      </w:pPr>
      <w:r>
        <w:tab/>
        <w:t>23.1.2024</w:t>
      </w:r>
    </w:p>
    <w:p w14:paraId="410D52A9" w14:textId="1D26F680" w:rsidR="007166AB" w:rsidRDefault="007166AB" w:rsidP="007166AB">
      <w:pPr>
        <w:pStyle w:val="Leipteksti"/>
        <w:spacing w:after="0"/>
        <w:ind w:left="0"/>
      </w:pPr>
      <w:r>
        <w:tab/>
        <w:t>- Lukuun 8.6 tarkennettu rivinvaihtoja koskevaa tekstiä (LT3).</w:t>
      </w:r>
    </w:p>
    <w:p w14:paraId="7ACB3B67" w14:textId="3ABC4C1F" w:rsidR="00FF07A6" w:rsidRDefault="00FF07A6" w:rsidP="007166AB">
      <w:pPr>
        <w:pStyle w:val="Leipteksti"/>
        <w:spacing w:after="0"/>
        <w:ind w:left="0"/>
      </w:pPr>
      <w:bookmarkStart w:id="69" w:name="_Hlk158192118"/>
      <w:r>
        <w:tab/>
        <w:t xml:space="preserve">7.2.2024 Poistettu luvusta 6 virheellinen skenaario E. </w:t>
      </w:r>
    </w:p>
    <w:bookmarkEnd w:id="69"/>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A642C1">
      <w:pPr>
        <w:pStyle w:val="Leipteksti"/>
        <w:numPr>
          <w:ilvl w:val="0"/>
          <w:numId w:val="46"/>
        </w:numPr>
        <w:spacing w:after="0"/>
      </w:pPr>
      <w:r>
        <w:t xml:space="preserve">Lukuun 2.2 päivitetty palvelupyynnön PP22 nimi, </w:t>
      </w:r>
      <w:r w:rsidRPr="001E14E0">
        <w:t>Haku Uudenmaan väliaikaisen tiedonsaantioikeuden perusteella</w:t>
      </w:r>
    </w:p>
    <w:p w14:paraId="095328B8" w14:textId="4C561AC1" w:rsidR="00CF31F2" w:rsidRDefault="00CF31F2" w:rsidP="00A642C1">
      <w:pPr>
        <w:pStyle w:val="Leipteksti"/>
        <w:numPr>
          <w:ilvl w:val="0"/>
          <w:numId w:val="46"/>
        </w:numPr>
        <w:spacing w:after="0"/>
      </w:pPr>
      <w:r>
        <w:t>Lukuun 15.3. kohtaan 3 lisätty palvelupyyntöjen PP24 ja PP25 käyttöä Kanta-infomoinnin päivitystilanteessa koskeva huomautus</w:t>
      </w:r>
    </w:p>
    <w:p w14:paraId="1E4D45D1" w14:textId="02D30651" w:rsidR="00306B07" w:rsidRDefault="00306B07" w:rsidP="00A642C1">
      <w:pPr>
        <w:pStyle w:val="Leipteksti"/>
        <w:numPr>
          <w:ilvl w:val="0"/>
          <w:numId w:val="46"/>
        </w:numPr>
        <w:spacing w:after="0"/>
      </w:pPr>
      <w:r>
        <w:t>Lukuun 26.3 kohtaan 4 lisätty huomautus asiakirjan edelleenvälittämisestä ostopalvelutilanteessa</w:t>
      </w:r>
    </w:p>
    <w:p w14:paraId="6CBFFB4A" w14:textId="4D63603A" w:rsidR="00CF31F2" w:rsidRDefault="00CF31F2" w:rsidP="00A642C1">
      <w:pPr>
        <w:pStyle w:val="Leipteksti"/>
        <w:numPr>
          <w:ilvl w:val="0"/>
          <w:numId w:val="46"/>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A642C1">
      <w:pPr>
        <w:pStyle w:val="Leipteksti"/>
        <w:numPr>
          <w:ilvl w:val="1"/>
          <w:numId w:val="46"/>
        </w:numPr>
        <w:spacing w:after="0"/>
      </w:pPr>
      <w:r>
        <w:t>Lukujen 3.1 ja 3.2 taulukoihin lisätty yhteydenottokielto-lomake</w:t>
      </w:r>
    </w:p>
    <w:p w14:paraId="6DED06C5" w14:textId="63B5FCBA" w:rsidR="00F66D4A" w:rsidRDefault="005E1B38" w:rsidP="00A642C1">
      <w:pPr>
        <w:pStyle w:val="Leipteksti"/>
        <w:numPr>
          <w:ilvl w:val="1"/>
          <w:numId w:val="46"/>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A642C1">
      <w:pPr>
        <w:pStyle w:val="Leipteksti"/>
        <w:numPr>
          <w:ilvl w:val="0"/>
          <w:numId w:val="45"/>
        </w:numPr>
        <w:spacing w:after="0"/>
      </w:pPr>
      <w:r>
        <w:t xml:space="preserve">Lukuun Hae Tahdonilmaisupalvelun asiakirjoja on lisätty </w:t>
      </w:r>
    </w:p>
    <w:p w14:paraId="3971C9B5" w14:textId="241C6F5C" w:rsidR="00396388" w:rsidRDefault="00F66D4A" w:rsidP="00A642C1">
      <w:pPr>
        <w:pStyle w:val="Leipteksti"/>
        <w:numPr>
          <w:ilvl w:val="0"/>
          <w:numId w:val="45"/>
        </w:numPr>
        <w:spacing w:after="0"/>
      </w:pPr>
      <w:r>
        <w:t>huoltajalle tulostettava kieltoyhteenveto</w:t>
      </w:r>
      <w:r w:rsidR="00396388">
        <w:t xml:space="preserve"> (KIEYHTH)</w:t>
      </w:r>
    </w:p>
    <w:p w14:paraId="05403E9F" w14:textId="0B59EA89" w:rsidR="00396388" w:rsidRDefault="00396388" w:rsidP="00A642C1">
      <w:pPr>
        <w:pStyle w:val="Leipteksti"/>
        <w:numPr>
          <w:ilvl w:val="0"/>
          <w:numId w:val="45"/>
        </w:numPr>
        <w:spacing w:after="0"/>
      </w:pPr>
      <w:r>
        <w:t>tahdonilmaisupalvelun haku tulostamista varten: yhteydenottokiellon (YKIE) pdf-tuloste</w:t>
      </w:r>
    </w:p>
    <w:p w14:paraId="13872EB6" w14:textId="085ACBC2" w:rsidR="00DB4F57" w:rsidRDefault="00DB4F57" w:rsidP="00D937A5">
      <w:pPr>
        <w:pStyle w:val="Leipteksti"/>
        <w:spacing w:after="0"/>
        <w:ind w:left="1304"/>
      </w:pPr>
      <w:r>
        <w:t>2</w:t>
      </w:r>
      <w:r w:rsidR="007507B7">
        <w:t>9</w:t>
      </w:r>
      <w:r>
        <w:t>.6.2023</w:t>
      </w:r>
    </w:p>
    <w:p w14:paraId="6E22D49E" w14:textId="2D91FB69" w:rsidR="00DB4F57" w:rsidRDefault="00DB4F57" w:rsidP="00A642C1">
      <w:pPr>
        <w:pStyle w:val="Leipteksti"/>
        <w:numPr>
          <w:ilvl w:val="0"/>
          <w:numId w:val="4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A642C1">
      <w:pPr>
        <w:pStyle w:val="Leipteksti"/>
        <w:numPr>
          <w:ilvl w:val="1"/>
          <w:numId w:val="45"/>
        </w:numPr>
        <w:spacing w:after="0"/>
      </w:pPr>
      <w:r>
        <w:t xml:space="preserve">Lukujen 3.1 ja </w:t>
      </w:r>
      <w:r w:rsidR="001F3E17">
        <w:t>3.2 taulukot</w:t>
      </w:r>
    </w:p>
    <w:p w14:paraId="7FD28184" w14:textId="3F9AA0A4" w:rsidR="00DB4F57" w:rsidRDefault="00DB4F57" w:rsidP="00A642C1">
      <w:pPr>
        <w:pStyle w:val="Leipteksti"/>
        <w:numPr>
          <w:ilvl w:val="1"/>
          <w:numId w:val="4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063B6346"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A642C1">
      <w:pPr>
        <w:pStyle w:val="Leipteksti"/>
        <w:numPr>
          <w:ilvl w:val="0"/>
          <w:numId w:val="45"/>
        </w:numPr>
        <w:spacing w:after="0"/>
      </w:pPr>
      <w:r>
        <w:t xml:space="preserve">Lisätty lukuun 8 ohjeistus rivinvaihtojen käsittelemiseksi lomakkeilla YKIE ja PSSUO. Lukuun 8.4 tarkennus ja uusi lisätieto LT3. </w:t>
      </w:r>
    </w:p>
    <w:p w14:paraId="482F4B7D" w14:textId="27DF4ACD" w:rsidR="00D3673E" w:rsidRDefault="00D3673E" w:rsidP="00592CC9">
      <w:pPr>
        <w:pStyle w:val="Leipteksti"/>
        <w:spacing w:after="0"/>
        <w:ind w:left="1304"/>
      </w:pPr>
      <w:r>
        <w:t>5.9.2023</w:t>
      </w:r>
    </w:p>
    <w:p w14:paraId="7E7B2A9E" w14:textId="3F0319D8" w:rsidR="00D3673E" w:rsidRDefault="00D3673E" w:rsidP="00A642C1">
      <w:pPr>
        <w:pStyle w:val="Leipteksti"/>
        <w:numPr>
          <w:ilvl w:val="0"/>
          <w:numId w:val="4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592CC9">
      <w:pPr>
        <w:pStyle w:val="Leipteksti"/>
        <w:spacing w:after="0"/>
        <w:ind w:left="1304"/>
      </w:pPr>
      <w:r>
        <w:t>2</w:t>
      </w:r>
      <w:r w:rsidR="00282EE8">
        <w:t>5</w:t>
      </w:r>
      <w:r>
        <w:t>.10.2023</w:t>
      </w:r>
    </w:p>
    <w:p w14:paraId="75033FBE" w14:textId="53ADD918" w:rsidR="00977769" w:rsidRDefault="00977769" w:rsidP="00A642C1">
      <w:pPr>
        <w:pStyle w:val="Leipteksti"/>
        <w:numPr>
          <w:ilvl w:val="0"/>
          <w:numId w:val="4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592CC9">
      <w:pPr>
        <w:pStyle w:val="Leipteksti"/>
        <w:spacing w:after="0"/>
        <w:ind w:left="1304"/>
      </w:pPr>
      <w:r>
        <w:t xml:space="preserve">       rekisterien (terveydenhuolto-sosiaalihuolto) välillä</w:t>
      </w:r>
    </w:p>
    <w:p w14:paraId="301B9121" w14:textId="4DD4C860" w:rsidR="0032299A" w:rsidRDefault="0032299A" w:rsidP="00592CC9">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A642C1">
      <w:pPr>
        <w:pStyle w:val="Leipteksti"/>
        <w:numPr>
          <w:ilvl w:val="0"/>
          <w:numId w:val="4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A642C1">
      <w:pPr>
        <w:pStyle w:val="Leipteksti"/>
        <w:numPr>
          <w:ilvl w:val="0"/>
          <w:numId w:val="44"/>
        </w:numPr>
        <w:spacing w:after="0"/>
      </w:pPr>
      <w:r w:rsidRPr="00AC516B">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A642C1">
      <w:pPr>
        <w:pStyle w:val="Leipteksti"/>
        <w:numPr>
          <w:ilvl w:val="0"/>
          <w:numId w:val="44"/>
        </w:numPr>
        <w:spacing w:after="0"/>
      </w:pPr>
      <w:r>
        <w:t xml:space="preserve">Lukuun Arkistoi asiakirja Tahdonilmaisupalveluun on paranneltu tekstiä Suostumus-asiakirjan muutoksesta Luovutuslupa-asiakirjaksi </w:t>
      </w:r>
    </w:p>
    <w:p w14:paraId="7E3BB61F" w14:textId="3C42EBD7" w:rsidR="00D26409" w:rsidRDefault="00D26409" w:rsidP="00A642C1">
      <w:pPr>
        <w:pStyle w:val="Leipteksti"/>
        <w:numPr>
          <w:ilvl w:val="0"/>
          <w:numId w:val="4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A642C1">
      <w:pPr>
        <w:pStyle w:val="Leipteksti"/>
        <w:numPr>
          <w:ilvl w:val="0"/>
          <w:numId w:val="4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A642C1">
      <w:pPr>
        <w:pStyle w:val="Leipteksti"/>
        <w:numPr>
          <w:ilvl w:val="0"/>
          <w:numId w:val="44"/>
        </w:numPr>
        <w:spacing w:after="0"/>
      </w:pPr>
      <w:r>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A642C1">
      <w:pPr>
        <w:pStyle w:val="Leipteksti"/>
        <w:numPr>
          <w:ilvl w:val="0"/>
          <w:numId w:val="39"/>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A642C1">
      <w:pPr>
        <w:pStyle w:val="Leipteksti"/>
        <w:numPr>
          <w:ilvl w:val="0"/>
          <w:numId w:val="39"/>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A642C1">
      <w:pPr>
        <w:pStyle w:val="Leipteksti"/>
        <w:numPr>
          <w:ilvl w:val="1"/>
          <w:numId w:val="39"/>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A642C1">
      <w:pPr>
        <w:pStyle w:val="Leipteksti"/>
        <w:numPr>
          <w:ilvl w:val="0"/>
          <w:numId w:val="39"/>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A642C1">
      <w:pPr>
        <w:pStyle w:val="Leipteksti"/>
        <w:numPr>
          <w:ilvl w:val="1"/>
          <w:numId w:val="39"/>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A642C1">
      <w:pPr>
        <w:pStyle w:val="Leipteksti"/>
        <w:numPr>
          <w:ilvl w:val="0"/>
          <w:numId w:val="39"/>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A642C1">
      <w:pPr>
        <w:pStyle w:val="Leipteksti"/>
        <w:numPr>
          <w:ilvl w:val="0"/>
          <w:numId w:val="4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A642C1">
      <w:pPr>
        <w:pStyle w:val="Leipteksti"/>
        <w:numPr>
          <w:ilvl w:val="0"/>
          <w:numId w:val="43"/>
        </w:numPr>
        <w:spacing w:after="0"/>
      </w:pPr>
      <w:r w:rsidRPr="00B402BD">
        <w:t>Muutos lukuun 17 Hae potilasasiakirjoja (PPB).</w:t>
      </w:r>
    </w:p>
    <w:p w14:paraId="79B21CCC" w14:textId="77777777" w:rsidR="003106A8" w:rsidRPr="006C6991" w:rsidRDefault="00A969C8" w:rsidP="00A642C1">
      <w:pPr>
        <w:pStyle w:val="Leipteksti"/>
        <w:numPr>
          <w:ilvl w:val="0"/>
          <w:numId w:val="4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A642C1">
      <w:pPr>
        <w:pStyle w:val="Leipteksti"/>
        <w:numPr>
          <w:ilvl w:val="0"/>
          <w:numId w:val="4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A642C1">
      <w:pPr>
        <w:pStyle w:val="Leipteksti"/>
        <w:numPr>
          <w:ilvl w:val="0"/>
          <w:numId w:val="4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4032686"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044540">
      <w:headerReference w:type="default" r:id="rId27"/>
      <w:pgSz w:w="11906" w:h="16838" w:code="9"/>
      <w:pgMar w:top="2438" w:right="127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94689" w14:textId="77777777" w:rsidR="00E74A6B" w:rsidRDefault="00E74A6B" w:rsidP="00661F12">
      <w:r>
        <w:separator/>
      </w:r>
    </w:p>
    <w:p w14:paraId="7293C03F" w14:textId="77777777" w:rsidR="00E74A6B" w:rsidRDefault="00E74A6B"/>
  </w:endnote>
  <w:endnote w:type="continuationSeparator" w:id="0">
    <w:p w14:paraId="0F29EEDA" w14:textId="77777777" w:rsidR="00E74A6B" w:rsidRDefault="00E74A6B" w:rsidP="00661F12">
      <w:r>
        <w:continuationSeparator/>
      </w:r>
    </w:p>
    <w:p w14:paraId="56BCCFF3" w14:textId="77777777" w:rsidR="00E74A6B" w:rsidRDefault="00E74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1212C" w14:textId="77777777" w:rsidR="00E74A6B" w:rsidRDefault="00E74A6B" w:rsidP="00661F12">
      <w:r>
        <w:separator/>
      </w:r>
    </w:p>
    <w:p w14:paraId="55024AA2" w14:textId="77777777" w:rsidR="00E74A6B" w:rsidRDefault="00E74A6B"/>
  </w:footnote>
  <w:footnote w:type="continuationSeparator" w:id="0">
    <w:p w14:paraId="20228E5B" w14:textId="77777777" w:rsidR="00E74A6B" w:rsidRDefault="00E74A6B" w:rsidP="00661F12">
      <w:r>
        <w:continuationSeparator/>
      </w:r>
    </w:p>
    <w:p w14:paraId="68BBEBC8" w14:textId="77777777" w:rsidR="00E74A6B" w:rsidRDefault="00E74A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4" name="Kuva 4"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592CC9">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157356F6"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33059E">
            <w:fldChar w:fldCharType="begin"/>
          </w:r>
          <w:r w:rsidR="0033059E">
            <w:instrText xml:space="preserve"> NUMPAGES   \* MERGEFORMAT </w:instrText>
          </w:r>
          <w:r w:rsidR="0033059E">
            <w:fldChar w:fldCharType="separate"/>
          </w:r>
          <w:r w:rsidR="00D3673E">
            <w:t>130</w:t>
          </w:r>
          <w:r w:rsidR="0033059E">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122B70BC" w:rsidR="00982045" w:rsidRPr="00661F12" w:rsidRDefault="00AD1EB6" w:rsidP="00F53733">
          <w:pPr>
            <w:pStyle w:val="Yltunniste"/>
          </w:pPr>
          <w:r>
            <w:t>Potilastietovaranto</w:t>
          </w:r>
          <w:r w:rsidR="00982045">
            <w:t xml:space="preserve">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5-12-16T00:00:00Z">
            <w:dateFormat w:val="d.M.yyyy"/>
            <w:lid w:val="fi-FI"/>
            <w:storeMappedDataAs w:val="dateTime"/>
            <w:calendar w:val="gregorian"/>
          </w:date>
        </w:sdtPr>
        <w:sdtEndPr/>
        <w:sdtContent>
          <w:tc>
            <w:tcPr>
              <w:tcW w:w="2575" w:type="dxa"/>
              <w:gridSpan w:val="2"/>
            </w:tcPr>
            <w:p w14:paraId="6D2E652A" w14:textId="55E1C693" w:rsidR="00982045" w:rsidRDefault="00A52BC6" w:rsidP="00907E9A">
              <w:pPr>
                <w:pStyle w:val="Yltunniste"/>
              </w:pPr>
              <w:r>
                <w:t>1</w:t>
              </w:r>
              <w:r w:rsidR="00493B53">
                <w:t>6</w:t>
              </w:r>
              <w:r w:rsidR="00335DFB">
                <w:t>.12.2025</w:t>
              </w:r>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p w14:paraId="042F38D2" w14:textId="77777777" w:rsidR="00CB25DA" w:rsidRDefault="00CB25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216FEC8"/>
    <w:lvl w:ilvl="0">
      <w:start w:val="1"/>
      <w:numFmt w:val="decimal"/>
      <w:lvlText w:val="%1."/>
      <w:lvlJc w:val="left"/>
      <w:pPr>
        <w:tabs>
          <w:tab w:val="num" w:pos="360"/>
        </w:tabs>
        <w:ind w:left="360" w:hanging="360"/>
      </w:pPr>
    </w:lvl>
  </w:abstractNum>
  <w:abstractNum w:abstractNumId="1"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2"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06BD2AAE"/>
    <w:multiLevelType w:val="hybridMultilevel"/>
    <w:tmpl w:val="4EF2FF68"/>
    <w:lvl w:ilvl="0" w:tplc="025A90FC">
      <w:start w:val="20"/>
      <w:numFmt w:val="bullet"/>
      <w:lvlText w:val="-"/>
      <w:lvlJc w:val="left"/>
      <w:pPr>
        <w:ind w:left="2248" w:hanging="360"/>
      </w:pPr>
      <w:rPr>
        <w:rFonts w:ascii="Calibri" w:eastAsia="Calibri" w:hAnsi="Calibri" w:cs="Times New Roman" w:hint="default"/>
      </w:rPr>
    </w:lvl>
    <w:lvl w:ilvl="1" w:tplc="040B0003" w:tentative="1">
      <w:start w:val="1"/>
      <w:numFmt w:val="bullet"/>
      <w:lvlText w:val="o"/>
      <w:lvlJc w:val="left"/>
      <w:pPr>
        <w:ind w:left="2968" w:hanging="360"/>
      </w:pPr>
      <w:rPr>
        <w:rFonts w:ascii="Courier New" w:hAnsi="Courier New" w:cs="Courier New" w:hint="default"/>
      </w:rPr>
    </w:lvl>
    <w:lvl w:ilvl="2" w:tplc="040B0005" w:tentative="1">
      <w:start w:val="1"/>
      <w:numFmt w:val="bullet"/>
      <w:lvlText w:val=""/>
      <w:lvlJc w:val="left"/>
      <w:pPr>
        <w:ind w:left="3688" w:hanging="360"/>
      </w:pPr>
      <w:rPr>
        <w:rFonts w:ascii="Wingdings" w:hAnsi="Wingdings" w:hint="default"/>
      </w:rPr>
    </w:lvl>
    <w:lvl w:ilvl="3" w:tplc="040B0001" w:tentative="1">
      <w:start w:val="1"/>
      <w:numFmt w:val="bullet"/>
      <w:lvlText w:val=""/>
      <w:lvlJc w:val="left"/>
      <w:pPr>
        <w:ind w:left="4408" w:hanging="360"/>
      </w:pPr>
      <w:rPr>
        <w:rFonts w:ascii="Symbol" w:hAnsi="Symbol" w:hint="default"/>
      </w:rPr>
    </w:lvl>
    <w:lvl w:ilvl="4" w:tplc="040B0003" w:tentative="1">
      <w:start w:val="1"/>
      <w:numFmt w:val="bullet"/>
      <w:lvlText w:val="o"/>
      <w:lvlJc w:val="left"/>
      <w:pPr>
        <w:ind w:left="5128" w:hanging="360"/>
      </w:pPr>
      <w:rPr>
        <w:rFonts w:ascii="Courier New" w:hAnsi="Courier New" w:cs="Courier New" w:hint="default"/>
      </w:rPr>
    </w:lvl>
    <w:lvl w:ilvl="5" w:tplc="040B0005" w:tentative="1">
      <w:start w:val="1"/>
      <w:numFmt w:val="bullet"/>
      <w:lvlText w:val=""/>
      <w:lvlJc w:val="left"/>
      <w:pPr>
        <w:ind w:left="5848" w:hanging="360"/>
      </w:pPr>
      <w:rPr>
        <w:rFonts w:ascii="Wingdings" w:hAnsi="Wingdings" w:hint="default"/>
      </w:rPr>
    </w:lvl>
    <w:lvl w:ilvl="6" w:tplc="040B0001" w:tentative="1">
      <w:start w:val="1"/>
      <w:numFmt w:val="bullet"/>
      <w:lvlText w:val=""/>
      <w:lvlJc w:val="left"/>
      <w:pPr>
        <w:ind w:left="6568" w:hanging="360"/>
      </w:pPr>
      <w:rPr>
        <w:rFonts w:ascii="Symbol" w:hAnsi="Symbol" w:hint="default"/>
      </w:rPr>
    </w:lvl>
    <w:lvl w:ilvl="7" w:tplc="040B0003" w:tentative="1">
      <w:start w:val="1"/>
      <w:numFmt w:val="bullet"/>
      <w:lvlText w:val="o"/>
      <w:lvlJc w:val="left"/>
      <w:pPr>
        <w:ind w:left="7288" w:hanging="360"/>
      </w:pPr>
      <w:rPr>
        <w:rFonts w:ascii="Courier New" w:hAnsi="Courier New" w:cs="Courier New" w:hint="default"/>
      </w:rPr>
    </w:lvl>
    <w:lvl w:ilvl="8" w:tplc="040B0005" w:tentative="1">
      <w:start w:val="1"/>
      <w:numFmt w:val="bullet"/>
      <w:lvlText w:val=""/>
      <w:lvlJc w:val="left"/>
      <w:pPr>
        <w:ind w:left="8008" w:hanging="360"/>
      </w:pPr>
      <w:rPr>
        <w:rFonts w:ascii="Wingdings" w:hAnsi="Wingdings" w:hint="default"/>
      </w:rPr>
    </w:lvl>
  </w:abstractNum>
  <w:abstractNum w:abstractNumId="6" w15:restartNumberingAfterBreak="0">
    <w:nsid w:val="088D3F1C"/>
    <w:multiLevelType w:val="hybridMultilevel"/>
    <w:tmpl w:val="D27A3868"/>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7" w15:restartNumberingAfterBreak="0">
    <w:nsid w:val="0E587DFE"/>
    <w:multiLevelType w:val="hybridMultilevel"/>
    <w:tmpl w:val="F3E8D6D4"/>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11"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3" w15:restartNumberingAfterBreak="0">
    <w:nsid w:val="19114E39"/>
    <w:multiLevelType w:val="hybridMultilevel"/>
    <w:tmpl w:val="FFFC1D5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4"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5"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6" w15:restartNumberingAfterBreak="0">
    <w:nsid w:val="27D42BE3"/>
    <w:multiLevelType w:val="hybridMultilevel"/>
    <w:tmpl w:val="FE0CCC9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9D7677B"/>
    <w:multiLevelType w:val="hybridMultilevel"/>
    <w:tmpl w:val="0BAAF1A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2AFC3682"/>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9"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20" w15:restartNumberingAfterBreak="0">
    <w:nsid w:val="31FB35B9"/>
    <w:multiLevelType w:val="hybridMultilevel"/>
    <w:tmpl w:val="3B5EF19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1" w15:restartNumberingAfterBreak="0">
    <w:nsid w:val="35CD3861"/>
    <w:multiLevelType w:val="hybridMultilevel"/>
    <w:tmpl w:val="ED208362"/>
    <w:lvl w:ilvl="0" w:tplc="5C5C9008">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22" w15:restartNumberingAfterBreak="0">
    <w:nsid w:val="36215442"/>
    <w:multiLevelType w:val="hybridMultilevel"/>
    <w:tmpl w:val="40E29C84"/>
    <w:lvl w:ilvl="0" w:tplc="040B0015">
      <w:start w:val="1"/>
      <w:numFmt w:val="upperLetter"/>
      <w:lvlText w:val="%1."/>
      <w:lvlJc w:val="left"/>
      <w:pPr>
        <w:ind w:left="2138" w:hanging="360"/>
      </w:pPr>
      <w:rPr>
        <w:rFonts w:hint="default"/>
      </w:r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3" w15:restartNumberingAfterBreak="0">
    <w:nsid w:val="37336FF3"/>
    <w:multiLevelType w:val="hybridMultilevel"/>
    <w:tmpl w:val="DB9A5092"/>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4"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5" w15:restartNumberingAfterBreak="0">
    <w:nsid w:val="3AF871B0"/>
    <w:multiLevelType w:val="hybridMultilevel"/>
    <w:tmpl w:val="5BB4700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7"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8" w15:restartNumberingAfterBreak="0">
    <w:nsid w:val="40F52840"/>
    <w:multiLevelType w:val="hybridMultilevel"/>
    <w:tmpl w:val="1498787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9"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0"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1"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491F6E39"/>
    <w:multiLevelType w:val="multilevel"/>
    <w:tmpl w:val="BBD44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4" w15:restartNumberingAfterBreak="0">
    <w:nsid w:val="49D23A8B"/>
    <w:multiLevelType w:val="hybridMultilevel"/>
    <w:tmpl w:val="64B63A04"/>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start w:val="1"/>
      <w:numFmt w:val="bullet"/>
      <w:lvlText w:val="o"/>
      <w:lvlJc w:val="left"/>
      <w:pPr>
        <w:ind w:left="5358" w:hanging="360"/>
      </w:pPr>
      <w:rPr>
        <w:rFonts w:ascii="Courier New" w:hAnsi="Courier New" w:cs="Courier New" w:hint="default"/>
      </w:rPr>
    </w:lvl>
    <w:lvl w:ilvl="5" w:tplc="040B0005">
      <w:start w:val="1"/>
      <w:numFmt w:val="bullet"/>
      <w:lvlText w:val=""/>
      <w:lvlJc w:val="left"/>
      <w:pPr>
        <w:ind w:left="6078" w:hanging="360"/>
      </w:pPr>
      <w:rPr>
        <w:rFonts w:ascii="Wingdings" w:hAnsi="Wingdings" w:hint="default"/>
      </w:rPr>
    </w:lvl>
    <w:lvl w:ilvl="6" w:tplc="040B0001">
      <w:start w:val="1"/>
      <w:numFmt w:val="bullet"/>
      <w:lvlText w:val=""/>
      <w:lvlJc w:val="left"/>
      <w:pPr>
        <w:ind w:left="6798" w:hanging="360"/>
      </w:pPr>
      <w:rPr>
        <w:rFonts w:ascii="Symbol" w:hAnsi="Symbol" w:hint="default"/>
      </w:rPr>
    </w:lvl>
    <w:lvl w:ilvl="7" w:tplc="040B0003">
      <w:start w:val="1"/>
      <w:numFmt w:val="bullet"/>
      <w:lvlText w:val="o"/>
      <w:lvlJc w:val="left"/>
      <w:pPr>
        <w:ind w:left="7518" w:hanging="360"/>
      </w:pPr>
      <w:rPr>
        <w:rFonts w:ascii="Courier New" w:hAnsi="Courier New" w:cs="Courier New" w:hint="default"/>
      </w:rPr>
    </w:lvl>
    <w:lvl w:ilvl="8" w:tplc="040B0015">
      <w:start w:val="1"/>
      <w:numFmt w:val="upperLetter"/>
      <w:lvlText w:val="%9."/>
      <w:lvlJc w:val="left"/>
      <w:pPr>
        <w:ind w:left="8238" w:hanging="360"/>
      </w:pPr>
      <w:rPr>
        <w:rFonts w:hint="default"/>
      </w:rPr>
    </w:lvl>
  </w:abstractNum>
  <w:abstractNum w:abstractNumId="35" w15:restartNumberingAfterBreak="0">
    <w:nsid w:val="4AB95E67"/>
    <w:multiLevelType w:val="hybridMultilevel"/>
    <w:tmpl w:val="1CBCBC4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6" w15:restartNumberingAfterBreak="0">
    <w:nsid w:val="4AF3019C"/>
    <w:multiLevelType w:val="multilevel"/>
    <w:tmpl w:val="42645648"/>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lvlText w:val="%9."/>
      <w:lvlJc w:val="left"/>
      <w:pPr>
        <w:tabs>
          <w:tab w:val="num" w:pos="2098"/>
        </w:tabs>
        <w:ind w:left="2098" w:hanging="340"/>
      </w:pPr>
      <w:rPr>
        <w:rFonts w:hint="default"/>
      </w:rPr>
    </w:lvl>
  </w:abstractNum>
  <w:abstractNum w:abstractNumId="37" w15:restartNumberingAfterBreak="0">
    <w:nsid w:val="51FE337C"/>
    <w:multiLevelType w:val="hybridMultilevel"/>
    <w:tmpl w:val="3F64632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9" w15:restartNumberingAfterBreak="0">
    <w:nsid w:val="585E69FE"/>
    <w:multiLevelType w:val="hybridMultilevel"/>
    <w:tmpl w:val="267252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0"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1" w15:restartNumberingAfterBreak="0">
    <w:nsid w:val="5ABC18F9"/>
    <w:multiLevelType w:val="hybridMultilevel"/>
    <w:tmpl w:val="5F2A47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2"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3"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4"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5"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6"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7"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start w:val="1"/>
      <w:numFmt w:val="bullet"/>
      <w:lvlText w:val=""/>
      <w:lvlJc w:val="left"/>
      <w:pPr>
        <w:ind w:left="3955" w:hanging="360"/>
      </w:pPr>
      <w:rPr>
        <w:rFonts w:ascii="Wingdings" w:hAnsi="Wingdings" w:hint="default"/>
      </w:rPr>
    </w:lvl>
    <w:lvl w:ilvl="3" w:tplc="040B0001">
      <w:start w:val="1"/>
      <w:numFmt w:val="bullet"/>
      <w:lvlText w:val=""/>
      <w:lvlJc w:val="left"/>
      <w:pPr>
        <w:ind w:left="4675" w:hanging="360"/>
      </w:pPr>
      <w:rPr>
        <w:rFonts w:ascii="Symbol" w:hAnsi="Symbol" w:hint="default"/>
      </w:rPr>
    </w:lvl>
    <w:lvl w:ilvl="4" w:tplc="040B0003">
      <w:start w:val="1"/>
      <w:numFmt w:val="bullet"/>
      <w:lvlText w:val="o"/>
      <w:lvlJc w:val="left"/>
      <w:pPr>
        <w:ind w:left="5395" w:hanging="360"/>
      </w:pPr>
      <w:rPr>
        <w:rFonts w:ascii="Courier New" w:hAnsi="Courier New" w:cs="Courier New" w:hint="default"/>
      </w:rPr>
    </w:lvl>
    <w:lvl w:ilvl="5" w:tplc="040B0005">
      <w:start w:val="1"/>
      <w:numFmt w:val="bullet"/>
      <w:lvlText w:val=""/>
      <w:lvlJc w:val="left"/>
      <w:pPr>
        <w:ind w:left="6115" w:hanging="360"/>
      </w:pPr>
      <w:rPr>
        <w:rFonts w:ascii="Wingdings" w:hAnsi="Wingdings" w:hint="default"/>
      </w:rPr>
    </w:lvl>
    <w:lvl w:ilvl="6" w:tplc="040B0001">
      <w:start w:val="1"/>
      <w:numFmt w:val="bullet"/>
      <w:lvlText w:val=""/>
      <w:lvlJc w:val="left"/>
      <w:pPr>
        <w:ind w:left="6835" w:hanging="360"/>
      </w:pPr>
      <w:rPr>
        <w:rFonts w:ascii="Symbol" w:hAnsi="Symbol" w:hint="default"/>
      </w:rPr>
    </w:lvl>
    <w:lvl w:ilvl="7" w:tplc="040B0003">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48"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9"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0"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1" w15:restartNumberingAfterBreak="0">
    <w:nsid w:val="797000C1"/>
    <w:multiLevelType w:val="multilevel"/>
    <w:tmpl w:val="388A7428"/>
    <w:styleLink w:val="Otsikkonumerointi"/>
    <w:lvl w:ilvl="0">
      <w:start w:val="1"/>
      <w:numFmt w:val="decimal"/>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52" w15:restartNumberingAfterBreak="0">
    <w:nsid w:val="7B263320"/>
    <w:multiLevelType w:val="hybridMultilevel"/>
    <w:tmpl w:val="109A3B40"/>
    <w:lvl w:ilvl="0" w:tplc="040B000F">
      <w:start w:val="1"/>
      <w:numFmt w:val="decimal"/>
      <w:lvlText w:val="%1."/>
      <w:lvlJc w:val="left"/>
      <w:pPr>
        <w:ind w:left="2118" w:hanging="360"/>
      </w:pPr>
    </w:lvl>
    <w:lvl w:ilvl="1" w:tplc="040B0019" w:tentative="1">
      <w:start w:val="1"/>
      <w:numFmt w:val="lowerLetter"/>
      <w:lvlText w:val="%2."/>
      <w:lvlJc w:val="left"/>
      <w:pPr>
        <w:ind w:left="2838" w:hanging="360"/>
      </w:pPr>
    </w:lvl>
    <w:lvl w:ilvl="2" w:tplc="040B001B" w:tentative="1">
      <w:start w:val="1"/>
      <w:numFmt w:val="lowerRoman"/>
      <w:lvlText w:val="%3."/>
      <w:lvlJc w:val="right"/>
      <w:pPr>
        <w:ind w:left="3558" w:hanging="180"/>
      </w:pPr>
    </w:lvl>
    <w:lvl w:ilvl="3" w:tplc="040B000F" w:tentative="1">
      <w:start w:val="1"/>
      <w:numFmt w:val="decimal"/>
      <w:lvlText w:val="%4."/>
      <w:lvlJc w:val="left"/>
      <w:pPr>
        <w:ind w:left="4278" w:hanging="360"/>
      </w:pPr>
    </w:lvl>
    <w:lvl w:ilvl="4" w:tplc="040B0019" w:tentative="1">
      <w:start w:val="1"/>
      <w:numFmt w:val="lowerLetter"/>
      <w:lvlText w:val="%5."/>
      <w:lvlJc w:val="left"/>
      <w:pPr>
        <w:ind w:left="4998" w:hanging="360"/>
      </w:pPr>
    </w:lvl>
    <w:lvl w:ilvl="5" w:tplc="040B001B" w:tentative="1">
      <w:start w:val="1"/>
      <w:numFmt w:val="lowerRoman"/>
      <w:lvlText w:val="%6."/>
      <w:lvlJc w:val="right"/>
      <w:pPr>
        <w:ind w:left="5718" w:hanging="180"/>
      </w:pPr>
    </w:lvl>
    <w:lvl w:ilvl="6" w:tplc="040B000F" w:tentative="1">
      <w:start w:val="1"/>
      <w:numFmt w:val="decimal"/>
      <w:lvlText w:val="%7."/>
      <w:lvlJc w:val="left"/>
      <w:pPr>
        <w:ind w:left="6438" w:hanging="360"/>
      </w:pPr>
    </w:lvl>
    <w:lvl w:ilvl="7" w:tplc="040B0019" w:tentative="1">
      <w:start w:val="1"/>
      <w:numFmt w:val="lowerLetter"/>
      <w:lvlText w:val="%8."/>
      <w:lvlJc w:val="left"/>
      <w:pPr>
        <w:ind w:left="7158" w:hanging="360"/>
      </w:pPr>
    </w:lvl>
    <w:lvl w:ilvl="8" w:tplc="040B001B" w:tentative="1">
      <w:start w:val="1"/>
      <w:numFmt w:val="lowerRoman"/>
      <w:lvlText w:val="%9."/>
      <w:lvlJc w:val="right"/>
      <w:pPr>
        <w:ind w:left="7878" w:hanging="180"/>
      </w:pPr>
    </w:lvl>
  </w:abstractNum>
  <w:abstractNum w:abstractNumId="53" w15:restartNumberingAfterBreak="0">
    <w:nsid w:val="7BFD77B7"/>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4" w15:restartNumberingAfterBreak="0">
    <w:nsid w:val="7FF061C1"/>
    <w:multiLevelType w:val="hybridMultilevel"/>
    <w:tmpl w:val="770C9C2A"/>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5"/>
  </w:num>
  <w:num w:numId="2">
    <w:abstractNumId w:val="45"/>
  </w:num>
  <w:num w:numId="3">
    <w:abstractNumId w:val="51"/>
  </w:num>
  <w:num w:numId="4">
    <w:abstractNumId w:val="36"/>
  </w:num>
  <w:num w:numId="5">
    <w:abstractNumId w:val="21"/>
  </w:num>
  <w:num w:numId="6">
    <w:abstractNumId w:val="35"/>
  </w:num>
  <w:num w:numId="7">
    <w:abstractNumId w:val="37"/>
  </w:num>
  <w:num w:numId="8">
    <w:abstractNumId w:val="22"/>
  </w:num>
  <w:num w:numId="9">
    <w:abstractNumId w:val="13"/>
  </w:num>
  <w:num w:numId="10">
    <w:abstractNumId w:val="4"/>
  </w:num>
  <w:num w:numId="11">
    <w:abstractNumId w:val="17"/>
  </w:num>
  <w:num w:numId="12">
    <w:abstractNumId w:val="28"/>
  </w:num>
  <w:num w:numId="13">
    <w:abstractNumId w:val="41"/>
  </w:num>
  <w:num w:numId="14">
    <w:abstractNumId w:val="9"/>
  </w:num>
  <w:num w:numId="15">
    <w:abstractNumId w:val="31"/>
  </w:num>
  <w:num w:numId="16">
    <w:abstractNumId w:val="12"/>
  </w:num>
  <w:num w:numId="17">
    <w:abstractNumId w:val="7"/>
  </w:num>
  <w:num w:numId="18">
    <w:abstractNumId w:val="18"/>
  </w:num>
  <w:num w:numId="19">
    <w:abstractNumId w:val="49"/>
  </w:num>
  <w:num w:numId="20">
    <w:abstractNumId w:val="2"/>
  </w:num>
  <w:num w:numId="21">
    <w:abstractNumId w:val="11"/>
  </w:num>
  <w:num w:numId="22">
    <w:abstractNumId w:val="48"/>
  </w:num>
  <w:num w:numId="23">
    <w:abstractNumId w:val="8"/>
  </w:num>
  <w:num w:numId="24">
    <w:abstractNumId w:val="15"/>
  </w:num>
  <w:num w:numId="25">
    <w:abstractNumId w:val="33"/>
  </w:num>
  <w:num w:numId="26">
    <w:abstractNumId w:val="10"/>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
  </w:num>
  <w:num w:numId="32">
    <w:abstractNumId w:val="47"/>
  </w:num>
  <w:num w:numId="33">
    <w:abstractNumId w:val="46"/>
  </w:num>
  <w:num w:numId="34">
    <w:abstractNumId w:val="54"/>
  </w:num>
  <w:num w:numId="35">
    <w:abstractNumId w:val="38"/>
  </w:num>
  <w:num w:numId="36">
    <w:abstractNumId w:val="19"/>
  </w:num>
  <w:num w:numId="37">
    <w:abstractNumId w:val="27"/>
  </w:num>
  <w:num w:numId="38">
    <w:abstractNumId w:val="34"/>
  </w:num>
  <w:num w:numId="39">
    <w:abstractNumId w:val="29"/>
  </w:num>
  <w:num w:numId="40">
    <w:abstractNumId w:val="40"/>
  </w:num>
  <w:num w:numId="41">
    <w:abstractNumId w:val="43"/>
  </w:num>
  <w:num w:numId="42">
    <w:abstractNumId w:val="3"/>
  </w:num>
  <w:num w:numId="43">
    <w:abstractNumId w:val="44"/>
  </w:num>
  <w:num w:numId="44">
    <w:abstractNumId w:val="30"/>
  </w:num>
  <w:num w:numId="45">
    <w:abstractNumId w:val="42"/>
  </w:num>
  <w:num w:numId="46">
    <w:abstractNumId w:val="26"/>
  </w:num>
  <w:num w:numId="47">
    <w:abstractNumId w:val="50"/>
  </w:num>
  <w:num w:numId="48">
    <w:abstractNumId w:val="24"/>
  </w:num>
  <w:num w:numId="49">
    <w:abstractNumId w:val="39"/>
  </w:num>
  <w:num w:numId="50">
    <w:abstractNumId w:val="36"/>
  </w:num>
  <w:num w:numId="51">
    <w:abstractNumId w:val="0"/>
  </w:num>
  <w:num w:numId="52">
    <w:abstractNumId w:val="36"/>
  </w:num>
  <w:num w:numId="53">
    <w:abstractNumId w:val="36"/>
  </w:num>
  <w:num w:numId="54">
    <w:abstractNumId w:val="36"/>
  </w:num>
  <w:num w:numId="55">
    <w:abstractNumId w:val="36"/>
  </w:num>
  <w:num w:numId="56">
    <w:abstractNumId w:val="5"/>
  </w:num>
  <w:num w:numId="57">
    <w:abstractNumId w:val="32"/>
  </w:num>
  <w:num w:numId="58">
    <w:abstractNumId w:val="53"/>
  </w:num>
  <w:num w:numId="59">
    <w:abstractNumId w:val="16"/>
  </w:num>
  <w:num w:numId="60">
    <w:abstractNumId w:val="52"/>
  </w:num>
  <w:num w:numId="61">
    <w:abstractNumId w:val="20"/>
  </w:num>
  <w:num w:numId="62">
    <w:abstractNumId w:val="6"/>
  </w:num>
  <w:num w:numId="63">
    <w:abstractNumId w:val="25"/>
  </w:num>
  <w:num w:numId="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0080"/>
    <w:rsid w:val="00043EA5"/>
    <w:rsid w:val="00044540"/>
    <w:rsid w:val="00052F21"/>
    <w:rsid w:val="00054303"/>
    <w:rsid w:val="00056875"/>
    <w:rsid w:val="00056B7D"/>
    <w:rsid w:val="000643DE"/>
    <w:rsid w:val="00074E13"/>
    <w:rsid w:val="0007537F"/>
    <w:rsid w:val="00076036"/>
    <w:rsid w:val="000767E4"/>
    <w:rsid w:val="00076B9B"/>
    <w:rsid w:val="00081E50"/>
    <w:rsid w:val="000828D5"/>
    <w:rsid w:val="00082C49"/>
    <w:rsid w:val="00083DE9"/>
    <w:rsid w:val="00083FB1"/>
    <w:rsid w:val="0008718D"/>
    <w:rsid w:val="00092942"/>
    <w:rsid w:val="000A4280"/>
    <w:rsid w:val="000A67ED"/>
    <w:rsid w:val="000B6C92"/>
    <w:rsid w:val="000C05D1"/>
    <w:rsid w:val="000C4805"/>
    <w:rsid w:val="000D00CA"/>
    <w:rsid w:val="000D0D7B"/>
    <w:rsid w:val="000D0E34"/>
    <w:rsid w:val="000D37C7"/>
    <w:rsid w:val="000D3F82"/>
    <w:rsid w:val="000D7228"/>
    <w:rsid w:val="000D7DCD"/>
    <w:rsid w:val="000E2410"/>
    <w:rsid w:val="000E3814"/>
    <w:rsid w:val="000E7D4E"/>
    <w:rsid w:val="00101F35"/>
    <w:rsid w:val="001104FF"/>
    <w:rsid w:val="001106D7"/>
    <w:rsid w:val="0011073C"/>
    <w:rsid w:val="00112607"/>
    <w:rsid w:val="00114F08"/>
    <w:rsid w:val="00123A6F"/>
    <w:rsid w:val="00123B35"/>
    <w:rsid w:val="00126E3B"/>
    <w:rsid w:val="0013030A"/>
    <w:rsid w:val="00131EBB"/>
    <w:rsid w:val="0014074C"/>
    <w:rsid w:val="00140E8A"/>
    <w:rsid w:val="00142F3A"/>
    <w:rsid w:val="00145B24"/>
    <w:rsid w:val="00147186"/>
    <w:rsid w:val="00147F45"/>
    <w:rsid w:val="001520E9"/>
    <w:rsid w:val="0015252D"/>
    <w:rsid w:val="00157F3E"/>
    <w:rsid w:val="0016163F"/>
    <w:rsid w:val="001647BF"/>
    <w:rsid w:val="00165542"/>
    <w:rsid w:val="001661F3"/>
    <w:rsid w:val="0016637F"/>
    <w:rsid w:val="00171F5A"/>
    <w:rsid w:val="00180CFE"/>
    <w:rsid w:val="00182F11"/>
    <w:rsid w:val="0018633A"/>
    <w:rsid w:val="001865C1"/>
    <w:rsid w:val="00187A6D"/>
    <w:rsid w:val="00187ADB"/>
    <w:rsid w:val="00190381"/>
    <w:rsid w:val="0019203C"/>
    <w:rsid w:val="0019618B"/>
    <w:rsid w:val="001976A7"/>
    <w:rsid w:val="001976E8"/>
    <w:rsid w:val="00197E20"/>
    <w:rsid w:val="001A1F96"/>
    <w:rsid w:val="001A210C"/>
    <w:rsid w:val="001A33AB"/>
    <w:rsid w:val="001A6133"/>
    <w:rsid w:val="001A7591"/>
    <w:rsid w:val="001A7B46"/>
    <w:rsid w:val="001B2B7D"/>
    <w:rsid w:val="001B3EA1"/>
    <w:rsid w:val="001B6A94"/>
    <w:rsid w:val="001C0A14"/>
    <w:rsid w:val="001C7E78"/>
    <w:rsid w:val="001D21C3"/>
    <w:rsid w:val="001D2D91"/>
    <w:rsid w:val="001D2EF1"/>
    <w:rsid w:val="001E0B93"/>
    <w:rsid w:val="001E1146"/>
    <w:rsid w:val="001E14E0"/>
    <w:rsid w:val="001E26A8"/>
    <w:rsid w:val="001E2B80"/>
    <w:rsid w:val="001E3BDB"/>
    <w:rsid w:val="001F022D"/>
    <w:rsid w:val="001F0271"/>
    <w:rsid w:val="001F3E17"/>
    <w:rsid w:val="001F4A66"/>
    <w:rsid w:val="001F578C"/>
    <w:rsid w:val="001F5FCA"/>
    <w:rsid w:val="001F6960"/>
    <w:rsid w:val="00203462"/>
    <w:rsid w:val="00203DE0"/>
    <w:rsid w:val="002042A0"/>
    <w:rsid w:val="002044CF"/>
    <w:rsid w:val="00204D8F"/>
    <w:rsid w:val="0020602B"/>
    <w:rsid w:val="002060B7"/>
    <w:rsid w:val="00207EF3"/>
    <w:rsid w:val="002105EA"/>
    <w:rsid w:val="00215911"/>
    <w:rsid w:val="00220168"/>
    <w:rsid w:val="00221253"/>
    <w:rsid w:val="002215D7"/>
    <w:rsid w:val="00222305"/>
    <w:rsid w:val="00226B69"/>
    <w:rsid w:val="0022745E"/>
    <w:rsid w:val="00236717"/>
    <w:rsid w:val="00236D13"/>
    <w:rsid w:val="00243060"/>
    <w:rsid w:val="002463EA"/>
    <w:rsid w:val="00251744"/>
    <w:rsid w:val="002530BF"/>
    <w:rsid w:val="0025556D"/>
    <w:rsid w:val="00260500"/>
    <w:rsid w:val="0026323B"/>
    <w:rsid w:val="00266FFB"/>
    <w:rsid w:val="00272176"/>
    <w:rsid w:val="00273F46"/>
    <w:rsid w:val="00275338"/>
    <w:rsid w:val="0027749B"/>
    <w:rsid w:val="00277721"/>
    <w:rsid w:val="00282EE8"/>
    <w:rsid w:val="00285B98"/>
    <w:rsid w:val="00291159"/>
    <w:rsid w:val="0029470C"/>
    <w:rsid w:val="002A2553"/>
    <w:rsid w:val="002A3A88"/>
    <w:rsid w:val="002A62C3"/>
    <w:rsid w:val="002B6779"/>
    <w:rsid w:val="002B68BD"/>
    <w:rsid w:val="002B7979"/>
    <w:rsid w:val="002C43C8"/>
    <w:rsid w:val="002C4BE8"/>
    <w:rsid w:val="002C6018"/>
    <w:rsid w:val="002D048C"/>
    <w:rsid w:val="002D0A7C"/>
    <w:rsid w:val="002D0B60"/>
    <w:rsid w:val="002D3F48"/>
    <w:rsid w:val="002D64B3"/>
    <w:rsid w:val="002E0D27"/>
    <w:rsid w:val="002E1066"/>
    <w:rsid w:val="002E66F2"/>
    <w:rsid w:val="002E6E03"/>
    <w:rsid w:val="002F102C"/>
    <w:rsid w:val="002F1AC4"/>
    <w:rsid w:val="002F247D"/>
    <w:rsid w:val="002F33B3"/>
    <w:rsid w:val="002F614B"/>
    <w:rsid w:val="002F69EA"/>
    <w:rsid w:val="00306252"/>
    <w:rsid w:val="00306B07"/>
    <w:rsid w:val="003106A8"/>
    <w:rsid w:val="0031290F"/>
    <w:rsid w:val="00316E5C"/>
    <w:rsid w:val="003178CD"/>
    <w:rsid w:val="00317A02"/>
    <w:rsid w:val="00320A54"/>
    <w:rsid w:val="0032299A"/>
    <w:rsid w:val="00326848"/>
    <w:rsid w:val="00330140"/>
    <w:rsid w:val="0033059E"/>
    <w:rsid w:val="003321D9"/>
    <w:rsid w:val="00335DFB"/>
    <w:rsid w:val="0033724D"/>
    <w:rsid w:val="00341AFC"/>
    <w:rsid w:val="00344D6F"/>
    <w:rsid w:val="0034678A"/>
    <w:rsid w:val="003504FB"/>
    <w:rsid w:val="00354E22"/>
    <w:rsid w:val="00356A72"/>
    <w:rsid w:val="003606FE"/>
    <w:rsid w:val="00363109"/>
    <w:rsid w:val="003636D8"/>
    <w:rsid w:val="003639BA"/>
    <w:rsid w:val="00364E7A"/>
    <w:rsid w:val="003724A8"/>
    <w:rsid w:val="003733D8"/>
    <w:rsid w:val="00373CFF"/>
    <w:rsid w:val="00374128"/>
    <w:rsid w:val="00377F5A"/>
    <w:rsid w:val="0038057C"/>
    <w:rsid w:val="00381E2F"/>
    <w:rsid w:val="003821A7"/>
    <w:rsid w:val="003920BA"/>
    <w:rsid w:val="0039216E"/>
    <w:rsid w:val="00392FA0"/>
    <w:rsid w:val="00396388"/>
    <w:rsid w:val="00397BB1"/>
    <w:rsid w:val="00397EF1"/>
    <w:rsid w:val="003A182E"/>
    <w:rsid w:val="003A2759"/>
    <w:rsid w:val="003A2774"/>
    <w:rsid w:val="003A5C28"/>
    <w:rsid w:val="003B3CA4"/>
    <w:rsid w:val="003B50E0"/>
    <w:rsid w:val="003B7920"/>
    <w:rsid w:val="003C0EB6"/>
    <w:rsid w:val="003C331B"/>
    <w:rsid w:val="003C40C1"/>
    <w:rsid w:val="003C42E7"/>
    <w:rsid w:val="003C6E86"/>
    <w:rsid w:val="003C7A5D"/>
    <w:rsid w:val="003D29FF"/>
    <w:rsid w:val="003E19F6"/>
    <w:rsid w:val="003E461D"/>
    <w:rsid w:val="003E64D1"/>
    <w:rsid w:val="003E6853"/>
    <w:rsid w:val="003F39A4"/>
    <w:rsid w:val="003F6100"/>
    <w:rsid w:val="003F7445"/>
    <w:rsid w:val="003F7B76"/>
    <w:rsid w:val="00410048"/>
    <w:rsid w:val="00422F67"/>
    <w:rsid w:val="004266E6"/>
    <w:rsid w:val="004443F4"/>
    <w:rsid w:val="0044749A"/>
    <w:rsid w:val="00447C46"/>
    <w:rsid w:val="00447EB6"/>
    <w:rsid w:val="00457CF4"/>
    <w:rsid w:val="00460CD7"/>
    <w:rsid w:val="004616CF"/>
    <w:rsid w:val="004627ED"/>
    <w:rsid w:val="0046397A"/>
    <w:rsid w:val="00463AE1"/>
    <w:rsid w:val="0046761D"/>
    <w:rsid w:val="004702DA"/>
    <w:rsid w:val="00472797"/>
    <w:rsid w:val="00472ACD"/>
    <w:rsid w:val="00474B53"/>
    <w:rsid w:val="004751B1"/>
    <w:rsid w:val="00480D66"/>
    <w:rsid w:val="004865B3"/>
    <w:rsid w:val="00493B53"/>
    <w:rsid w:val="004960B5"/>
    <w:rsid w:val="004972ED"/>
    <w:rsid w:val="004A15C3"/>
    <w:rsid w:val="004A60EA"/>
    <w:rsid w:val="004A7F9E"/>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1C4B"/>
    <w:rsid w:val="00505EC7"/>
    <w:rsid w:val="005062D1"/>
    <w:rsid w:val="00506DFC"/>
    <w:rsid w:val="00510939"/>
    <w:rsid w:val="00510DCA"/>
    <w:rsid w:val="005118A3"/>
    <w:rsid w:val="00515173"/>
    <w:rsid w:val="005169C6"/>
    <w:rsid w:val="00517F51"/>
    <w:rsid w:val="00521FA4"/>
    <w:rsid w:val="00524A7D"/>
    <w:rsid w:val="00531151"/>
    <w:rsid w:val="005311BF"/>
    <w:rsid w:val="005371CB"/>
    <w:rsid w:val="0054268E"/>
    <w:rsid w:val="00543DA2"/>
    <w:rsid w:val="00545194"/>
    <w:rsid w:val="00552E07"/>
    <w:rsid w:val="005577AB"/>
    <w:rsid w:val="00560360"/>
    <w:rsid w:val="00560F58"/>
    <w:rsid w:val="00565515"/>
    <w:rsid w:val="0056680E"/>
    <w:rsid w:val="00567349"/>
    <w:rsid w:val="0057146C"/>
    <w:rsid w:val="00571E68"/>
    <w:rsid w:val="005776B9"/>
    <w:rsid w:val="00577EDD"/>
    <w:rsid w:val="00580A9E"/>
    <w:rsid w:val="00583000"/>
    <w:rsid w:val="005924CD"/>
    <w:rsid w:val="00592CC9"/>
    <w:rsid w:val="00593390"/>
    <w:rsid w:val="00593C68"/>
    <w:rsid w:val="00595952"/>
    <w:rsid w:val="005A02FD"/>
    <w:rsid w:val="005A102F"/>
    <w:rsid w:val="005A361F"/>
    <w:rsid w:val="005A499F"/>
    <w:rsid w:val="005A49DE"/>
    <w:rsid w:val="005A4D76"/>
    <w:rsid w:val="005B07BF"/>
    <w:rsid w:val="005B09C6"/>
    <w:rsid w:val="005C1B2C"/>
    <w:rsid w:val="005C75CF"/>
    <w:rsid w:val="005C7BCE"/>
    <w:rsid w:val="005D1228"/>
    <w:rsid w:val="005D155E"/>
    <w:rsid w:val="005D26A8"/>
    <w:rsid w:val="005D3D00"/>
    <w:rsid w:val="005D592C"/>
    <w:rsid w:val="005E0746"/>
    <w:rsid w:val="005E1A90"/>
    <w:rsid w:val="005E1B38"/>
    <w:rsid w:val="005E2709"/>
    <w:rsid w:val="005E4E47"/>
    <w:rsid w:val="005F4FD9"/>
    <w:rsid w:val="006023B6"/>
    <w:rsid w:val="00603324"/>
    <w:rsid w:val="00603A86"/>
    <w:rsid w:val="00603FEB"/>
    <w:rsid w:val="006040F8"/>
    <w:rsid w:val="0061113D"/>
    <w:rsid w:val="00623221"/>
    <w:rsid w:val="006243B8"/>
    <w:rsid w:val="00624CEA"/>
    <w:rsid w:val="00630183"/>
    <w:rsid w:val="00631841"/>
    <w:rsid w:val="00642F71"/>
    <w:rsid w:val="006454F5"/>
    <w:rsid w:val="00651752"/>
    <w:rsid w:val="00655584"/>
    <w:rsid w:val="006562AE"/>
    <w:rsid w:val="006566B8"/>
    <w:rsid w:val="00661F12"/>
    <w:rsid w:val="00662E8C"/>
    <w:rsid w:val="006662BE"/>
    <w:rsid w:val="006707D6"/>
    <w:rsid w:val="006717DB"/>
    <w:rsid w:val="006726B8"/>
    <w:rsid w:val="006733C7"/>
    <w:rsid w:val="0068147F"/>
    <w:rsid w:val="00684029"/>
    <w:rsid w:val="0068539E"/>
    <w:rsid w:val="0068570C"/>
    <w:rsid w:val="00686EAE"/>
    <w:rsid w:val="00691A92"/>
    <w:rsid w:val="0069332A"/>
    <w:rsid w:val="00694241"/>
    <w:rsid w:val="00695D34"/>
    <w:rsid w:val="00696B39"/>
    <w:rsid w:val="00696F24"/>
    <w:rsid w:val="00697349"/>
    <w:rsid w:val="006B43C0"/>
    <w:rsid w:val="006B7DAF"/>
    <w:rsid w:val="006C2388"/>
    <w:rsid w:val="006C2945"/>
    <w:rsid w:val="006C5683"/>
    <w:rsid w:val="006C6991"/>
    <w:rsid w:val="006D0F2A"/>
    <w:rsid w:val="006E122B"/>
    <w:rsid w:val="006E1D02"/>
    <w:rsid w:val="006E5A91"/>
    <w:rsid w:val="006E62E9"/>
    <w:rsid w:val="006E7082"/>
    <w:rsid w:val="006E7AAF"/>
    <w:rsid w:val="006F018F"/>
    <w:rsid w:val="006F0348"/>
    <w:rsid w:val="006F0557"/>
    <w:rsid w:val="006F1FDC"/>
    <w:rsid w:val="006F2036"/>
    <w:rsid w:val="006F2E62"/>
    <w:rsid w:val="006F3FED"/>
    <w:rsid w:val="006F749D"/>
    <w:rsid w:val="00702C8B"/>
    <w:rsid w:val="007126BB"/>
    <w:rsid w:val="0071349C"/>
    <w:rsid w:val="00714F72"/>
    <w:rsid w:val="007166AB"/>
    <w:rsid w:val="007177FE"/>
    <w:rsid w:val="0072110F"/>
    <w:rsid w:val="00722E69"/>
    <w:rsid w:val="007239BD"/>
    <w:rsid w:val="00724B15"/>
    <w:rsid w:val="00724B1D"/>
    <w:rsid w:val="007309E3"/>
    <w:rsid w:val="007313FA"/>
    <w:rsid w:val="0073389D"/>
    <w:rsid w:val="0073503F"/>
    <w:rsid w:val="00735C21"/>
    <w:rsid w:val="00735DB9"/>
    <w:rsid w:val="007365AC"/>
    <w:rsid w:val="007412D6"/>
    <w:rsid w:val="0074362D"/>
    <w:rsid w:val="00743C25"/>
    <w:rsid w:val="00744FDC"/>
    <w:rsid w:val="007507B7"/>
    <w:rsid w:val="0075267D"/>
    <w:rsid w:val="007552EA"/>
    <w:rsid w:val="007566A2"/>
    <w:rsid w:val="0076194A"/>
    <w:rsid w:val="0076241A"/>
    <w:rsid w:val="0076514E"/>
    <w:rsid w:val="00771FA1"/>
    <w:rsid w:val="00775046"/>
    <w:rsid w:val="00775C04"/>
    <w:rsid w:val="00780943"/>
    <w:rsid w:val="00781502"/>
    <w:rsid w:val="007959BE"/>
    <w:rsid w:val="007A0C4C"/>
    <w:rsid w:val="007A17CE"/>
    <w:rsid w:val="007A29A4"/>
    <w:rsid w:val="007A4123"/>
    <w:rsid w:val="007B3A78"/>
    <w:rsid w:val="007C1DD5"/>
    <w:rsid w:val="007C215A"/>
    <w:rsid w:val="007D5539"/>
    <w:rsid w:val="007D5DCB"/>
    <w:rsid w:val="007D7122"/>
    <w:rsid w:val="007E31FD"/>
    <w:rsid w:val="007E3B4B"/>
    <w:rsid w:val="007F3EE0"/>
    <w:rsid w:val="007F55C9"/>
    <w:rsid w:val="007F66B2"/>
    <w:rsid w:val="008010F8"/>
    <w:rsid w:val="00805180"/>
    <w:rsid w:val="00805A26"/>
    <w:rsid w:val="008060A5"/>
    <w:rsid w:val="0080611C"/>
    <w:rsid w:val="008135D5"/>
    <w:rsid w:val="0081394A"/>
    <w:rsid w:val="00814E40"/>
    <w:rsid w:val="0081689C"/>
    <w:rsid w:val="008236E1"/>
    <w:rsid w:val="00825D27"/>
    <w:rsid w:val="008338F6"/>
    <w:rsid w:val="00835286"/>
    <w:rsid w:val="00835466"/>
    <w:rsid w:val="00835BBD"/>
    <w:rsid w:val="00841279"/>
    <w:rsid w:val="00845BA2"/>
    <w:rsid w:val="00846E17"/>
    <w:rsid w:val="0085075F"/>
    <w:rsid w:val="00853327"/>
    <w:rsid w:val="00855CD5"/>
    <w:rsid w:val="00860809"/>
    <w:rsid w:val="00860E8D"/>
    <w:rsid w:val="008635CF"/>
    <w:rsid w:val="00863A9D"/>
    <w:rsid w:val="00866D20"/>
    <w:rsid w:val="00867F5C"/>
    <w:rsid w:val="008706EC"/>
    <w:rsid w:val="008729B1"/>
    <w:rsid w:val="00875E55"/>
    <w:rsid w:val="0087798E"/>
    <w:rsid w:val="00877D1B"/>
    <w:rsid w:val="00877FFB"/>
    <w:rsid w:val="00884BB2"/>
    <w:rsid w:val="008943EB"/>
    <w:rsid w:val="008953B7"/>
    <w:rsid w:val="008962B8"/>
    <w:rsid w:val="00896325"/>
    <w:rsid w:val="00897704"/>
    <w:rsid w:val="008A5A9F"/>
    <w:rsid w:val="008A5E93"/>
    <w:rsid w:val="008B2092"/>
    <w:rsid w:val="008B35EB"/>
    <w:rsid w:val="008B59FA"/>
    <w:rsid w:val="008B61E0"/>
    <w:rsid w:val="008C0653"/>
    <w:rsid w:val="008C0DC6"/>
    <w:rsid w:val="008C2FD8"/>
    <w:rsid w:val="008D11BE"/>
    <w:rsid w:val="008D11E5"/>
    <w:rsid w:val="008D34B3"/>
    <w:rsid w:val="008D768E"/>
    <w:rsid w:val="008E3D3D"/>
    <w:rsid w:val="008E6F6B"/>
    <w:rsid w:val="008F0C23"/>
    <w:rsid w:val="008F1816"/>
    <w:rsid w:val="008F1BFE"/>
    <w:rsid w:val="008F3B31"/>
    <w:rsid w:val="008F3F85"/>
    <w:rsid w:val="008F7D47"/>
    <w:rsid w:val="0090355B"/>
    <w:rsid w:val="009047A4"/>
    <w:rsid w:val="0090493F"/>
    <w:rsid w:val="00906E63"/>
    <w:rsid w:val="0090757A"/>
    <w:rsid w:val="00907E9A"/>
    <w:rsid w:val="009117F7"/>
    <w:rsid w:val="00911A9F"/>
    <w:rsid w:val="00912303"/>
    <w:rsid w:val="00921BD8"/>
    <w:rsid w:val="00923923"/>
    <w:rsid w:val="00927943"/>
    <w:rsid w:val="00927F07"/>
    <w:rsid w:val="00930101"/>
    <w:rsid w:val="00932680"/>
    <w:rsid w:val="00932E0D"/>
    <w:rsid w:val="00934B70"/>
    <w:rsid w:val="00936EA2"/>
    <w:rsid w:val="00952B6D"/>
    <w:rsid w:val="00954EA6"/>
    <w:rsid w:val="009555D4"/>
    <w:rsid w:val="0095729F"/>
    <w:rsid w:val="00960FF9"/>
    <w:rsid w:val="009710EF"/>
    <w:rsid w:val="0097161E"/>
    <w:rsid w:val="009754DF"/>
    <w:rsid w:val="00975A37"/>
    <w:rsid w:val="00975FC9"/>
    <w:rsid w:val="00977769"/>
    <w:rsid w:val="009777CF"/>
    <w:rsid w:val="00977FB5"/>
    <w:rsid w:val="009804B9"/>
    <w:rsid w:val="00982045"/>
    <w:rsid w:val="00986E22"/>
    <w:rsid w:val="00995170"/>
    <w:rsid w:val="009A01F6"/>
    <w:rsid w:val="009A30A4"/>
    <w:rsid w:val="009A4BBC"/>
    <w:rsid w:val="009B1DD0"/>
    <w:rsid w:val="009B4DCE"/>
    <w:rsid w:val="009B508A"/>
    <w:rsid w:val="009B6E64"/>
    <w:rsid w:val="009C14B5"/>
    <w:rsid w:val="009C3D0F"/>
    <w:rsid w:val="009C3F61"/>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2870"/>
    <w:rsid w:val="00A04227"/>
    <w:rsid w:val="00A20798"/>
    <w:rsid w:val="00A218B6"/>
    <w:rsid w:val="00A22A48"/>
    <w:rsid w:val="00A23055"/>
    <w:rsid w:val="00A2599D"/>
    <w:rsid w:val="00A261D2"/>
    <w:rsid w:val="00A264D4"/>
    <w:rsid w:val="00A2749B"/>
    <w:rsid w:val="00A309D9"/>
    <w:rsid w:val="00A35114"/>
    <w:rsid w:val="00A35891"/>
    <w:rsid w:val="00A42548"/>
    <w:rsid w:val="00A42A76"/>
    <w:rsid w:val="00A44285"/>
    <w:rsid w:val="00A444B8"/>
    <w:rsid w:val="00A455EB"/>
    <w:rsid w:val="00A465D5"/>
    <w:rsid w:val="00A47944"/>
    <w:rsid w:val="00A52BC6"/>
    <w:rsid w:val="00A52C53"/>
    <w:rsid w:val="00A533B3"/>
    <w:rsid w:val="00A624FF"/>
    <w:rsid w:val="00A642C1"/>
    <w:rsid w:val="00A66440"/>
    <w:rsid w:val="00A676B9"/>
    <w:rsid w:val="00A71348"/>
    <w:rsid w:val="00A80747"/>
    <w:rsid w:val="00A82268"/>
    <w:rsid w:val="00A83806"/>
    <w:rsid w:val="00A841B8"/>
    <w:rsid w:val="00A8579C"/>
    <w:rsid w:val="00A8653A"/>
    <w:rsid w:val="00A91134"/>
    <w:rsid w:val="00A93576"/>
    <w:rsid w:val="00A93777"/>
    <w:rsid w:val="00A95D34"/>
    <w:rsid w:val="00A969C8"/>
    <w:rsid w:val="00A97051"/>
    <w:rsid w:val="00AA20A1"/>
    <w:rsid w:val="00AA55DF"/>
    <w:rsid w:val="00AA5AF3"/>
    <w:rsid w:val="00AA6161"/>
    <w:rsid w:val="00AA6D43"/>
    <w:rsid w:val="00AA7DE5"/>
    <w:rsid w:val="00AB58C9"/>
    <w:rsid w:val="00AC0063"/>
    <w:rsid w:val="00AC342E"/>
    <w:rsid w:val="00AC516B"/>
    <w:rsid w:val="00AC6A24"/>
    <w:rsid w:val="00AC710C"/>
    <w:rsid w:val="00AC75F4"/>
    <w:rsid w:val="00AD1EB6"/>
    <w:rsid w:val="00AD3E32"/>
    <w:rsid w:val="00AD6E02"/>
    <w:rsid w:val="00AE0012"/>
    <w:rsid w:val="00AE0028"/>
    <w:rsid w:val="00AE129F"/>
    <w:rsid w:val="00AE17C5"/>
    <w:rsid w:val="00AE618E"/>
    <w:rsid w:val="00AE6A59"/>
    <w:rsid w:val="00AF0323"/>
    <w:rsid w:val="00AF60D2"/>
    <w:rsid w:val="00B00C5D"/>
    <w:rsid w:val="00B00E1E"/>
    <w:rsid w:val="00B04BA2"/>
    <w:rsid w:val="00B12BEA"/>
    <w:rsid w:val="00B21DEE"/>
    <w:rsid w:val="00B25F09"/>
    <w:rsid w:val="00B277F2"/>
    <w:rsid w:val="00B402BD"/>
    <w:rsid w:val="00B405FD"/>
    <w:rsid w:val="00B43280"/>
    <w:rsid w:val="00B4377C"/>
    <w:rsid w:val="00B46992"/>
    <w:rsid w:val="00B522F1"/>
    <w:rsid w:val="00B545D2"/>
    <w:rsid w:val="00B611E6"/>
    <w:rsid w:val="00B642EF"/>
    <w:rsid w:val="00B65798"/>
    <w:rsid w:val="00B66ECB"/>
    <w:rsid w:val="00B67F14"/>
    <w:rsid w:val="00B8495E"/>
    <w:rsid w:val="00B86A22"/>
    <w:rsid w:val="00B90C6B"/>
    <w:rsid w:val="00B91984"/>
    <w:rsid w:val="00B91A0F"/>
    <w:rsid w:val="00B972D2"/>
    <w:rsid w:val="00BA1109"/>
    <w:rsid w:val="00BA5AC3"/>
    <w:rsid w:val="00BA6A02"/>
    <w:rsid w:val="00BB528D"/>
    <w:rsid w:val="00BB6223"/>
    <w:rsid w:val="00BB767B"/>
    <w:rsid w:val="00BC106E"/>
    <w:rsid w:val="00BC4E1B"/>
    <w:rsid w:val="00BC7042"/>
    <w:rsid w:val="00BC7676"/>
    <w:rsid w:val="00BD2FD6"/>
    <w:rsid w:val="00BD3175"/>
    <w:rsid w:val="00BD4279"/>
    <w:rsid w:val="00BD48A8"/>
    <w:rsid w:val="00BD611F"/>
    <w:rsid w:val="00BE33DF"/>
    <w:rsid w:val="00BE4CCD"/>
    <w:rsid w:val="00BE4EA2"/>
    <w:rsid w:val="00BE76FC"/>
    <w:rsid w:val="00BF0ECC"/>
    <w:rsid w:val="00BF1F9A"/>
    <w:rsid w:val="00BF2D0D"/>
    <w:rsid w:val="00BF312A"/>
    <w:rsid w:val="00BF4B28"/>
    <w:rsid w:val="00BF5B60"/>
    <w:rsid w:val="00C0196D"/>
    <w:rsid w:val="00C06DC8"/>
    <w:rsid w:val="00C07048"/>
    <w:rsid w:val="00C070D9"/>
    <w:rsid w:val="00C073B7"/>
    <w:rsid w:val="00C149F8"/>
    <w:rsid w:val="00C15E6B"/>
    <w:rsid w:val="00C25D2D"/>
    <w:rsid w:val="00C25F8F"/>
    <w:rsid w:val="00C33701"/>
    <w:rsid w:val="00C34E41"/>
    <w:rsid w:val="00C4103A"/>
    <w:rsid w:val="00C43260"/>
    <w:rsid w:val="00C55778"/>
    <w:rsid w:val="00C5640E"/>
    <w:rsid w:val="00C57EA5"/>
    <w:rsid w:val="00C65E47"/>
    <w:rsid w:val="00C660DC"/>
    <w:rsid w:val="00C662C6"/>
    <w:rsid w:val="00C67CE8"/>
    <w:rsid w:val="00C70C16"/>
    <w:rsid w:val="00C72F25"/>
    <w:rsid w:val="00C74095"/>
    <w:rsid w:val="00C756D0"/>
    <w:rsid w:val="00C76B72"/>
    <w:rsid w:val="00C76FF2"/>
    <w:rsid w:val="00C847C1"/>
    <w:rsid w:val="00C85CCD"/>
    <w:rsid w:val="00C874B6"/>
    <w:rsid w:val="00C92796"/>
    <w:rsid w:val="00C9340F"/>
    <w:rsid w:val="00C9437A"/>
    <w:rsid w:val="00CA01CD"/>
    <w:rsid w:val="00CA1B77"/>
    <w:rsid w:val="00CA727E"/>
    <w:rsid w:val="00CB25DA"/>
    <w:rsid w:val="00CB7D83"/>
    <w:rsid w:val="00CC08E2"/>
    <w:rsid w:val="00CC0D85"/>
    <w:rsid w:val="00CC5B0C"/>
    <w:rsid w:val="00CD3BD4"/>
    <w:rsid w:val="00CD7401"/>
    <w:rsid w:val="00CD7407"/>
    <w:rsid w:val="00CE128F"/>
    <w:rsid w:val="00CE638C"/>
    <w:rsid w:val="00CE7310"/>
    <w:rsid w:val="00CF20FB"/>
    <w:rsid w:val="00CF31F2"/>
    <w:rsid w:val="00D07F12"/>
    <w:rsid w:val="00D173AD"/>
    <w:rsid w:val="00D2003E"/>
    <w:rsid w:val="00D200E6"/>
    <w:rsid w:val="00D263EC"/>
    <w:rsid w:val="00D263EF"/>
    <w:rsid w:val="00D26409"/>
    <w:rsid w:val="00D27414"/>
    <w:rsid w:val="00D309DD"/>
    <w:rsid w:val="00D337CB"/>
    <w:rsid w:val="00D358B0"/>
    <w:rsid w:val="00D3673E"/>
    <w:rsid w:val="00D37A2E"/>
    <w:rsid w:val="00D4178A"/>
    <w:rsid w:val="00D462D7"/>
    <w:rsid w:val="00D46773"/>
    <w:rsid w:val="00D47985"/>
    <w:rsid w:val="00D507E9"/>
    <w:rsid w:val="00D513CC"/>
    <w:rsid w:val="00D52859"/>
    <w:rsid w:val="00D53075"/>
    <w:rsid w:val="00D54165"/>
    <w:rsid w:val="00D579CA"/>
    <w:rsid w:val="00D626EE"/>
    <w:rsid w:val="00D653F8"/>
    <w:rsid w:val="00D66E62"/>
    <w:rsid w:val="00D678C1"/>
    <w:rsid w:val="00D70986"/>
    <w:rsid w:val="00D749B8"/>
    <w:rsid w:val="00D74F36"/>
    <w:rsid w:val="00D7702B"/>
    <w:rsid w:val="00D80CFC"/>
    <w:rsid w:val="00D9267E"/>
    <w:rsid w:val="00D937A5"/>
    <w:rsid w:val="00D94941"/>
    <w:rsid w:val="00D94EA8"/>
    <w:rsid w:val="00D96969"/>
    <w:rsid w:val="00DA0501"/>
    <w:rsid w:val="00DA4E49"/>
    <w:rsid w:val="00DA6AB0"/>
    <w:rsid w:val="00DA6FD9"/>
    <w:rsid w:val="00DA739D"/>
    <w:rsid w:val="00DB0C80"/>
    <w:rsid w:val="00DB1976"/>
    <w:rsid w:val="00DB4F57"/>
    <w:rsid w:val="00DB5989"/>
    <w:rsid w:val="00DB6F44"/>
    <w:rsid w:val="00DB7C9E"/>
    <w:rsid w:val="00DC11C4"/>
    <w:rsid w:val="00DC4F91"/>
    <w:rsid w:val="00DC73F0"/>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224A"/>
    <w:rsid w:val="00E23BFF"/>
    <w:rsid w:val="00E263FA"/>
    <w:rsid w:val="00E31B98"/>
    <w:rsid w:val="00E32509"/>
    <w:rsid w:val="00E34335"/>
    <w:rsid w:val="00E34DD9"/>
    <w:rsid w:val="00E3533B"/>
    <w:rsid w:val="00E417F4"/>
    <w:rsid w:val="00E44CAC"/>
    <w:rsid w:val="00E45BC8"/>
    <w:rsid w:val="00E46DB1"/>
    <w:rsid w:val="00E50A7A"/>
    <w:rsid w:val="00E57258"/>
    <w:rsid w:val="00E57E35"/>
    <w:rsid w:val="00E6224B"/>
    <w:rsid w:val="00E6284E"/>
    <w:rsid w:val="00E62E01"/>
    <w:rsid w:val="00E65499"/>
    <w:rsid w:val="00E72043"/>
    <w:rsid w:val="00E72044"/>
    <w:rsid w:val="00E72817"/>
    <w:rsid w:val="00E74A6B"/>
    <w:rsid w:val="00E75537"/>
    <w:rsid w:val="00E7634A"/>
    <w:rsid w:val="00E7722D"/>
    <w:rsid w:val="00E77EB0"/>
    <w:rsid w:val="00E81082"/>
    <w:rsid w:val="00E81B00"/>
    <w:rsid w:val="00E81DC0"/>
    <w:rsid w:val="00E90F7E"/>
    <w:rsid w:val="00E96EEC"/>
    <w:rsid w:val="00EA6D70"/>
    <w:rsid w:val="00EB40B9"/>
    <w:rsid w:val="00EB61AC"/>
    <w:rsid w:val="00EC06ED"/>
    <w:rsid w:val="00EC1CB2"/>
    <w:rsid w:val="00EC41FE"/>
    <w:rsid w:val="00ED0DB7"/>
    <w:rsid w:val="00ED65FB"/>
    <w:rsid w:val="00EE15C0"/>
    <w:rsid w:val="00EE1CC6"/>
    <w:rsid w:val="00EE1ED7"/>
    <w:rsid w:val="00EE1FC5"/>
    <w:rsid w:val="00EE4C0D"/>
    <w:rsid w:val="00EE756B"/>
    <w:rsid w:val="00EF0733"/>
    <w:rsid w:val="00EF2F46"/>
    <w:rsid w:val="00EF5357"/>
    <w:rsid w:val="00EF59B6"/>
    <w:rsid w:val="00EF6315"/>
    <w:rsid w:val="00EF6EC7"/>
    <w:rsid w:val="00F00848"/>
    <w:rsid w:val="00F00FCC"/>
    <w:rsid w:val="00F03B54"/>
    <w:rsid w:val="00F043E8"/>
    <w:rsid w:val="00F06795"/>
    <w:rsid w:val="00F10AE1"/>
    <w:rsid w:val="00F1204C"/>
    <w:rsid w:val="00F14496"/>
    <w:rsid w:val="00F15419"/>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1933"/>
    <w:rsid w:val="00F62B38"/>
    <w:rsid w:val="00F65814"/>
    <w:rsid w:val="00F65F83"/>
    <w:rsid w:val="00F66D4A"/>
    <w:rsid w:val="00F815FA"/>
    <w:rsid w:val="00F81F6A"/>
    <w:rsid w:val="00F87A39"/>
    <w:rsid w:val="00F91EDD"/>
    <w:rsid w:val="00FA0431"/>
    <w:rsid w:val="00FA0EDF"/>
    <w:rsid w:val="00FA5ADA"/>
    <w:rsid w:val="00FA7311"/>
    <w:rsid w:val="00FB0204"/>
    <w:rsid w:val="00FB17E2"/>
    <w:rsid w:val="00FB2EB2"/>
    <w:rsid w:val="00FB5523"/>
    <w:rsid w:val="00FB664E"/>
    <w:rsid w:val="00FC4953"/>
    <w:rsid w:val="00FC6639"/>
    <w:rsid w:val="00FC757D"/>
    <w:rsid w:val="00FC79CD"/>
    <w:rsid w:val="00FC7AEE"/>
    <w:rsid w:val="00FD1122"/>
    <w:rsid w:val="00FD1838"/>
    <w:rsid w:val="00FD1A4C"/>
    <w:rsid w:val="00FD2370"/>
    <w:rsid w:val="00FD26B2"/>
    <w:rsid w:val="00FD2D4A"/>
    <w:rsid w:val="00FD49ED"/>
    <w:rsid w:val="00FD537C"/>
    <w:rsid w:val="00FE1083"/>
    <w:rsid w:val="00FF07A6"/>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 w:type="character" w:styleId="Ratkaisematonmaininta">
    <w:name w:val="Unresolved Mention"/>
    <w:basedOn w:val="Kappaleenoletusfontti"/>
    <w:uiPriority w:val="99"/>
    <w:semiHidden/>
    <w:unhideWhenUsed/>
    <w:rsid w:val="00775C04"/>
    <w:rPr>
      <w:color w:val="605E5C"/>
      <w:shd w:val="clear" w:color="auto" w:fill="E1DFDD"/>
    </w:rPr>
  </w:style>
  <w:style w:type="paragraph" w:styleId="Muutos">
    <w:name w:val="Revision"/>
    <w:hidden/>
    <w:uiPriority w:val="99"/>
    <w:semiHidden/>
    <w:rsid w:val="00AE618E"/>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42964571">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821387992">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30988284">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846356635">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hyperlink" Target="https://simplifier.net/guide/sosiaali-ja-terveydenhuollon-v-linen-luovutuslupa" TargetMode="Externa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yperlink" Target="https://www.kanta.fi/jarjestelmakehittajat/tahdonilmaisut" TargetMode="Externa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47315"/>
    <w:rsid w:val="00165524"/>
    <w:rsid w:val="001B032A"/>
    <w:rsid w:val="002065EA"/>
    <w:rsid w:val="002103A2"/>
    <w:rsid w:val="00234320"/>
    <w:rsid w:val="00284DC5"/>
    <w:rsid w:val="00291356"/>
    <w:rsid w:val="002B1FDE"/>
    <w:rsid w:val="002D0BA7"/>
    <w:rsid w:val="00301560"/>
    <w:rsid w:val="00365CE8"/>
    <w:rsid w:val="003B7710"/>
    <w:rsid w:val="003D1300"/>
    <w:rsid w:val="0043037D"/>
    <w:rsid w:val="00444359"/>
    <w:rsid w:val="00453A5B"/>
    <w:rsid w:val="00475D30"/>
    <w:rsid w:val="004856F9"/>
    <w:rsid w:val="004D33BD"/>
    <w:rsid w:val="004E1681"/>
    <w:rsid w:val="005033A8"/>
    <w:rsid w:val="00504D3B"/>
    <w:rsid w:val="00516A19"/>
    <w:rsid w:val="00524B98"/>
    <w:rsid w:val="00547DF2"/>
    <w:rsid w:val="00584CF5"/>
    <w:rsid w:val="00594BA0"/>
    <w:rsid w:val="005C020F"/>
    <w:rsid w:val="005D2473"/>
    <w:rsid w:val="005D2E9C"/>
    <w:rsid w:val="005E3E51"/>
    <w:rsid w:val="005F2853"/>
    <w:rsid w:val="006620C4"/>
    <w:rsid w:val="0069683D"/>
    <w:rsid w:val="006A2AFB"/>
    <w:rsid w:val="006A553F"/>
    <w:rsid w:val="006D3BA3"/>
    <w:rsid w:val="00714237"/>
    <w:rsid w:val="00743BEC"/>
    <w:rsid w:val="007751D2"/>
    <w:rsid w:val="007A2143"/>
    <w:rsid w:val="007A2233"/>
    <w:rsid w:val="007A7A31"/>
    <w:rsid w:val="007D2962"/>
    <w:rsid w:val="007D62FF"/>
    <w:rsid w:val="007E1AE1"/>
    <w:rsid w:val="00804068"/>
    <w:rsid w:val="00806FD4"/>
    <w:rsid w:val="00823E19"/>
    <w:rsid w:val="008243EF"/>
    <w:rsid w:val="00830273"/>
    <w:rsid w:val="00904E8D"/>
    <w:rsid w:val="00926FDB"/>
    <w:rsid w:val="009510CB"/>
    <w:rsid w:val="00965728"/>
    <w:rsid w:val="00973CFA"/>
    <w:rsid w:val="009A285C"/>
    <w:rsid w:val="009A4F97"/>
    <w:rsid w:val="009F3D68"/>
    <w:rsid w:val="009F6F91"/>
    <w:rsid w:val="00A1344B"/>
    <w:rsid w:val="00A95B12"/>
    <w:rsid w:val="00AD5ECD"/>
    <w:rsid w:val="00AE0DC2"/>
    <w:rsid w:val="00AE60AB"/>
    <w:rsid w:val="00B2686F"/>
    <w:rsid w:val="00B46E8D"/>
    <w:rsid w:val="00B92278"/>
    <w:rsid w:val="00B938B9"/>
    <w:rsid w:val="00BA69A0"/>
    <w:rsid w:val="00BE68D8"/>
    <w:rsid w:val="00BF707B"/>
    <w:rsid w:val="00C0193F"/>
    <w:rsid w:val="00C17F44"/>
    <w:rsid w:val="00C445F4"/>
    <w:rsid w:val="00C52963"/>
    <w:rsid w:val="00C651BB"/>
    <w:rsid w:val="00C66F40"/>
    <w:rsid w:val="00C77E56"/>
    <w:rsid w:val="00C8502E"/>
    <w:rsid w:val="00C90C84"/>
    <w:rsid w:val="00CB2F99"/>
    <w:rsid w:val="00CB5063"/>
    <w:rsid w:val="00CE10FA"/>
    <w:rsid w:val="00CE2625"/>
    <w:rsid w:val="00CF7F5E"/>
    <w:rsid w:val="00D07101"/>
    <w:rsid w:val="00D108BE"/>
    <w:rsid w:val="00D14495"/>
    <w:rsid w:val="00D26F0D"/>
    <w:rsid w:val="00D56112"/>
    <w:rsid w:val="00D74FD7"/>
    <w:rsid w:val="00D85CC8"/>
    <w:rsid w:val="00DA1D6D"/>
    <w:rsid w:val="00DC622D"/>
    <w:rsid w:val="00DE08F9"/>
    <w:rsid w:val="00DF1714"/>
    <w:rsid w:val="00DF58AC"/>
    <w:rsid w:val="00E0756D"/>
    <w:rsid w:val="00E3505B"/>
    <w:rsid w:val="00E62BFA"/>
    <w:rsid w:val="00E7248D"/>
    <w:rsid w:val="00E74E2D"/>
    <w:rsid w:val="00F0609C"/>
    <w:rsid w:val="00F379AC"/>
    <w:rsid w:val="00F46148"/>
    <w:rsid w:val="00F5683F"/>
    <w:rsid w:val="00F56EB2"/>
    <w:rsid w:val="00F90E91"/>
    <w:rsid w:val="00F925D4"/>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customXml/itemProps3.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4.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5.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F6EDF2-B41A-4460-96B5-F3A2BB043573}">
  <ds:schemaRef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28d5f0a3-ab75-4f37-b21c-c5486e890318"/>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11</TotalTime>
  <Pages>160</Pages>
  <Words>30618</Words>
  <Characters>248010</Characters>
  <Application>Microsoft Office Word</Application>
  <DocSecurity>0</DocSecurity>
  <Lines>2066</Lines>
  <Paragraphs>556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Potilastietovaranto: rajapintakäyttötapaukset tietovarannon ja liittyvän järjestelmän välillä</vt:lpstr>
      <vt:lpstr/>
    </vt:vector>
  </TitlesOfParts>
  <Company>Kela</Company>
  <LinksUpToDate>false</LinksUpToDate>
  <CharactersWithSpaces>278072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Potilastietovaranto: rajapintakäyttötapaukset tietovarannon ja liittyvän järjestelmän välillä</dc:title>
  <dc:subject>Määrittely</dc:subject>
  <dc:creator>Pakari Arja</dc:creator>
  <cp:keywords/>
  <cp:lastModifiedBy>Eklund Marjut</cp:lastModifiedBy>
  <cp:revision>3</cp:revision>
  <cp:lastPrinted>2025-12-16T12:14:00Z</cp:lastPrinted>
  <dcterms:created xsi:type="dcterms:W3CDTF">2025-12-16T12:11:00Z</dcterms:created>
  <dcterms:modified xsi:type="dcterms:W3CDTF">2025-12-16T12:22:00Z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